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49A1" w14:textId="24B45AAC" w:rsidR="005C2046" w:rsidRPr="0042414B" w:rsidRDefault="0030223E" w:rsidP="00D842CF">
      <w:pPr>
        <w:pStyle w:val="Titre1"/>
        <w:shd w:val="clear" w:color="auto" w:fill="000000" w:themeFill="text1"/>
        <w:spacing w:before="0"/>
        <w:ind w:right="0"/>
        <w:rPr>
          <w:color w:val="FFFFFF" w:themeColor="background1"/>
        </w:rPr>
      </w:pPr>
      <w:bookmarkStart w:id="0" w:name="_Toc188003545"/>
      <w:r w:rsidRPr="0042414B">
        <w:rPr>
          <w:color w:val="FFFFFF" w:themeColor="background1"/>
        </w:rPr>
        <w:t xml:space="preserve">ANNEXE 02 </w:t>
      </w:r>
      <w:r w:rsidR="005873A4" w:rsidRPr="0042414B">
        <w:rPr>
          <w:color w:val="FFFFFF" w:themeColor="background1"/>
        </w:rPr>
        <w:t xml:space="preserve">du RC </w:t>
      </w:r>
      <w:r w:rsidRPr="0042414B">
        <w:rPr>
          <w:color w:val="FFFFFF" w:themeColor="background1"/>
        </w:rPr>
        <w:t>– GROUPEMENT DE CO</w:t>
      </w:r>
      <w:r w:rsidR="005873A4" w:rsidRPr="0042414B">
        <w:rPr>
          <w:color w:val="FFFFFF" w:themeColor="background1"/>
        </w:rPr>
        <w:t>-</w:t>
      </w:r>
      <w:r w:rsidRPr="0042414B">
        <w:rPr>
          <w:color w:val="FFFFFF" w:themeColor="background1"/>
        </w:rPr>
        <w:t>TRAITANT</w:t>
      </w:r>
      <w:bookmarkEnd w:id="0"/>
    </w:p>
    <w:p w14:paraId="4BC60EBF" w14:textId="30E06575" w:rsidR="0030223E" w:rsidRPr="005873A4" w:rsidRDefault="0030223E" w:rsidP="005873A4">
      <w:pPr>
        <w:ind w:left="-142" w:firstLine="2"/>
        <w:jc w:val="left"/>
        <w:rPr>
          <w:b/>
          <w:sz w:val="24"/>
          <w:szCs w:val="18"/>
        </w:rPr>
      </w:pPr>
      <w:r w:rsidRPr="005873A4">
        <w:rPr>
          <w:b/>
          <w:sz w:val="24"/>
          <w:szCs w:val="18"/>
        </w:rPr>
        <w:t>Candidatures de maîtrise d’œuvre – Groupement de co-traitant</w:t>
      </w:r>
    </w:p>
    <w:p w14:paraId="76F10177" w14:textId="77777777" w:rsidR="0030223E" w:rsidRPr="001C332A" w:rsidRDefault="0030223E" w:rsidP="00587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line="360" w:lineRule="atLeast"/>
        <w:ind w:left="2260" w:right="2286"/>
        <w:jc w:val="center"/>
      </w:pPr>
      <w:r w:rsidRPr="001C332A">
        <w:t>MANDATAIRE</w:t>
      </w:r>
    </w:p>
    <w:p w14:paraId="16D230DD" w14:textId="182BD6E1" w:rsidR="0030223E" w:rsidRPr="001C332A" w:rsidRDefault="0030223E" w:rsidP="00587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2260" w:right="2286"/>
      </w:pPr>
      <w:r w:rsidRPr="001C332A">
        <w:t>Nom</w:t>
      </w:r>
      <w:r w:rsidR="005873A4">
        <w:tab/>
        <w:t>____________________________________</w:t>
      </w:r>
    </w:p>
    <w:p w14:paraId="18A940DD" w14:textId="467460A3" w:rsidR="0030223E" w:rsidRDefault="0030223E" w:rsidP="00587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2260" w:right="2286"/>
      </w:pPr>
      <w:r w:rsidRPr="001C332A">
        <w:t>Adresse</w:t>
      </w:r>
      <w:r w:rsidR="005873A4">
        <w:t xml:space="preserve"> </w:t>
      </w:r>
      <w:r w:rsidR="005873A4">
        <w:tab/>
        <w:t>____________________________________</w:t>
      </w:r>
    </w:p>
    <w:p w14:paraId="63A4C592" w14:textId="79AC15AB" w:rsidR="005873A4" w:rsidRPr="001C332A" w:rsidRDefault="005873A4" w:rsidP="00587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2260" w:right="2286"/>
      </w:pPr>
      <w:r>
        <w:tab/>
        <w:t>____________________________________</w:t>
      </w:r>
    </w:p>
    <w:p w14:paraId="302A2911" w14:textId="77777777" w:rsidR="0030223E" w:rsidRPr="001C332A" w:rsidRDefault="0030223E" w:rsidP="00587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2260" w:right="2286"/>
      </w:pPr>
    </w:p>
    <w:p w14:paraId="5C762F4A" w14:textId="77777777" w:rsidR="0030223E" w:rsidRPr="005873A4" w:rsidRDefault="0030223E" w:rsidP="00587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2260" w:right="2286"/>
        <w:jc w:val="center"/>
        <w:rPr>
          <w:color w:val="7F7F7F" w:themeColor="text1" w:themeTint="80"/>
        </w:rPr>
      </w:pPr>
      <w:r w:rsidRPr="005873A4">
        <w:rPr>
          <w:color w:val="7F7F7F" w:themeColor="text1" w:themeTint="80"/>
        </w:rPr>
        <w:t>Signature et tampon</w:t>
      </w:r>
    </w:p>
    <w:p w14:paraId="4F17E7A7" w14:textId="77777777" w:rsidR="0030223E" w:rsidRPr="001C332A" w:rsidRDefault="0030223E" w:rsidP="00587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2260" w:right="2286"/>
      </w:pPr>
    </w:p>
    <w:p w14:paraId="631EE295" w14:textId="77777777" w:rsidR="0030223E" w:rsidRPr="001C332A" w:rsidRDefault="0030223E" w:rsidP="00587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2260" w:right="2286"/>
      </w:pPr>
    </w:p>
    <w:p w14:paraId="50A93A70" w14:textId="77777777" w:rsidR="005873A4" w:rsidRDefault="005873A4" w:rsidP="0030223E">
      <w:pPr>
        <w:rPr>
          <w:b/>
          <w:u w:val="single"/>
        </w:rPr>
      </w:pPr>
    </w:p>
    <w:p w14:paraId="20BB4398" w14:textId="7A63B0F8" w:rsidR="0030223E" w:rsidRPr="001C332A" w:rsidRDefault="0030223E" w:rsidP="005873A4">
      <w:r w:rsidRPr="00EE68C9">
        <w:rPr>
          <w:b/>
          <w:u w:val="single"/>
        </w:rPr>
        <w:t>EQUIPE DE BASE</w:t>
      </w:r>
    </w:p>
    <w:tbl>
      <w:tblPr>
        <w:tblW w:w="10065" w:type="dxa"/>
        <w:tblInd w:w="-15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235"/>
        <w:gridCol w:w="3572"/>
        <w:gridCol w:w="3258"/>
      </w:tblGrid>
      <w:tr w:rsidR="0030223E" w:rsidRPr="001C332A" w14:paraId="7816B542" w14:textId="77777777" w:rsidTr="00AF3E5E">
        <w:trPr>
          <w:cantSplit/>
          <w:trHeight w:val="3960"/>
          <w:tblHeader/>
        </w:trPr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B1CDF7B" w14:textId="77777777" w:rsidR="0030223E" w:rsidRPr="001C332A" w:rsidRDefault="0030223E" w:rsidP="004A0D66">
            <w:pPr>
              <w:ind w:right="42"/>
            </w:pPr>
            <w:r w:rsidRPr="001C332A">
              <w:t>COTRAITANT 1</w:t>
            </w:r>
          </w:p>
          <w:p w14:paraId="2DB6538B" w14:textId="77777777" w:rsidR="0030223E" w:rsidRPr="001C332A" w:rsidRDefault="0030223E" w:rsidP="004A0D66">
            <w:pPr>
              <w:ind w:left="20" w:right="42"/>
            </w:pPr>
            <w:r w:rsidRPr="001C332A">
              <w:t>Nom</w:t>
            </w:r>
          </w:p>
          <w:p w14:paraId="46AFB783" w14:textId="77777777" w:rsidR="0030223E" w:rsidRPr="001C332A" w:rsidRDefault="0030223E" w:rsidP="004A0D66">
            <w:pPr>
              <w:ind w:left="20" w:right="42"/>
            </w:pPr>
            <w:r w:rsidRPr="001C332A">
              <w:t>Adresse</w:t>
            </w:r>
          </w:p>
          <w:p w14:paraId="5E200962" w14:textId="77777777" w:rsidR="0030223E" w:rsidRPr="001C332A" w:rsidRDefault="0030223E" w:rsidP="004A0D66">
            <w:pPr>
              <w:ind w:left="20" w:right="42"/>
            </w:pPr>
          </w:p>
          <w:p w14:paraId="0E14EAEB" w14:textId="77777777" w:rsidR="0030223E" w:rsidRPr="005873A4" w:rsidRDefault="0030223E" w:rsidP="004A0D66">
            <w:pPr>
              <w:ind w:left="20" w:right="42"/>
              <w:rPr>
                <w:color w:val="7F7F7F" w:themeColor="text1" w:themeTint="80"/>
              </w:rPr>
            </w:pPr>
            <w:r w:rsidRPr="005873A4">
              <w:rPr>
                <w:color w:val="7F7F7F" w:themeColor="text1" w:themeTint="80"/>
              </w:rPr>
              <w:t>Signature et tampon</w:t>
            </w:r>
          </w:p>
          <w:p w14:paraId="73C0002B" w14:textId="77777777" w:rsidR="0030223E" w:rsidRPr="001C332A" w:rsidRDefault="0030223E" w:rsidP="004A0D66">
            <w:pPr>
              <w:ind w:right="42"/>
            </w:pPr>
          </w:p>
        </w:tc>
        <w:tc>
          <w:tcPr>
            <w:tcW w:w="3572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7D36011" w14:textId="77777777" w:rsidR="0030223E" w:rsidRPr="001C332A" w:rsidRDefault="0030223E" w:rsidP="004A0D66">
            <w:pPr>
              <w:ind w:right="2"/>
            </w:pPr>
            <w:r w:rsidRPr="001C332A">
              <w:t>COTRAITANT 2</w:t>
            </w:r>
          </w:p>
          <w:p w14:paraId="73193C1F" w14:textId="77777777" w:rsidR="0030223E" w:rsidRPr="001C332A" w:rsidRDefault="0030223E" w:rsidP="004A0D66">
            <w:pPr>
              <w:ind w:left="20" w:right="42"/>
            </w:pPr>
            <w:r w:rsidRPr="001C332A">
              <w:t>Nom</w:t>
            </w:r>
          </w:p>
          <w:p w14:paraId="2A246A33" w14:textId="77777777" w:rsidR="0030223E" w:rsidRPr="001C332A" w:rsidRDefault="0030223E" w:rsidP="004A0D66">
            <w:pPr>
              <w:ind w:left="20" w:right="42"/>
            </w:pPr>
            <w:r w:rsidRPr="001C332A">
              <w:t>Adresse</w:t>
            </w:r>
          </w:p>
          <w:p w14:paraId="520AE099" w14:textId="77777777" w:rsidR="0030223E" w:rsidRPr="001C332A" w:rsidRDefault="0030223E" w:rsidP="004A0D66">
            <w:pPr>
              <w:ind w:left="20" w:right="42"/>
            </w:pPr>
          </w:p>
          <w:p w14:paraId="06571EA9" w14:textId="77777777" w:rsidR="0030223E" w:rsidRPr="001C332A" w:rsidRDefault="0030223E" w:rsidP="004A0D66">
            <w:pPr>
              <w:ind w:left="20" w:right="42"/>
            </w:pPr>
            <w:r w:rsidRPr="005873A4">
              <w:rPr>
                <w:color w:val="7F7F7F" w:themeColor="text1" w:themeTint="80"/>
              </w:rPr>
              <w:t>Signature et tampon</w:t>
            </w:r>
          </w:p>
        </w:tc>
        <w:tc>
          <w:tcPr>
            <w:tcW w:w="32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FDB09" w14:textId="77777777" w:rsidR="0030223E" w:rsidRPr="001C332A" w:rsidRDefault="0030223E" w:rsidP="004A0D66">
            <w:pPr>
              <w:ind w:right="2"/>
            </w:pPr>
            <w:r w:rsidRPr="001C332A">
              <w:t>COTRAITANT 3</w:t>
            </w:r>
          </w:p>
          <w:p w14:paraId="47C2D777" w14:textId="77777777" w:rsidR="0030223E" w:rsidRPr="001C332A" w:rsidRDefault="0030223E" w:rsidP="004A0D66">
            <w:pPr>
              <w:ind w:left="20" w:right="42"/>
            </w:pPr>
            <w:r w:rsidRPr="001C332A">
              <w:t>Nom</w:t>
            </w:r>
          </w:p>
          <w:p w14:paraId="18D0B8FD" w14:textId="77777777" w:rsidR="0030223E" w:rsidRPr="001C332A" w:rsidRDefault="0030223E" w:rsidP="004A0D66">
            <w:pPr>
              <w:ind w:left="20" w:right="42"/>
            </w:pPr>
            <w:r w:rsidRPr="001C332A">
              <w:t>Adresse</w:t>
            </w:r>
          </w:p>
          <w:p w14:paraId="1A5583B3" w14:textId="77777777" w:rsidR="0030223E" w:rsidRPr="005873A4" w:rsidRDefault="0030223E" w:rsidP="004A0D66">
            <w:pPr>
              <w:ind w:left="20" w:right="42"/>
              <w:rPr>
                <w:color w:val="7F7F7F" w:themeColor="text1" w:themeTint="80"/>
              </w:rPr>
            </w:pPr>
          </w:p>
          <w:p w14:paraId="5DAA2FEF" w14:textId="77777777" w:rsidR="0030223E" w:rsidRPr="005873A4" w:rsidRDefault="0030223E" w:rsidP="004A0D66">
            <w:pPr>
              <w:ind w:left="20" w:right="42"/>
              <w:rPr>
                <w:color w:val="7F7F7F" w:themeColor="text1" w:themeTint="80"/>
              </w:rPr>
            </w:pPr>
            <w:r w:rsidRPr="005873A4">
              <w:rPr>
                <w:color w:val="7F7F7F" w:themeColor="text1" w:themeTint="80"/>
              </w:rPr>
              <w:t>Signature et tampon</w:t>
            </w:r>
          </w:p>
          <w:p w14:paraId="64FDCFB8" w14:textId="77777777" w:rsidR="0030223E" w:rsidRPr="001C332A" w:rsidRDefault="0030223E" w:rsidP="004A0D66">
            <w:pPr>
              <w:ind w:right="2"/>
            </w:pPr>
          </w:p>
        </w:tc>
      </w:tr>
      <w:tr w:rsidR="0030223E" w:rsidRPr="001C332A" w14:paraId="39C7C34A" w14:textId="77777777" w:rsidTr="00AF3E5E">
        <w:trPr>
          <w:cantSplit/>
          <w:trHeight w:val="3164"/>
          <w:tblHeader/>
        </w:trPr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A34A901" w14:textId="77777777" w:rsidR="0030223E" w:rsidRPr="001C332A" w:rsidRDefault="0030223E" w:rsidP="004A0D66">
            <w:pPr>
              <w:ind w:right="42"/>
            </w:pPr>
            <w:r w:rsidRPr="001C332A">
              <w:t>COTRAITANT 4</w:t>
            </w:r>
          </w:p>
          <w:p w14:paraId="714440EF" w14:textId="77777777" w:rsidR="0030223E" w:rsidRPr="001C332A" w:rsidRDefault="0030223E" w:rsidP="004A0D66">
            <w:pPr>
              <w:ind w:left="20" w:right="42"/>
            </w:pPr>
            <w:r w:rsidRPr="001C332A">
              <w:t>Nom</w:t>
            </w:r>
          </w:p>
          <w:p w14:paraId="627C0C28" w14:textId="77777777" w:rsidR="0030223E" w:rsidRPr="001C332A" w:rsidRDefault="0030223E" w:rsidP="004A0D66">
            <w:pPr>
              <w:ind w:left="20" w:right="42"/>
            </w:pPr>
            <w:r w:rsidRPr="001C332A">
              <w:t>Adresse</w:t>
            </w:r>
          </w:p>
          <w:p w14:paraId="4BEB33C5" w14:textId="77777777" w:rsidR="0030223E" w:rsidRPr="001C332A" w:rsidRDefault="0030223E" w:rsidP="004A0D66">
            <w:pPr>
              <w:ind w:left="20" w:right="42"/>
            </w:pPr>
          </w:p>
          <w:p w14:paraId="192DF339" w14:textId="77777777" w:rsidR="0030223E" w:rsidRPr="005873A4" w:rsidRDefault="0030223E" w:rsidP="004A0D66">
            <w:pPr>
              <w:ind w:left="20" w:right="42"/>
              <w:rPr>
                <w:color w:val="7F7F7F" w:themeColor="text1" w:themeTint="80"/>
              </w:rPr>
            </w:pPr>
            <w:r w:rsidRPr="005873A4">
              <w:rPr>
                <w:color w:val="7F7F7F" w:themeColor="text1" w:themeTint="80"/>
              </w:rPr>
              <w:t>Signature et tampon</w:t>
            </w:r>
          </w:p>
          <w:p w14:paraId="12D87F57" w14:textId="77777777" w:rsidR="0030223E" w:rsidRPr="001C332A" w:rsidRDefault="0030223E" w:rsidP="004A0D66">
            <w:pPr>
              <w:ind w:right="42"/>
            </w:pPr>
          </w:p>
        </w:tc>
        <w:tc>
          <w:tcPr>
            <w:tcW w:w="3572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699F7D6" w14:textId="77777777" w:rsidR="0030223E" w:rsidRPr="001C332A" w:rsidRDefault="0030223E" w:rsidP="004A0D66">
            <w:pPr>
              <w:ind w:right="2"/>
            </w:pPr>
            <w:r w:rsidRPr="001C332A">
              <w:t>COTRAITANT 5</w:t>
            </w:r>
          </w:p>
          <w:p w14:paraId="2BC58E4E" w14:textId="77777777" w:rsidR="0030223E" w:rsidRPr="001C332A" w:rsidRDefault="0030223E" w:rsidP="004A0D66">
            <w:pPr>
              <w:ind w:left="20" w:right="42"/>
            </w:pPr>
            <w:r w:rsidRPr="001C332A">
              <w:t>Nom</w:t>
            </w:r>
          </w:p>
          <w:p w14:paraId="54F11DB4" w14:textId="77777777" w:rsidR="0030223E" w:rsidRPr="001C332A" w:rsidRDefault="0030223E" w:rsidP="004A0D66">
            <w:pPr>
              <w:ind w:left="20" w:right="42"/>
            </w:pPr>
            <w:r w:rsidRPr="001C332A">
              <w:t>Adresse</w:t>
            </w:r>
          </w:p>
          <w:p w14:paraId="410D544A" w14:textId="77777777" w:rsidR="0030223E" w:rsidRPr="001C332A" w:rsidRDefault="0030223E" w:rsidP="004A0D66">
            <w:pPr>
              <w:ind w:left="20" w:right="42"/>
            </w:pPr>
          </w:p>
          <w:p w14:paraId="376762D1" w14:textId="77777777" w:rsidR="0030223E" w:rsidRPr="001C332A" w:rsidRDefault="0030223E" w:rsidP="005873A4">
            <w:pPr>
              <w:ind w:left="20" w:right="42"/>
            </w:pPr>
            <w:r w:rsidRPr="005873A4">
              <w:rPr>
                <w:color w:val="7F7F7F" w:themeColor="text1" w:themeTint="80"/>
              </w:rPr>
              <w:t>Signature et tampon</w:t>
            </w:r>
          </w:p>
        </w:tc>
        <w:tc>
          <w:tcPr>
            <w:tcW w:w="32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6ADCA" w14:textId="77777777" w:rsidR="0030223E" w:rsidRPr="001C332A" w:rsidRDefault="0030223E" w:rsidP="004A0D66">
            <w:pPr>
              <w:ind w:right="2"/>
            </w:pPr>
            <w:r w:rsidRPr="001C332A">
              <w:t>COTRAITANT 6</w:t>
            </w:r>
          </w:p>
          <w:p w14:paraId="7685EB42" w14:textId="77777777" w:rsidR="0030223E" w:rsidRPr="001C332A" w:rsidRDefault="0030223E" w:rsidP="004A0D66">
            <w:pPr>
              <w:ind w:left="20" w:right="42"/>
            </w:pPr>
            <w:r w:rsidRPr="001C332A">
              <w:t>Nom</w:t>
            </w:r>
          </w:p>
          <w:p w14:paraId="0A9F2AC1" w14:textId="77777777" w:rsidR="0030223E" w:rsidRPr="001C332A" w:rsidRDefault="0030223E" w:rsidP="004A0D66">
            <w:pPr>
              <w:ind w:left="20" w:right="42"/>
            </w:pPr>
            <w:r w:rsidRPr="001C332A">
              <w:t>Adresse</w:t>
            </w:r>
          </w:p>
          <w:p w14:paraId="1737F79F" w14:textId="77777777" w:rsidR="0030223E" w:rsidRPr="001C332A" w:rsidRDefault="0030223E" w:rsidP="004A0D66">
            <w:pPr>
              <w:ind w:left="20" w:right="42"/>
            </w:pPr>
          </w:p>
          <w:p w14:paraId="59234981" w14:textId="77777777" w:rsidR="0030223E" w:rsidRPr="001C332A" w:rsidRDefault="0030223E" w:rsidP="005873A4">
            <w:pPr>
              <w:ind w:left="20" w:right="42"/>
            </w:pPr>
            <w:r w:rsidRPr="005873A4">
              <w:rPr>
                <w:color w:val="7F7F7F" w:themeColor="text1" w:themeTint="80"/>
              </w:rPr>
              <w:t>Signature et tampon</w:t>
            </w:r>
          </w:p>
        </w:tc>
      </w:tr>
    </w:tbl>
    <w:p w14:paraId="5B21C06F" w14:textId="77777777" w:rsidR="0030223E" w:rsidRPr="0030223E" w:rsidRDefault="0030223E" w:rsidP="0030223E"/>
    <w:p w14:paraId="6597FDBE" w14:textId="1EDE5E30" w:rsidR="0030223E" w:rsidRPr="0042414B" w:rsidRDefault="0030223E" w:rsidP="0042414B">
      <w:pPr>
        <w:pStyle w:val="Titre1"/>
        <w:shd w:val="clear" w:color="auto" w:fill="000000" w:themeFill="text1"/>
        <w:ind w:right="0"/>
        <w:rPr>
          <w:color w:val="FFFFFF" w:themeColor="background1"/>
        </w:rPr>
      </w:pPr>
      <w:bookmarkStart w:id="1" w:name="_Toc188003546"/>
      <w:r w:rsidRPr="0042414B">
        <w:rPr>
          <w:color w:val="FFFFFF" w:themeColor="background1"/>
        </w:rPr>
        <w:lastRenderedPageBreak/>
        <w:t xml:space="preserve">ANNEXE 03 </w:t>
      </w:r>
      <w:r w:rsidR="005873A4" w:rsidRPr="0042414B">
        <w:rPr>
          <w:color w:val="FFFFFF" w:themeColor="background1"/>
        </w:rPr>
        <w:t>du RC</w:t>
      </w:r>
      <w:r w:rsidR="003D61A5" w:rsidRPr="0042414B">
        <w:rPr>
          <w:color w:val="FFFFFF" w:themeColor="background1"/>
        </w:rPr>
        <w:t xml:space="preserve"> : </w:t>
      </w:r>
      <w:r w:rsidR="00A10EC9" w:rsidRPr="0042414B">
        <w:rPr>
          <w:color w:val="FFFFFF" w:themeColor="background1"/>
        </w:rPr>
        <w:t>FICHE DE RENSEIGNEMENT</w:t>
      </w:r>
      <w:r w:rsidRPr="0042414B">
        <w:rPr>
          <w:color w:val="FFFFFF" w:themeColor="background1"/>
        </w:rPr>
        <w:t>.</w:t>
      </w:r>
      <w:bookmarkEnd w:id="1"/>
    </w:p>
    <w:p w14:paraId="1C95FDDE" w14:textId="073F8AA6" w:rsidR="00A10EC9" w:rsidRPr="00A10EC9" w:rsidRDefault="00A10EC9" w:rsidP="00A10EC9">
      <w:pPr>
        <w:spacing w:after="0"/>
        <w:jc w:val="left"/>
        <w:rPr>
          <w:b/>
          <w:szCs w:val="18"/>
        </w:rPr>
      </w:pPr>
      <w:r w:rsidRPr="00A10EC9">
        <w:rPr>
          <w:b/>
          <w:szCs w:val="18"/>
        </w:rPr>
        <w:t>Cas 1 :  Prestataire unique</w:t>
      </w:r>
      <w:r w:rsidR="0081651C">
        <w:rPr>
          <w:b/>
          <w:szCs w:val="18"/>
        </w:rPr>
        <w:t xml:space="preserve"> (Mandataire) </w:t>
      </w:r>
      <w:r w:rsidRPr="00A10EC9">
        <w:rPr>
          <w:b/>
          <w:szCs w:val="18"/>
        </w:rPr>
        <w:t>ayant en son sein toutes les compétences</w:t>
      </w:r>
      <w:r w:rsidR="001A0056">
        <w:rPr>
          <w:b/>
          <w:szCs w:val="18"/>
        </w:rPr>
        <w:t>.</w:t>
      </w:r>
    </w:p>
    <w:tbl>
      <w:tblPr>
        <w:tblW w:w="9727" w:type="dxa"/>
        <w:tblInd w:w="-8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065"/>
        <w:gridCol w:w="1476"/>
        <w:gridCol w:w="1271"/>
        <w:gridCol w:w="3915"/>
      </w:tblGrid>
      <w:tr w:rsidR="00A10EC9" w:rsidRPr="001C332A" w14:paraId="2575929A" w14:textId="77777777" w:rsidTr="001A0056">
        <w:trPr>
          <w:cantSplit/>
        </w:trPr>
        <w:tc>
          <w:tcPr>
            <w:tcW w:w="97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0C5EA1E5" w14:textId="2B25799E" w:rsidR="00A10EC9" w:rsidRPr="001C332A" w:rsidRDefault="00A10EC9" w:rsidP="001A005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 xml:space="preserve">CANDIDAT SE PRESENTANT SEUL </w:t>
            </w:r>
            <w:r>
              <w:rPr>
                <w:b/>
                <w:sz w:val="20"/>
              </w:rPr>
              <w:t>A LA CONSULTATION</w:t>
            </w:r>
          </w:p>
        </w:tc>
      </w:tr>
      <w:tr w:rsidR="00A10EC9" w:rsidRPr="001C332A" w14:paraId="6E5744BD" w14:textId="77777777" w:rsidTr="008920EA">
        <w:trPr>
          <w:cantSplit/>
          <w:trHeight w:val="2836"/>
        </w:trPr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1166C" w14:textId="24EAE5E7" w:rsidR="00A10EC9" w:rsidRPr="001C332A" w:rsidRDefault="00A10EC9" w:rsidP="00A10EC9">
            <w:pPr>
              <w:tabs>
                <w:tab w:val="left" w:pos="1120"/>
              </w:tabs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Nom</w:t>
            </w:r>
            <w:r>
              <w:rPr>
                <w:b/>
                <w:sz w:val="20"/>
              </w:rPr>
              <w:t xml:space="preserve"> </w:t>
            </w:r>
            <w:r w:rsidRPr="001C332A">
              <w:rPr>
                <w:b/>
                <w:sz w:val="20"/>
              </w:rPr>
              <w:t xml:space="preserve">: </w:t>
            </w:r>
            <w:r w:rsidRPr="001C332A">
              <w:rPr>
                <w:sz w:val="20"/>
              </w:rPr>
              <w:t>.................................................……………</w:t>
            </w:r>
          </w:p>
          <w:p w14:paraId="38591D51" w14:textId="77777777" w:rsidR="00A10EC9" w:rsidRDefault="00A10EC9" w:rsidP="00A503EB">
            <w:pPr>
              <w:jc w:val="left"/>
              <w:rPr>
                <w:sz w:val="20"/>
              </w:rPr>
            </w:pPr>
            <w:r w:rsidRPr="001C332A">
              <w:rPr>
                <w:sz w:val="20"/>
              </w:rPr>
              <w:t>......................................................................…</w:t>
            </w:r>
            <w:r>
              <w:rPr>
                <w:sz w:val="20"/>
              </w:rPr>
              <w:t>.</w:t>
            </w:r>
            <w:r w:rsidRPr="001C332A">
              <w:rPr>
                <w:sz w:val="20"/>
              </w:rPr>
              <w:t>…</w:t>
            </w:r>
          </w:p>
          <w:p w14:paraId="694D19D8" w14:textId="523C0368" w:rsidR="00A10EC9" w:rsidRPr="00A10EC9" w:rsidRDefault="00A10EC9" w:rsidP="00A10EC9">
            <w:pPr>
              <w:tabs>
                <w:tab w:val="left" w:pos="1120"/>
              </w:tabs>
              <w:spacing w:before="120" w:after="120"/>
              <w:jc w:val="left"/>
              <w:rPr>
                <w:bCs/>
                <w:sz w:val="20"/>
              </w:rPr>
            </w:pPr>
            <w:r w:rsidRPr="001C332A">
              <w:rPr>
                <w:b/>
                <w:sz w:val="20"/>
              </w:rPr>
              <w:t xml:space="preserve">Adresse: </w:t>
            </w:r>
            <w:r w:rsidRPr="00A10EC9">
              <w:rPr>
                <w:bCs/>
                <w:sz w:val="20"/>
              </w:rPr>
              <w:t>...........................................……………</w:t>
            </w:r>
          </w:p>
          <w:p w14:paraId="3286DE76" w14:textId="434E7BD8" w:rsidR="00A10EC9" w:rsidRPr="00A10EC9" w:rsidRDefault="00A10EC9" w:rsidP="00A10EC9">
            <w:pPr>
              <w:tabs>
                <w:tab w:val="left" w:pos="1120"/>
              </w:tabs>
              <w:spacing w:before="120" w:after="120"/>
              <w:jc w:val="left"/>
              <w:rPr>
                <w:bCs/>
                <w:sz w:val="20"/>
              </w:rPr>
            </w:pPr>
            <w:r w:rsidRPr="00A10EC9">
              <w:rPr>
                <w:bCs/>
                <w:sz w:val="20"/>
              </w:rPr>
              <w:t>......................................................................…………….....................................................................………….............................................................</w:t>
            </w:r>
            <w:r w:rsidR="008920EA">
              <w:rPr>
                <w:bCs/>
                <w:sz w:val="20"/>
              </w:rPr>
              <w:t>..</w:t>
            </w:r>
          </w:p>
          <w:p w14:paraId="7B112603" w14:textId="2E6B3B1B" w:rsidR="00A10EC9" w:rsidRPr="001C332A" w:rsidRDefault="00A10EC9" w:rsidP="00A10EC9">
            <w:pPr>
              <w:tabs>
                <w:tab w:val="left" w:pos="1120"/>
              </w:tabs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Téléphone</w:t>
            </w:r>
            <w:r w:rsidRPr="001C332A">
              <w:rPr>
                <w:b/>
                <w:sz w:val="20"/>
              </w:rPr>
              <w:tab/>
              <w:t xml:space="preserve">: </w:t>
            </w:r>
            <w:r w:rsidR="00A503EB" w:rsidRPr="00A10EC9">
              <w:rPr>
                <w:bCs/>
                <w:sz w:val="20"/>
              </w:rPr>
              <w:t>............. .............</w:t>
            </w:r>
            <w:r w:rsidR="00A503EB">
              <w:rPr>
                <w:bCs/>
                <w:sz w:val="20"/>
              </w:rPr>
              <w:t xml:space="preserve"> </w:t>
            </w:r>
            <w:r w:rsidR="00A503EB" w:rsidRPr="00A10EC9">
              <w:rPr>
                <w:bCs/>
                <w:sz w:val="20"/>
              </w:rPr>
              <w:t>.............</w:t>
            </w:r>
          </w:p>
          <w:p w14:paraId="5BEC366D" w14:textId="11555505" w:rsidR="00A10EC9" w:rsidRPr="001C332A" w:rsidRDefault="00A503EB" w:rsidP="00A10EC9">
            <w:pPr>
              <w:tabs>
                <w:tab w:val="left" w:pos="1120"/>
              </w:tabs>
              <w:spacing w:before="120" w:after="120"/>
              <w:jc w:val="left"/>
              <w:rPr>
                <w:b/>
                <w:sz w:val="32"/>
              </w:rPr>
            </w:pPr>
            <w:r>
              <w:rPr>
                <w:b/>
                <w:sz w:val="20"/>
              </w:rPr>
              <w:t>Mail</w:t>
            </w:r>
            <w:r>
              <w:rPr>
                <w:b/>
                <w:sz w:val="20"/>
              </w:rPr>
              <w:tab/>
            </w:r>
            <w:r w:rsidR="00A10EC9" w:rsidRPr="001C332A">
              <w:rPr>
                <w:b/>
                <w:sz w:val="20"/>
              </w:rPr>
              <w:t xml:space="preserve">: </w:t>
            </w:r>
            <w:r w:rsidRPr="00A10EC9">
              <w:rPr>
                <w:bCs/>
                <w:sz w:val="20"/>
              </w:rPr>
              <w:t>.............</w:t>
            </w:r>
            <w:r>
              <w:rPr>
                <w:bCs/>
                <w:sz w:val="20"/>
              </w:rPr>
              <w:t xml:space="preserve"> </w:t>
            </w:r>
            <w:r w:rsidRPr="00A10EC9">
              <w:rPr>
                <w:bCs/>
                <w:sz w:val="20"/>
              </w:rPr>
              <w:t>.............</w:t>
            </w:r>
            <w:r>
              <w:rPr>
                <w:bCs/>
                <w:sz w:val="20"/>
              </w:rPr>
              <w:t xml:space="preserve"> </w:t>
            </w:r>
            <w:r w:rsidRPr="00A10EC9">
              <w:rPr>
                <w:bCs/>
                <w:sz w:val="20"/>
              </w:rPr>
              <w:t>.............</w:t>
            </w:r>
          </w:p>
        </w:tc>
        <w:tc>
          <w:tcPr>
            <w:tcW w:w="5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41DA9" w14:textId="77777777" w:rsidR="00A503EB" w:rsidRDefault="00A10EC9" w:rsidP="00A503EB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Début d’activité :</w:t>
            </w:r>
          </w:p>
          <w:p w14:paraId="0014D06B" w14:textId="653F63DA" w:rsidR="00A503EB" w:rsidRDefault="00A503EB" w:rsidP="00A503EB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sz w:val="20"/>
              </w:rPr>
              <w:t>..........................................................................................</w:t>
            </w:r>
          </w:p>
          <w:p w14:paraId="30B040F7" w14:textId="77777777" w:rsidR="00A503EB" w:rsidRDefault="00A10EC9" w:rsidP="00A503EB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Qualifications</w:t>
            </w:r>
            <w:r w:rsidR="00A503EB">
              <w:rPr>
                <w:b/>
                <w:sz w:val="20"/>
              </w:rPr>
              <w:t> :</w:t>
            </w:r>
          </w:p>
          <w:p w14:paraId="56D96DD4" w14:textId="4BE69D27" w:rsidR="00A10EC9" w:rsidRPr="001C332A" w:rsidRDefault="008920EA" w:rsidP="00A503EB">
            <w:pPr>
              <w:spacing w:before="120" w:after="120"/>
              <w:jc w:val="left"/>
              <w:rPr>
                <w:b/>
                <w:sz w:val="32"/>
              </w:rPr>
            </w:pPr>
            <w:r w:rsidRPr="001C332A">
              <w:rPr>
                <w:sz w:val="20"/>
              </w:rPr>
              <w:t>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</w:rPr>
              <w:t>.</w:t>
            </w:r>
            <w:r w:rsidRPr="001C332A">
              <w:rPr>
                <w:sz w:val="20"/>
              </w:rPr>
              <w:t xml:space="preserve"> 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</w:rPr>
              <w:t>.</w:t>
            </w:r>
            <w:r w:rsidRPr="001C332A">
              <w:rPr>
                <w:sz w:val="20"/>
              </w:rPr>
              <w:t>.........................................................................................</w:t>
            </w:r>
            <w:r>
              <w:rPr>
                <w:sz w:val="20"/>
              </w:rPr>
              <w:t>.</w:t>
            </w:r>
          </w:p>
        </w:tc>
      </w:tr>
      <w:tr w:rsidR="00A10EC9" w:rsidRPr="001A0056" w14:paraId="26510D7F" w14:textId="77777777" w:rsidTr="001A0056">
        <w:trPr>
          <w:cantSplit/>
        </w:trPr>
        <w:tc>
          <w:tcPr>
            <w:tcW w:w="97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7403C2A" w14:textId="2CA35C12" w:rsidR="00A10EC9" w:rsidRPr="001C332A" w:rsidRDefault="00A10EC9" w:rsidP="001A005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COMPOSITION DE VOTRE STRUCTURE</w:t>
            </w:r>
            <w:r w:rsidR="000850CE">
              <w:rPr>
                <w:b/>
                <w:sz w:val="20"/>
              </w:rPr>
              <w:t xml:space="preserve"> (</w:t>
            </w:r>
            <w:r w:rsidR="006D1C65">
              <w:rPr>
                <w:b/>
                <w:sz w:val="20"/>
              </w:rPr>
              <w:t>n</w:t>
            </w:r>
            <w:r w:rsidR="000850CE">
              <w:rPr>
                <w:b/>
                <w:sz w:val="20"/>
              </w:rPr>
              <w:t>ombre et catégorie de personnels ; organigramme )</w:t>
            </w:r>
          </w:p>
        </w:tc>
      </w:tr>
      <w:tr w:rsidR="00A10EC9" w:rsidRPr="001C332A" w14:paraId="49059E10" w14:textId="77777777" w:rsidTr="001A0056">
        <w:trPr>
          <w:cantSplit/>
        </w:trPr>
        <w:tc>
          <w:tcPr>
            <w:tcW w:w="97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71310" w14:textId="77777777" w:rsidR="00A10EC9" w:rsidRPr="001C332A" w:rsidRDefault="00A10EC9" w:rsidP="001A0056">
            <w:pPr>
              <w:spacing w:after="12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_</w:t>
            </w:r>
          </w:p>
          <w:p w14:paraId="17B335F1" w14:textId="77777777" w:rsidR="00A10EC9" w:rsidRPr="001C332A" w:rsidRDefault="00A10EC9" w:rsidP="001A0056">
            <w:pPr>
              <w:spacing w:after="12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_</w:t>
            </w:r>
          </w:p>
          <w:p w14:paraId="2EBC92B1" w14:textId="77777777" w:rsidR="00A10EC9" w:rsidRPr="001C332A" w:rsidRDefault="00A10EC9" w:rsidP="001A0056">
            <w:pPr>
              <w:spacing w:after="12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_</w:t>
            </w:r>
          </w:p>
          <w:p w14:paraId="3C98B286" w14:textId="071481E9" w:rsidR="00A10EC9" w:rsidRPr="001C332A" w:rsidRDefault="00A10EC9" w:rsidP="001A0056">
            <w:pPr>
              <w:spacing w:after="120" w:line="240" w:lineRule="auto"/>
              <w:rPr>
                <w:b/>
                <w:sz w:val="32"/>
              </w:rPr>
            </w:pPr>
            <w:r w:rsidRPr="001C332A">
              <w:rPr>
                <w:b/>
                <w:sz w:val="20"/>
              </w:rPr>
              <w:t>_</w:t>
            </w:r>
          </w:p>
        </w:tc>
      </w:tr>
      <w:tr w:rsidR="00A10EC9" w:rsidRPr="001A0056" w14:paraId="081F4D48" w14:textId="77777777" w:rsidTr="00A503EB">
        <w:trPr>
          <w:cantSplit/>
          <w:trHeight w:val="249"/>
        </w:trPr>
        <w:tc>
          <w:tcPr>
            <w:tcW w:w="97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1691A36" w14:textId="77777777" w:rsidR="00A10EC9" w:rsidRPr="001C332A" w:rsidRDefault="00A10EC9" w:rsidP="001A005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COLLABORATEURS</w:t>
            </w:r>
          </w:p>
        </w:tc>
      </w:tr>
      <w:tr w:rsidR="00A10EC9" w:rsidRPr="001C332A" w14:paraId="0F7DA0F5" w14:textId="77777777" w:rsidTr="00A503EB">
        <w:trPr>
          <w:cantSplit/>
          <w:trHeight w:val="646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EC79519" w14:textId="6F11DC2C" w:rsidR="00A10EC9" w:rsidRPr="001C332A" w:rsidRDefault="00A10EC9" w:rsidP="00A503EB">
            <w:pPr>
              <w:spacing w:before="120" w:after="120" w:line="240" w:lineRule="auto"/>
              <w:jc w:val="center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Conception architecturale</w:t>
            </w:r>
            <w:r w:rsidR="001A0056">
              <w:rPr>
                <w:b/>
                <w:sz w:val="20"/>
              </w:rPr>
              <w:t xml:space="preserve"> </w:t>
            </w:r>
            <w:r w:rsidRPr="001C332A">
              <w:rPr>
                <w:b/>
                <w:sz w:val="20"/>
              </w:rPr>
              <w:t>et technique</w:t>
            </w:r>
          </w:p>
        </w:tc>
        <w:tc>
          <w:tcPr>
            <w:tcW w:w="27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9AFD8DE" w14:textId="72B5889A" w:rsidR="00A10EC9" w:rsidRPr="001C332A" w:rsidRDefault="001A0056" w:rsidP="00A503EB">
            <w:pPr>
              <w:spacing w:before="120" w:after="120" w:line="240" w:lineRule="auto"/>
              <w:jc w:val="center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Economie du bâtiment</w:t>
            </w:r>
            <w:r>
              <w:rPr>
                <w:b/>
                <w:sz w:val="20"/>
              </w:rPr>
              <w:t xml:space="preserve"> </w:t>
            </w:r>
            <w:r w:rsidRPr="001C332A">
              <w:rPr>
                <w:b/>
                <w:sz w:val="20"/>
              </w:rPr>
              <w:t>TCE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7BD9805" w14:textId="0D23B5C1" w:rsidR="00A10EC9" w:rsidRPr="001C332A" w:rsidRDefault="001A0056" w:rsidP="00A503EB">
            <w:pPr>
              <w:spacing w:before="120" w:after="12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BET </w:t>
            </w:r>
            <w:r w:rsidRPr="001C332A">
              <w:rPr>
                <w:b/>
                <w:sz w:val="20"/>
              </w:rPr>
              <w:t>Etude</w:t>
            </w:r>
            <w:r w:rsidR="00A503EB">
              <w:rPr>
                <w:b/>
                <w:sz w:val="20"/>
              </w:rPr>
              <w:t xml:space="preserve"> techniques</w:t>
            </w:r>
            <w:r w:rsidRPr="001C332A">
              <w:rPr>
                <w:b/>
                <w:sz w:val="20"/>
              </w:rPr>
              <w:t xml:space="preserve"> </w:t>
            </w:r>
            <w:r w:rsidR="00A503EB">
              <w:rPr>
                <w:b/>
                <w:sz w:val="20"/>
              </w:rPr>
              <w:t>par spécialités  (</w:t>
            </w:r>
            <w:r w:rsidRPr="001C332A">
              <w:rPr>
                <w:b/>
                <w:sz w:val="20"/>
              </w:rPr>
              <w:t>Structure</w:t>
            </w:r>
            <w:r w:rsidR="00A503EB">
              <w:rPr>
                <w:b/>
                <w:sz w:val="20"/>
              </w:rPr>
              <w:t xml:space="preserve">, SSI, </w:t>
            </w:r>
            <w:r w:rsidRPr="001C332A">
              <w:rPr>
                <w:b/>
                <w:sz w:val="20"/>
              </w:rPr>
              <w:t>Fluides</w:t>
            </w:r>
            <w:r w:rsidR="00A503EB">
              <w:rPr>
                <w:b/>
                <w:sz w:val="20"/>
              </w:rPr>
              <w:t>, OPC …)</w:t>
            </w:r>
          </w:p>
        </w:tc>
      </w:tr>
      <w:tr w:rsidR="00A10EC9" w:rsidRPr="001C332A" w14:paraId="6B421EC2" w14:textId="77777777" w:rsidTr="00D842CF">
        <w:trPr>
          <w:cantSplit/>
          <w:trHeight w:val="1650"/>
        </w:trPr>
        <w:tc>
          <w:tcPr>
            <w:tcW w:w="3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47FC3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18F654DA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3D21F015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5A043B01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6F588C59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</w:tc>
        <w:tc>
          <w:tcPr>
            <w:tcW w:w="2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D1D41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1928283F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349CC65D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7D72B094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33ED12F4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7C7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0BBA5EAB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07CE83A4" w14:textId="632796B2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189CE2ED" w14:textId="70356006" w:rsidR="00A10EC9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6B171960" w14:textId="77777777" w:rsidR="00A503EB" w:rsidRPr="001C332A" w:rsidRDefault="00A503EB" w:rsidP="00A503EB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55BA685A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A10EC9" w:rsidRPr="001C332A" w14:paraId="3725ACC1" w14:textId="77777777" w:rsidTr="001A0056">
        <w:trPr>
          <w:cantSplit/>
        </w:trPr>
        <w:tc>
          <w:tcPr>
            <w:tcW w:w="97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D53E931" w14:textId="77777777" w:rsidR="00A10EC9" w:rsidRPr="001C332A" w:rsidRDefault="00A10EC9" w:rsidP="001A005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 xml:space="preserve">MOYENS MATERIELS (Informatique, </w:t>
            </w:r>
            <w:proofErr w:type="gramStart"/>
            <w:r w:rsidRPr="001C332A">
              <w:rPr>
                <w:b/>
                <w:sz w:val="20"/>
              </w:rPr>
              <w:t>etc...</w:t>
            </w:r>
            <w:proofErr w:type="gramEnd"/>
            <w:r w:rsidRPr="001C332A">
              <w:rPr>
                <w:b/>
                <w:sz w:val="20"/>
              </w:rPr>
              <w:t>)</w:t>
            </w:r>
          </w:p>
        </w:tc>
      </w:tr>
      <w:tr w:rsidR="00A10EC9" w:rsidRPr="001C332A" w14:paraId="0014B79D" w14:textId="77777777" w:rsidTr="001A0056">
        <w:trPr>
          <w:cantSplit/>
          <w:trHeight w:val="1311"/>
        </w:trPr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14B8B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</w:p>
          <w:p w14:paraId="1E9BEEC3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5F236B75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6CDE3F51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25300222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</w:tc>
        <w:tc>
          <w:tcPr>
            <w:tcW w:w="5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EA7FF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</w:p>
          <w:p w14:paraId="3C0FACB7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4061C278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016E5535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00C77D0B" w14:textId="77777777" w:rsidR="00A10EC9" w:rsidRPr="001C332A" w:rsidRDefault="00A10EC9" w:rsidP="001A005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</w:tc>
      </w:tr>
      <w:tr w:rsidR="00A10EC9" w:rsidRPr="001C332A" w14:paraId="41CB7B17" w14:textId="77777777" w:rsidTr="001A0056">
        <w:trPr>
          <w:cantSplit/>
        </w:trPr>
        <w:tc>
          <w:tcPr>
            <w:tcW w:w="97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AD2BDE3" w14:textId="77777777" w:rsidR="00A10EC9" w:rsidRPr="001C332A" w:rsidRDefault="00A10EC9" w:rsidP="001A005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PLAN DE CHARGE ACTUEL</w:t>
            </w:r>
          </w:p>
        </w:tc>
      </w:tr>
      <w:tr w:rsidR="00A10EC9" w:rsidRPr="001C332A" w14:paraId="0BF245B1" w14:textId="77777777" w:rsidTr="00D842CF">
        <w:trPr>
          <w:cantSplit/>
          <w:trHeight w:val="1600"/>
        </w:trPr>
        <w:tc>
          <w:tcPr>
            <w:tcW w:w="9727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3E2F2F1" w14:textId="77777777" w:rsidR="00A10EC9" w:rsidRPr="001C332A" w:rsidRDefault="00A10EC9" w:rsidP="004A0D66">
            <w:pPr>
              <w:rPr>
                <w:b/>
                <w:sz w:val="20"/>
              </w:rPr>
            </w:pPr>
          </w:p>
          <w:p w14:paraId="348EBF13" w14:textId="77777777" w:rsidR="00A10EC9" w:rsidRPr="001C332A" w:rsidRDefault="00A10EC9" w:rsidP="004A0D66">
            <w:pPr>
              <w:rPr>
                <w:b/>
                <w:sz w:val="20"/>
              </w:rPr>
            </w:pPr>
          </w:p>
          <w:p w14:paraId="6A0CE677" w14:textId="77777777" w:rsidR="00A10EC9" w:rsidRPr="001C332A" w:rsidRDefault="00A10EC9" w:rsidP="004A0D66">
            <w:pPr>
              <w:rPr>
                <w:b/>
                <w:sz w:val="20"/>
              </w:rPr>
            </w:pPr>
          </w:p>
        </w:tc>
      </w:tr>
      <w:tr w:rsidR="00F5641C" w:rsidRPr="001C332A" w14:paraId="45F588C1" w14:textId="77777777" w:rsidTr="00D842CF">
        <w:trPr>
          <w:cantSplit/>
          <w:trHeight w:val="832"/>
        </w:trPr>
        <w:tc>
          <w:tcPr>
            <w:tcW w:w="9727" w:type="dxa"/>
            <w:gridSpan w:val="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BA7A2" w14:textId="77777777" w:rsidR="00F5641C" w:rsidRDefault="00F5641C" w:rsidP="00F5641C">
            <w:pPr>
              <w:jc w:val="center"/>
              <w:rPr>
                <w:color w:val="7F7F7F" w:themeColor="text1" w:themeTint="80"/>
              </w:rPr>
            </w:pPr>
            <w:r w:rsidRPr="005873A4">
              <w:rPr>
                <w:color w:val="7F7F7F" w:themeColor="text1" w:themeTint="80"/>
              </w:rPr>
              <w:t>Signature et tampon</w:t>
            </w:r>
          </w:p>
          <w:p w14:paraId="511FA479" w14:textId="5CD5EA55" w:rsidR="00D842CF" w:rsidRPr="001C332A" w:rsidRDefault="00D842CF" w:rsidP="00F5641C">
            <w:pPr>
              <w:jc w:val="center"/>
              <w:rPr>
                <w:b/>
                <w:sz w:val="20"/>
              </w:rPr>
            </w:pPr>
          </w:p>
        </w:tc>
      </w:tr>
    </w:tbl>
    <w:p w14:paraId="194552D7" w14:textId="77777777" w:rsidR="007011F2" w:rsidRDefault="007011F2" w:rsidP="001A0056">
      <w:pPr>
        <w:spacing w:after="0"/>
        <w:jc w:val="left"/>
        <w:rPr>
          <w:b/>
          <w:szCs w:val="18"/>
        </w:rPr>
      </w:pPr>
    </w:p>
    <w:p w14:paraId="2186DB3D" w14:textId="619E8446" w:rsidR="001A0056" w:rsidRDefault="001A0056" w:rsidP="001A0056">
      <w:pPr>
        <w:spacing w:after="0"/>
        <w:jc w:val="left"/>
        <w:rPr>
          <w:b/>
          <w:szCs w:val="18"/>
        </w:rPr>
      </w:pPr>
      <w:r w:rsidRPr="00A10EC9">
        <w:rPr>
          <w:b/>
          <w:szCs w:val="18"/>
        </w:rPr>
        <w:lastRenderedPageBreak/>
        <w:t xml:space="preserve">Cas </w:t>
      </w:r>
      <w:r>
        <w:rPr>
          <w:b/>
          <w:szCs w:val="18"/>
        </w:rPr>
        <w:t>2</w:t>
      </w:r>
      <w:r w:rsidRPr="00A10EC9">
        <w:rPr>
          <w:b/>
          <w:szCs w:val="18"/>
        </w:rPr>
        <w:t xml:space="preserve"> :  </w:t>
      </w:r>
      <w:r w:rsidRPr="001A0056">
        <w:rPr>
          <w:b/>
          <w:szCs w:val="18"/>
        </w:rPr>
        <w:t>Groupement (A remplir pour chacun des mandataire et co-traitants)</w:t>
      </w:r>
    </w:p>
    <w:tbl>
      <w:tblPr>
        <w:tblW w:w="9727" w:type="dxa"/>
        <w:tblInd w:w="-8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539"/>
        <w:gridCol w:w="5188"/>
      </w:tblGrid>
      <w:tr w:rsidR="008920EA" w:rsidRPr="001C332A" w14:paraId="2878DB06" w14:textId="77777777" w:rsidTr="008920EA">
        <w:trPr>
          <w:cantSplit/>
        </w:trPr>
        <w:tc>
          <w:tcPr>
            <w:tcW w:w="9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4EE2F88" w14:textId="1A2ABB68" w:rsidR="008920EA" w:rsidRDefault="0081651C" w:rsidP="004A0D66">
            <w:pPr>
              <w:spacing w:before="120" w:after="1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Nom du </w:t>
            </w:r>
            <w:r w:rsidR="008920EA" w:rsidRPr="001C332A">
              <w:rPr>
                <w:b/>
                <w:sz w:val="20"/>
              </w:rPr>
              <w:t>C</w:t>
            </w:r>
            <w:r>
              <w:rPr>
                <w:b/>
                <w:sz w:val="20"/>
              </w:rPr>
              <w:t>andidat </w:t>
            </w:r>
            <w:r w:rsidR="006F6BE6">
              <w:rPr>
                <w:b/>
                <w:sz w:val="20"/>
              </w:rPr>
              <w:t xml:space="preserve">/ Dénomination </w:t>
            </w:r>
            <w:r>
              <w:rPr>
                <w:b/>
                <w:sz w:val="20"/>
              </w:rPr>
              <w:t xml:space="preserve">: </w:t>
            </w:r>
            <w:r w:rsidRPr="0081651C">
              <w:rPr>
                <w:bCs/>
                <w:sz w:val="20"/>
              </w:rPr>
              <w:t>…………………………</w:t>
            </w:r>
            <w:r w:rsidR="006F6BE6" w:rsidRPr="0081651C">
              <w:rPr>
                <w:bCs/>
                <w:sz w:val="20"/>
              </w:rPr>
              <w:t>………………………………………………</w:t>
            </w:r>
            <w:r w:rsidRPr="0081651C">
              <w:rPr>
                <w:bCs/>
                <w:sz w:val="20"/>
              </w:rPr>
              <w:t>………</w:t>
            </w:r>
            <w:r>
              <w:rPr>
                <w:bCs/>
                <w:sz w:val="20"/>
              </w:rPr>
              <w:t xml:space="preserve">   </w:t>
            </w:r>
          </w:p>
          <w:p w14:paraId="682D2F34" w14:textId="2FE357CD" w:rsidR="0081651C" w:rsidRPr="001C332A" w:rsidRDefault="006F6BE6" w:rsidP="004A0D66">
            <w:pPr>
              <w:spacing w:before="120" w:after="120"/>
              <w:jc w:val="left"/>
              <w:rPr>
                <w:b/>
                <w:sz w:val="20"/>
              </w:rPr>
            </w:pPr>
            <w:r>
              <w:rPr>
                <w:bCs/>
                <w:sz w:val="20"/>
              </w:rPr>
              <w:t xml:space="preserve">Mandataire O/N : </w:t>
            </w:r>
            <w:sdt>
              <w:sdtPr>
                <w:rPr>
                  <w:bCs/>
                  <w:sz w:val="20"/>
                </w:rPr>
                <w:id w:val="176758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0"/>
                  </w:rPr>
                  <w:t>☐</w:t>
                </w:r>
              </w:sdtContent>
            </w:sdt>
            <w:r w:rsidRPr="001C332A">
              <w:t xml:space="preserve"> </w:t>
            </w:r>
            <w:r>
              <w:tab/>
            </w:r>
            <w:r w:rsidR="0081651C" w:rsidRPr="001C332A">
              <w:t xml:space="preserve">Numéro </w:t>
            </w:r>
            <w:r w:rsidR="0081651C">
              <w:t>d</w:t>
            </w:r>
            <w:r w:rsidR="0081651C" w:rsidRPr="001C332A">
              <w:t>'Ordre des Architectes Français :</w:t>
            </w:r>
            <w:r w:rsidR="0081651C">
              <w:t xml:space="preserve"> </w:t>
            </w:r>
            <w:r w:rsidR="0081651C" w:rsidRPr="0081651C">
              <w:rPr>
                <w:bCs/>
                <w:sz w:val="20"/>
              </w:rPr>
              <w:t>…………………………………………</w:t>
            </w:r>
          </w:p>
        </w:tc>
      </w:tr>
      <w:tr w:rsidR="008920EA" w:rsidRPr="001C332A" w14:paraId="60C0EECF" w14:textId="77777777" w:rsidTr="006F6BE6">
        <w:trPr>
          <w:cantSplit/>
          <w:trHeight w:val="2836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6E5E7" w14:textId="71C03354" w:rsidR="0081651C" w:rsidRDefault="0081651C" w:rsidP="004A0D66">
            <w:pPr>
              <w:tabs>
                <w:tab w:val="left" w:pos="1120"/>
              </w:tabs>
              <w:spacing w:before="120" w:after="1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Spécialité</w:t>
            </w:r>
            <w:r w:rsidR="00F5641C">
              <w:rPr>
                <w:b/>
                <w:sz w:val="20"/>
              </w:rPr>
              <w:t>(s)</w:t>
            </w:r>
            <w:r>
              <w:rPr>
                <w:b/>
                <w:sz w:val="20"/>
              </w:rPr>
              <w:t> :</w:t>
            </w:r>
          </w:p>
          <w:p w14:paraId="791FB563" w14:textId="3DEB56E0" w:rsidR="0081651C" w:rsidRDefault="0081651C" w:rsidP="004A0D66">
            <w:pPr>
              <w:tabs>
                <w:tab w:val="left" w:pos="1120"/>
              </w:tabs>
              <w:spacing w:before="120" w:after="120"/>
              <w:jc w:val="left"/>
              <w:rPr>
                <w:b/>
                <w:sz w:val="20"/>
              </w:rPr>
            </w:pPr>
            <w:r w:rsidRPr="00A10EC9">
              <w:rPr>
                <w:bCs/>
                <w:sz w:val="20"/>
              </w:rPr>
              <w:t>......................................................................……</w:t>
            </w:r>
          </w:p>
          <w:p w14:paraId="349B79C2" w14:textId="73BEC886" w:rsidR="008920EA" w:rsidRPr="00A10EC9" w:rsidRDefault="008920EA" w:rsidP="004A0D66">
            <w:pPr>
              <w:tabs>
                <w:tab w:val="left" w:pos="1120"/>
              </w:tabs>
              <w:spacing w:before="120" w:after="120"/>
              <w:jc w:val="left"/>
              <w:rPr>
                <w:bCs/>
                <w:sz w:val="20"/>
              </w:rPr>
            </w:pPr>
            <w:r w:rsidRPr="001C332A">
              <w:rPr>
                <w:b/>
                <w:sz w:val="20"/>
              </w:rPr>
              <w:t xml:space="preserve">Adresse: </w:t>
            </w:r>
            <w:r w:rsidRPr="00A10EC9">
              <w:rPr>
                <w:bCs/>
                <w:sz w:val="20"/>
              </w:rPr>
              <w:t>...........................................……………</w:t>
            </w:r>
          </w:p>
          <w:p w14:paraId="4B9ACA2A" w14:textId="77777777" w:rsidR="008920EA" w:rsidRPr="00A10EC9" w:rsidRDefault="008920EA" w:rsidP="004A0D66">
            <w:pPr>
              <w:tabs>
                <w:tab w:val="left" w:pos="1120"/>
              </w:tabs>
              <w:spacing w:before="120" w:after="120"/>
              <w:jc w:val="left"/>
              <w:rPr>
                <w:bCs/>
                <w:sz w:val="20"/>
              </w:rPr>
            </w:pPr>
            <w:r w:rsidRPr="00A10EC9">
              <w:rPr>
                <w:bCs/>
                <w:sz w:val="20"/>
              </w:rPr>
              <w:t>......................................................................…………….....................................................................………….............................................................</w:t>
            </w:r>
            <w:r>
              <w:rPr>
                <w:bCs/>
                <w:sz w:val="20"/>
              </w:rPr>
              <w:t>..</w:t>
            </w:r>
          </w:p>
          <w:p w14:paraId="0C4A7A10" w14:textId="77777777" w:rsidR="008920EA" w:rsidRPr="001C332A" w:rsidRDefault="008920EA" w:rsidP="004A0D66">
            <w:pPr>
              <w:tabs>
                <w:tab w:val="left" w:pos="1120"/>
              </w:tabs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Téléphone</w:t>
            </w:r>
            <w:r w:rsidRPr="001C332A">
              <w:rPr>
                <w:b/>
                <w:sz w:val="20"/>
              </w:rPr>
              <w:tab/>
              <w:t xml:space="preserve">: </w:t>
            </w:r>
            <w:r w:rsidRPr="00A10EC9">
              <w:rPr>
                <w:bCs/>
                <w:sz w:val="20"/>
              </w:rPr>
              <w:t>............. .............</w:t>
            </w:r>
            <w:r>
              <w:rPr>
                <w:bCs/>
                <w:sz w:val="20"/>
              </w:rPr>
              <w:t xml:space="preserve"> </w:t>
            </w:r>
            <w:r w:rsidRPr="00A10EC9">
              <w:rPr>
                <w:bCs/>
                <w:sz w:val="20"/>
              </w:rPr>
              <w:t>.............</w:t>
            </w:r>
          </w:p>
          <w:p w14:paraId="20397242" w14:textId="77777777" w:rsidR="008920EA" w:rsidRPr="001C332A" w:rsidRDefault="008920EA" w:rsidP="004A0D66">
            <w:pPr>
              <w:tabs>
                <w:tab w:val="left" w:pos="1120"/>
              </w:tabs>
              <w:spacing w:before="120" w:after="120"/>
              <w:jc w:val="left"/>
              <w:rPr>
                <w:b/>
                <w:sz w:val="32"/>
              </w:rPr>
            </w:pPr>
            <w:r>
              <w:rPr>
                <w:b/>
                <w:sz w:val="20"/>
              </w:rPr>
              <w:t>Mail</w:t>
            </w:r>
            <w:r>
              <w:rPr>
                <w:b/>
                <w:sz w:val="20"/>
              </w:rPr>
              <w:tab/>
            </w:r>
            <w:r w:rsidRPr="001C332A">
              <w:rPr>
                <w:b/>
                <w:sz w:val="20"/>
              </w:rPr>
              <w:t xml:space="preserve">: </w:t>
            </w:r>
            <w:r w:rsidRPr="00A10EC9">
              <w:rPr>
                <w:bCs/>
                <w:sz w:val="20"/>
              </w:rPr>
              <w:t>.............</w:t>
            </w:r>
            <w:r>
              <w:rPr>
                <w:bCs/>
                <w:sz w:val="20"/>
              </w:rPr>
              <w:t xml:space="preserve"> </w:t>
            </w:r>
            <w:r w:rsidRPr="00A10EC9">
              <w:rPr>
                <w:bCs/>
                <w:sz w:val="20"/>
              </w:rPr>
              <w:t>.............</w:t>
            </w:r>
            <w:r>
              <w:rPr>
                <w:bCs/>
                <w:sz w:val="20"/>
              </w:rPr>
              <w:t xml:space="preserve"> </w:t>
            </w:r>
            <w:r w:rsidRPr="00A10EC9">
              <w:rPr>
                <w:bCs/>
                <w:sz w:val="20"/>
              </w:rPr>
              <w:t>.............</w:t>
            </w:r>
          </w:p>
        </w:tc>
        <w:tc>
          <w:tcPr>
            <w:tcW w:w="5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11B87" w14:textId="77777777" w:rsidR="008920EA" w:rsidRDefault="008920EA" w:rsidP="004A0D6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Début d’activité :</w:t>
            </w:r>
          </w:p>
          <w:p w14:paraId="14E9E3CF" w14:textId="77777777" w:rsidR="008920EA" w:rsidRDefault="008920EA" w:rsidP="004A0D6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sz w:val="20"/>
              </w:rPr>
              <w:t>..........................................................................................</w:t>
            </w:r>
          </w:p>
          <w:p w14:paraId="6BD546E6" w14:textId="3B52D72F" w:rsidR="008920EA" w:rsidRDefault="00F5641C" w:rsidP="004A0D66">
            <w:pPr>
              <w:spacing w:before="120" w:after="1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Nom des autres membres du groupement :</w:t>
            </w:r>
          </w:p>
          <w:p w14:paraId="543A5194" w14:textId="77777777" w:rsidR="00F5641C" w:rsidRPr="0068287E" w:rsidRDefault="00F5641C" w:rsidP="004A0D66">
            <w:pPr>
              <w:spacing w:before="120" w:after="120"/>
              <w:jc w:val="left"/>
              <w:rPr>
                <w:sz w:val="20"/>
                <w:lang w:val="en-US"/>
              </w:rPr>
            </w:pPr>
            <w:proofErr w:type="spellStart"/>
            <w:proofErr w:type="gramStart"/>
            <w:r w:rsidRPr="0068287E">
              <w:rPr>
                <w:sz w:val="20"/>
                <w:lang w:val="en-US"/>
              </w:rPr>
              <w:t>Mandataire</w:t>
            </w:r>
            <w:proofErr w:type="spellEnd"/>
            <w:r w:rsidRPr="0068287E">
              <w:rPr>
                <w:sz w:val="20"/>
                <w:lang w:val="en-US"/>
              </w:rPr>
              <w:t> :</w:t>
            </w:r>
            <w:proofErr w:type="gramEnd"/>
            <w:r w:rsidRPr="0068287E">
              <w:rPr>
                <w:sz w:val="20"/>
                <w:lang w:val="en-US"/>
              </w:rPr>
              <w:t xml:space="preserve"> </w:t>
            </w:r>
          </w:p>
          <w:p w14:paraId="08A13CEC" w14:textId="40C6EC41" w:rsidR="00F5641C" w:rsidRPr="00F5641C" w:rsidRDefault="00F5641C" w:rsidP="00F5641C">
            <w:pPr>
              <w:spacing w:before="120" w:after="120"/>
              <w:ind w:left="58"/>
              <w:jc w:val="left"/>
              <w:rPr>
                <w:sz w:val="20"/>
                <w:lang w:val="en-US"/>
              </w:rPr>
            </w:pPr>
            <w:r w:rsidRPr="00F5641C">
              <w:rPr>
                <w:sz w:val="20"/>
                <w:lang w:val="en-US"/>
              </w:rPr>
              <w:t>Co</w:t>
            </w:r>
            <w:r>
              <w:rPr>
                <w:sz w:val="20"/>
                <w:lang w:val="en-US"/>
              </w:rPr>
              <w:t>-</w:t>
            </w:r>
            <w:proofErr w:type="spellStart"/>
            <w:r w:rsidRPr="00F5641C">
              <w:rPr>
                <w:sz w:val="20"/>
                <w:lang w:val="en-US"/>
              </w:rPr>
              <w:t>traitant</w:t>
            </w:r>
            <w:proofErr w:type="spellEnd"/>
            <w:r w:rsidRPr="00F5641C">
              <w:rPr>
                <w:sz w:val="20"/>
                <w:lang w:val="en-US"/>
              </w:rPr>
              <w:t xml:space="preserve"> (1): …………………………………………….</w:t>
            </w:r>
          </w:p>
          <w:p w14:paraId="18DFC9DE" w14:textId="10484D37" w:rsidR="00F5641C" w:rsidRPr="00F5641C" w:rsidRDefault="00F5641C" w:rsidP="00F5641C">
            <w:pPr>
              <w:spacing w:before="120" w:after="120"/>
              <w:ind w:left="58"/>
              <w:jc w:val="left"/>
              <w:rPr>
                <w:sz w:val="20"/>
                <w:lang w:val="en-US"/>
              </w:rPr>
            </w:pPr>
            <w:r w:rsidRPr="00F5641C">
              <w:rPr>
                <w:sz w:val="20"/>
                <w:lang w:val="en-US"/>
              </w:rPr>
              <w:t>Co</w:t>
            </w:r>
            <w:r>
              <w:rPr>
                <w:sz w:val="20"/>
                <w:lang w:val="en-US"/>
              </w:rPr>
              <w:t>-</w:t>
            </w:r>
            <w:proofErr w:type="spellStart"/>
            <w:r w:rsidRPr="00F5641C">
              <w:rPr>
                <w:sz w:val="20"/>
                <w:lang w:val="en-US"/>
              </w:rPr>
              <w:t>traitant</w:t>
            </w:r>
            <w:proofErr w:type="spellEnd"/>
            <w:r w:rsidRPr="00F5641C">
              <w:rPr>
                <w:sz w:val="20"/>
                <w:lang w:val="en-US"/>
              </w:rPr>
              <w:t xml:space="preserve"> (</w:t>
            </w:r>
            <w:r>
              <w:rPr>
                <w:sz w:val="20"/>
                <w:lang w:val="en-US"/>
              </w:rPr>
              <w:t>2</w:t>
            </w:r>
            <w:r w:rsidRPr="00F5641C">
              <w:rPr>
                <w:sz w:val="20"/>
                <w:lang w:val="en-US"/>
              </w:rPr>
              <w:t>): …………………………………………….</w:t>
            </w:r>
          </w:p>
          <w:p w14:paraId="5C50183F" w14:textId="0D93BA29" w:rsidR="00F5641C" w:rsidRPr="00F5641C" w:rsidRDefault="00F5641C" w:rsidP="00F5641C">
            <w:pPr>
              <w:spacing w:before="120" w:after="120"/>
              <w:ind w:left="58"/>
              <w:jc w:val="left"/>
              <w:rPr>
                <w:sz w:val="20"/>
                <w:lang w:val="en-US"/>
              </w:rPr>
            </w:pPr>
            <w:r w:rsidRPr="00F5641C">
              <w:rPr>
                <w:sz w:val="20"/>
                <w:lang w:val="en-US"/>
              </w:rPr>
              <w:t>Co</w:t>
            </w:r>
            <w:r>
              <w:rPr>
                <w:sz w:val="20"/>
                <w:lang w:val="en-US"/>
              </w:rPr>
              <w:t>-</w:t>
            </w:r>
            <w:proofErr w:type="spellStart"/>
            <w:r w:rsidRPr="00F5641C">
              <w:rPr>
                <w:sz w:val="20"/>
                <w:lang w:val="en-US"/>
              </w:rPr>
              <w:t>traitant</w:t>
            </w:r>
            <w:proofErr w:type="spellEnd"/>
            <w:r w:rsidRPr="00F5641C">
              <w:rPr>
                <w:sz w:val="20"/>
                <w:lang w:val="en-US"/>
              </w:rPr>
              <w:t xml:space="preserve"> (</w:t>
            </w:r>
            <w:r>
              <w:rPr>
                <w:sz w:val="20"/>
                <w:lang w:val="en-US"/>
              </w:rPr>
              <w:t>3</w:t>
            </w:r>
            <w:r w:rsidRPr="00F5641C">
              <w:rPr>
                <w:sz w:val="20"/>
                <w:lang w:val="en-US"/>
              </w:rPr>
              <w:t>): …………………………………………….</w:t>
            </w:r>
          </w:p>
          <w:p w14:paraId="07BF177C" w14:textId="77597B27" w:rsidR="00F5641C" w:rsidRPr="00F5641C" w:rsidRDefault="00F5641C" w:rsidP="00F5641C">
            <w:pPr>
              <w:spacing w:before="120" w:after="120"/>
              <w:ind w:left="58"/>
              <w:jc w:val="left"/>
              <w:rPr>
                <w:sz w:val="20"/>
                <w:lang w:val="en-US"/>
              </w:rPr>
            </w:pPr>
            <w:r w:rsidRPr="00F5641C">
              <w:rPr>
                <w:sz w:val="20"/>
                <w:lang w:val="en-US"/>
              </w:rPr>
              <w:t>Co</w:t>
            </w:r>
            <w:r>
              <w:rPr>
                <w:sz w:val="20"/>
                <w:lang w:val="en-US"/>
              </w:rPr>
              <w:t>-</w:t>
            </w:r>
            <w:proofErr w:type="spellStart"/>
            <w:r w:rsidRPr="00F5641C">
              <w:rPr>
                <w:sz w:val="20"/>
                <w:lang w:val="en-US"/>
              </w:rPr>
              <w:t>traitant</w:t>
            </w:r>
            <w:proofErr w:type="spellEnd"/>
            <w:r w:rsidRPr="00F5641C">
              <w:rPr>
                <w:sz w:val="20"/>
                <w:lang w:val="en-US"/>
              </w:rPr>
              <w:t xml:space="preserve"> (</w:t>
            </w:r>
            <w:r>
              <w:rPr>
                <w:sz w:val="20"/>
                <w:lang w:val="en-US"/>
              </w:rPr>
              <w:t>4</w:t>
            </w:r>
            <w:r w:rsidRPr="00F5641C">
              <w:rPr>
                <w:sz w:val="20"/>
                <w:lang w:val="en-US"/>
              </w:rPr>
              <w:t>): …………………………………………….</w:t>
            </w:r>
          </w:p>
          <w:p w14:paraId="700DE96D" w14:textId="32806532" w:rsidR="008920EA" w:rsidRPr="00F5641C" w:rsidRDefault="00F5641C" w:rsidP="00F5641C">
            <w:pPr>
              <w:spacing w:before="120" w:after="120"/>
              <w:ind w:left="58"/>
              <w:jc w:val="left"/>
              <w:rPr>
                <w:sz w:val="20"/>
                <w:lang w:val="en-US"/>
              </w:rPr>
            </w:pPr>
            <w:r w:rsidRPr="00F5641C">
              <w:rPr>
                <w:sz w:val="20"/>
                <w:lang w:val="en-US"/>
              </w:rPr>
              <w:t>Co</w:t>
            </w:r>
            <w:r>
              <w:rPr>
                <w:sz w:val="20"/>
                <w:lang w:val="en-US"/>
              </w:rPr>
              <w:t>-</w:t>
            </w:r>
            <w:proofErr w:type="spellStart"/>
            <w:r w:rsidRPr="00F5641C">
              <w:rPr>
                <w:sz w:val="20"/>
                <w:lang w:val="en-US"/>
              </w:rPr>
              <w:t>traitant</w:t>
            </w:r>
            <w:proofErr w:type="spellEnd"/>
            <w:r w:rsidRPr="00F5641C">
              <w:rPr>
                <w:sz w:val="20"/>
                <w:lang w:val="en-US"/>
              </w:rPr>
              <w:t xml:space="preserve"> (</w:t>
            </w:r>
            <w:r>
              <w:rPr>
                <w:sz w:val="20"/>
                <w:lang w:val="en-US"/>
              </w:rPr>
              <w:t>5)</w:t>
            </w:r>
            <w:r w:rsidRPr="00F5641C">
              <w:rPr>
                <w:sz w:val="20"/>
                <w:lang w:val="en-US"/>
              </w:rPr>
              <w:t>: …………………………………………….</w:t>
            </w:r>
          </w:p>
        </w:tc>
      </w:tr>
      <w:tr w:rsidR="008920EA" w:rsidRPr="001A0056" w14:paraId="7A768231" w14:textId="77777777" w:rsidTr="004A0D66">
        <w:trPr>
          <w:cantSplit/>
        </w:trPr>
        <w:tc>
          <w:tcPr>
            <w:tcW w:w="9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649670E9" w14:textId="3EC558F7" w:rsidR="008920EA" w:rsidRPr="001C332A" w:rsidRDefault="008920EA" w:rsidP="004A0D6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COMPOSITION DE VOTRE STRUCTURE</w:t>
            </w:r>
            <w:r w:rsidR="006D1C65">
              <w:rPr>
                <w:b/>
                <w:sz w:val="20"/>
              </w:rPr>
              <w:t xml:space="preserve"> (nombre, typologie d’emploi,  organigramme )</w:t>
            </w:r>
          </w:p>
        </w:tc>
      </w:tr>
      <w:tr w:rsidR="008920EA" w:rsidRPr="001C332A" w14:paraId="273EFFF6" w14:textId="77777777" w:rsidTr="004A0D66">
        <w:trPr>
          <w:cantSplit/>
        </w:trPr>
        <w:tc>
          <w:tcPr>
            <w:tcW w:w="9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D930E" w14:textId="77777777" w:rsidR="008920EA" w:rsidRPr="001C332A" w:rsidRDefault="008920EA" w:rsidP="004A0D66">
            <w:pPr>
              <w:spacing w:after="12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_</w:t>
            </w:r>
          </w:p>
          <w:p w14:paraId="19AF404D" w14:textId="77777777" w:rsidR="008920EA" w:rsidRPr="001C332A" w:rsidRDefault="008920EA" w:rsidP="004A0D66">
            <w:pPr>
              <w:spacing w:after="12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_</w:t>
            </w:r>
          </w:p>
          <w:p w14:paraId="734296FF" w14:textId="77777777" w:rsidR="008920EA" w:rsidRPr="001C332A" w:rsidRDefault="008920EA" w:rsidP="004A0D66">
            <w:pPr>
              <w:spacing w:after="12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_</w:t>
            </w:r>
          </w:p>
          <w:p w14:paraId="5CA7AA59" w14:textId="77777777" w:rsidR="008920EA" w:rsidRPr="001C332A" w:rsidRDefault="008920EA" w:rsidP="004A0D66">
            <w:pPr>
              <w:spacing w:after="120" w:line="240" w:lineRule="auto"/>
              <w:rPr>
                <w:b/>
                <w:sz w:val="32"/>
              </w:rPr>
            </w:pPr>
            <w:r w:rsidRPr="001C332A">
              <w:rPr>
                <w:b/>
                <w:sz w:val="20"/>
              </w:rPr>
              <w:t>_</w:t>
            </w:r>
          </w:p>
        </w:tc>
      </w:tr>
      <w:tr w:rsidR="008920EA" w:rsidRPr="001A0056" w14:paraId="6C7B494D" w14:textId="77777777" w:rsidTr="004A0D66">
        <w:trPr>
          <w:cantSplit/>
          <w:trHeight w:val="249"/>
        </w:trPr>
        <w:tc>
          <w:tcPr>
            <w:tcW w:w="9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6EE3BDC" w14:textId="77777777" w:rsidR="008920EA" w:rsidRPr="001C332A" w:rsidRDefault="008920EA" w:rsidP="004A0D6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COLLABORATEURS</w:t>
            </w:r>
          </w:p>
        </w:tc>
      </w:tr>
      <w:tr w:rsidR="0081651C" w:rsidRPr="001C332A" w14:paraId="57CC93D3" w14:textId="77777777" w:rsidTr="006F6BE6">
        <w:trPr>
          <w:cantSplit/>
          <w:trHeight w:val="1899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9E8DF" w14:textId="77777777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41075CE6" w14:textId="77777777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5283ABA3" w14:textId="77777777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205C5C04" w14:textId="77777777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1242CA17" w14:textId="77777777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</w:tc>
        <w:tc>
          <w:tcPr>
            <w:tcW w:w="5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9A85C" w14:textId="77777777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0BFC9A2E" w14:textId="77777777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74B3987F" w14:textId="77777777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28EE2C69" w14:textId="77777777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284E1D73" w14:textId="542A7DC1" w:rsidR="0081651C" w:rsidRPr="001C332A" w:rsidRDefault="0081651C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</w:tc>
      </w:tr>
      <w:tr w:rsidR="008920EA" w:rsidRPr="001C332A" w14:paraId="3CDE2CAC" w14:textId="77777777" w:rsidTr="004A0D66">
        <w:trPr>
          <w:cantSplit/>
        </w:trPr>
        <w:tc>
          <w:tcPr>
            <w:tcW w:w="9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E4FF7B1" w14:textId="77777777" w:rsidR="008920EA" w:rsidRPr="001C332A" w:rsidRDefault="008920EA" w:rsidP="004A0D6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 xml:space="preserve">MOYENS MATERIELS (Informatique, </w:t>
            </w:r>
            <w:proofErr w:type="gramStart"/>
            <w:r w:rsidRPr="001C332A">
              <w:rPr>
                <w:b/>
                <w:sz w:val="20"/>
              </w:rPr>
              <w:t>etc...</w:t>
            </w:r>
            <w:proofErr w:type="gramEnd"/>
            <w:r w:rsidRPr="001C332A">
              <w:rPr>
                <w:b/>
                <w:sz w:val="20"/>
              </w:rPr>
              <w:t>)</w:t>
            </w:r>
          </w:p>
        </w:tc>
      </w:tr>
      <w:tr w:rsidR="008920EA" w:rsidRPr="001C332A" w14:paraId="7F74FFCB" w14:textId="77777777" w:rsidTr="006F6BE6">
        <w:trPr>
          <w:cantSplit/>
          <w:trHeight w:val="1311"/>
        </w:trPr>
        <w:tc>
          <w:tcPr>
            <w:tcW w:w="4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A77D" w14:textId="77777777" w:rsidR="008920EA" w:rsidRPr="001C332A" w:rsidRDefault="008920EA" w:rsidP="004A0D66">
            <w:pPr>
              <w:spacing w:after="0" w:line="240" w:lineRule="auto"/>
              <w:rPr>
                <w:b/>
                <w:sz w:val="20"/>
              </w:rPr>
            </w:pPr>
          </w:p>
          <w:p w14:paraId="5A7A3A8E" w14:textId="77777777" w:rsidR="008920EA" w:rsidRPr="001C332A" w:rsidRDefault="008920EA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1E2532C1" w14:textId="77777777" w:rsidR="008920EA" w:rsidRPr="001C332A" w:rsidRDefault="008920EA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1418CF70" w14:textId="77777777" w:rsidR="008920EA" w:rsidRPr="001C332A" w:rsidRDefault="008920EA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429E6ADC" w14:textId="77777777" w:rsidR="008920EA" w:rsidRDefault="008920EA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16DAAD71" w14:textId="3E6EFAF5" w:rsidR="006F6BE6" w:rsidRPr="001C332A" w:rsidRDefault="006F6BE6" w:rsidP="004A0D66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5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C92E7" w14:textId="77777777" w:rsidR="008920EA" w:rsidRPr="001C332A" w:rsidRDefault="008920EA" w:rsidP="004A0D66">
            <w:pPr>
              <w:spacing w:after="0" w:line="240" w:lineRule="auto"/>
              <w:rPr>
                <w:b/>
                <w:sz w:val="20"/>
              </w:rPr>
            </w:pPr>
          </w:p>
          <w:p w14:paraId="54DC935D" w14:textId="77777777" w:rsidR="008920EA" w:rsidRPr="001C332A" w:rsidRDefault="008920EA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2D0E42C2" w14:textId="77777777" w:rsidR="008920EA" w:rsidRPr="001C332A" w:rsidRDefault="008920EA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1723DC81" w14:textId="77777777" w:rsidR="008920EA" w:rsidRPr="001C332A" w:rsidRDefault="008920EA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21BFE2C5" w14:textId="77777777" w:rsidR="008920EA" w:rsidRDefault="008920EA" w:rsidP="004A0D66">
            <w:pPr>
              <w:spacing w:after="0" w:line="240" w:lineRule="auto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-</w:t>
            </w:r>
          </w:p>
          <w:p w14:paraId="55CEF40A" w14:textId="52765C4D" w:rsidR="006F6BE6" w:rsidRPr="001C332A" w:rsidRDefault="006F6BE6" w:rsidP="004A0D66">
            <w:pPr>
              <w:spacing w:after="0" w:line="240" w:lineRule="auto"/>
              <w:rPr>
                <w:b/>
                <w:sz w:val="20"/>
              </w:rPr>
            </w:pPr>
          </w:p>
        </w:tc>
      </w:tr>
      <w:tr w:rsidR="008920EA" w:rsidRPr="001C332A" w14:paraId="1C9FB891" w14:textId="77777777" w:rsidTr="004A0D66">
        <w:trPr>
          <w:cantSplit/>
        </w:trPr>
        <w:tc>
          <w:tcPr>
            <w:tcW w:w="9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685F89F" w14:textId="77777777" w:rsidR="008920EA" w:rsidRPr="001C332A" w:rsidRDefault="008920EA" w:rsidP="004A0D66">
            <w:pPr>
              <w:spacing w:before="120" w:after="120"/>
              <w:jc w:val="left"/>
              <w:rPr>
                <w:b/>
                <w:sz w:val="20"/>
              </w:rPr>
            </w:pPr>
            <w:r w:rsidRPr="001C332A">
              <w:rPr>
                <w:b/>
                <w:sz w:val="20"/>
              </w:rPr>
              <w:t>PLAN DE CHARGE ACTUEL</w:t>
            </w:r>
          </w:p>
        </w:tc>
      </w:tr>
      <w:tr w:rsidR="008920EA" w:rsidRPr="001C332A" w14:paraId="00E1D96A" w14:textId="77777777" w:rsidTr="006F6BE6">
        <w:trPr>
          <w:cantSplit/>
          <w:trHeight w:val="1983"/>
        </w:trPr>
        <w:tc>
          <w:tcPr>
            <w:tcW w:w="972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6784D1F" w14:textId="77777777" w:rsidR="008920EA" w:rsidRPr="001C332A" w:rsidRDefault="008920EA" w:rsidP="004A0D66">
            <w:pPr>
              <w:rPr>
                <w:b/>
                <w:sz w:val="20"/>
              </w:rPr>
            </w:pPr>
          </w:p>
          <w:p w14:paraId="40336BD0" w14:textId="77777777" w:rsidR="008920EA" w:rsidRPr="001C332A" w:rsidRDefault="008920EA" w:rsidP="004A0D66">
            <w:pPr>
              <w:rPr>
                <w:b/>
                <w:sz w:val="20"/>
              </w:rPr>
            </w:pPr>
          </w:p>
          <w:p w14:paraId="0FBBE454" w14:textId="77777777" w:rsidR="008920EA" w:rsidRPr="001C332A" w:rsidRDefault="008920EA" w:rsidP="004A0D66">
            <w:pPr>
              <w:rPr>
                <w:b/>
                <w:sz w:val="20"/>
              </w:rPr>
            </w:pPr>
          </w:p>
          <w:p w14:paraId="36333538" w14:textId="77777777" w:rsidR="008920EA" w:rsidRPr="001C332A" w:rsidRDefault="008920EA" w:rsidP="004A0D66">
            <w:pPr>
              <w:rPr>
                <w:b/>
                <w:sz w:val="20"/>
              </w:rPr>
            </w:pPr>
          </w:p>
          <w:p w14:paraId="658D82DA" w14:textId="77777777" w:rsidR="008920EA" w:rsidRPr="001C332A" w:rsidRDefault="008920EA" w:rsidP="004A0D66">
            <w:pPr>
              <w:rPr>
                <w:b/>
                <w:sz w:val="20"/>
              </w:rPr>
            </w:pPr>
          </w:p>
        </w:tc>
      </w:tr>
      <w:tr w:rsidR="006F6BE6" w:rsidRPr="001C332A" w14:paraId="1441E15A" w14:textId="77777777" w:rsidTr="004A0D66">
        <w:trPr>
          <w:cantSplit/>
          <w:trHeight w:val="530"/>
        </w:trPr>
        <w:tc>
          <w:tcPr>
            <w:tcW w:w="972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A4910" w14:textId="77777777" w:rsidR="006F6BE6" w:rsidRPr="001C332A" w:rsidRDefault="006F6BE6" w:rsidP="004A0D66">
            <w:pPr>
              <w:jc w:val="center"/>
              <w:rPr>
                <w:b/>
                <w:sz w:val="20"/>
              </w:rPr>
            </w:pPr>
            <w:r w:rsidRPr="005873A4">
              <w:rPr>
                <w:color w:val="7F7F7F" w:themeColor="text1" w:themeTint="80"/>
              </w:rPr>
              <w:t>Signature et tampon</w:t>
            </w:r>
          </w:p>
        </w:tc>
      </w:tr>
    </w:tbl>
    <w:p w14:paraId="2D4FA435" w14:textId="4BEC74CC" w:rsidR="0030223E" w:rsidRPr="0042414B" w:rsidRDefault="0030223E" w:rsidP="0042414B">
      <w:pPr>
        <w:pStyle w:val="Titre1"/>
        <w:shd w:val="clear" w:color="auto" w:fill="000000" w:themeFill="text1"/>
        <w:ind w:right="0"/>
        <w:rPr>
          <w:color w:val="FFFFFF" w:themeColor="background1"/>
        </w:rPr>
      </w:pPr>
      <w:bookmarkStart w:id="2" w:name="_Toc188003547"/>
      <w:r w:rsidRPr="0042414B">
        <w:rPr>
          <w:color w:val="FFFFFF" w:themeColor="background1"/>
        </w:rPr>
        <w:lastRenderedPageBreak/>
        <w:t>ANNEXE 04</w:t>
      </w:r>
      <w:r w:rsidR="00662A09">
        <w:rPr>
          <w:color w:val="FFFFFF" w:themeColor="background1"/>
        </w:rPr>
        <w:t>a</w:t>
      </w:r>
      <w:r w:rsidRPr="0042414B">
        <w:rPr>
          <w:color w:val="FFFFFF" w:themeColor="background1"/>
        </w:rPr>
        <w:t xml:space="preserve"> </w:t>
      </w:r>
      <w:r w:rsidR="003D61A5" w:rsidRPr="0042414B">
        <w:rPr>
          <w:color w:val="FFFFFF" w:themeColor="background1"/>
        </w:rPr>
        <w:t>du RC :</w:t>
      </w:r>
      <w:r w:rsidRPr="0042414B">
        <w:rPr>
          <w:color w:val="FFFFFF" w:themeColor="background1"/>
        </w:rPr>
        <w:t xml:space="preserve"> </w:t>
      </w:r>
      <w:r w:rsidR="006F6BE6" w:rsidRPr="0042414B">
        <w:rPr>
          <w:color w:val="FFFFFF" w:themeColor="background1"/>
        </w:rPr>
        <w:t xml:space="preserve">FICHE DE REFERENCES </w:t>
      </w:r>
      <w:r w:rsidR="00123AF0" w:rsidRPr="0042414B">
        <w:rPr>
          <w:color w:val="FFFFFF" w:themeColor="background1"/>
        </w:rPr>
        <w:t xml:space="preserve"> ___/ 5</w:t>
      </w:r>
      <w:r w:rsidR="00123AF0" w:rsidRPr="0042414B">
        <w:rPr>
          <w:color w:val="FFFFFF" w:themeColor="background1"/>
        </w:rPr>
        <w:tab/>
      </w:r>
      <w:r w:rsidR="00123AF0" w:rsidRPr="0042414B">
        <w:rPr>
          <w:color w:val="FFFFFF" w:themeColor="background1"/>
        </w:rPr>
        <w:tab/>
      </w:r>
      <w:r w:rsidR="00123AF0" w:rsidRPr="0042414B">
        <w:rPr>
          <w:color w:val="FFFFFF" w:themeColor="background1"/>
        </w:rPr>
        <w:tab/>
      </w:r>
      <w:r w:rsidR="00123AF0" w:rsidRPr="0042414B">
        <w:rPr>
          <w:color w:val="FFFFFF" w:themeColor="background1"/>
        </w:rPr>
        <w:tab/>
        <w:t>Page 1/2</w:t>
      </w:r>
      <w:bookmarkEnd w:id="2"/>
    </w:p>
    <w:p w14:paraId="47EA9301" w14:textId="3FF8280D" w:rsidR="00123AF0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  <w:r w:rsidRPr="001C332A">
        <w:t>Nom du candidat</w:t>
      </w:r>
      <w:r>
        <w:t xml:space="preserve"> / </w:t>
      </w:r>
      <w:r w:rsidRPr="001C332A">
        <w:t xml:space="preserve">Dénomination : </w:t>
      </w:r>
      <w:r w:rsidR="00123AF0">
        <w:t xml:space="preserve"> </w:t>
      </w:r>
      <w:r w:rsidR="00123AF0" w:rsidRPr="001C332A">
        <w:t>………………………………………………………………………</w:t>
      </w:r>
    </w:p>
    <w:p w14:paraId="375E39DC" w14:textId="79CDD11E" w:rsidR="00DB764D" w:rsidRDefault="006F6BE6" w:rsidP="00DB7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  <w:r w:rsidRPr="001C332A">
        <w:t>Intitulé opération</w:t>
      </w:r>
      <w:r w:rsidR="00DB764D">
        <w:tab/>
      </w:r>
      <w:r w:rsidRPr="001C332A">
        <w:t xml:space="preserve">: </w:t>
      </w:r>
      <w:r w:rsidR="00DB764D" w:rsidRPr="001C332A">
        <w:t>……………………………………………………………………………………</w:t>
      </w:r>
      <w:r w:rsidR="00DB764D">
        <w:t>.</w:t>
      </w:r>
    </w:p>
    <w:p w14:paraId="68965D32" w14:textId="1413A09B" w:rsidR="006F6BE6" w:rsidRDefault="006F6BE6" w:rsidP="00DB7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  <w:r w:rsidRPr="001C332A">
        <w:t>Nature des travaux </w:t>
      </w:r>
      <w:r w:rsidR="00DB764D">
        <w:tab/>
      </w:r>
      <w:r w:rsidRPr="001C332A">
        <w:t xml:space="preserve">: </w:t>
      </w:r>
      <w:r w:rsidR="00DB764D" w:rsidRPr="001C332A">
        <w:t>…………………………………………………………………………………</w:t>
      </w:r>
      <w:r w:rsidR="00DB764D">
        <w:t>….</w:t>
      </w:r>
    </w:p>
    <w:p w14:paraId="32FC61BD" w14:textId="77777777" w:rsidR="00DB764D" w:rsidRDefault="00DB764D" w:rsidP="00DB7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  <w:r w:rsidRPr="001C332A">
        <w:t>Année de réalisation </w:t>
      </w:r>
      <w:r>
        <w:tab/>
      </w:r>
      <w:r w:rsidRPr="001C332A">
        <w:t>:</w:t>
      </w:r>
      <w:r>
        <w:tab/>
        <w:t>Etudes ……………………… ; Travaux …………………………</w:t>
      </w:r>
      <w:r w:rsidRPr="001C332A">
        <w:t xml:space="preserve"> </w:t>
      </w:r>
    </w:p>
    <w:p w14:paraId="589D521E" w14:textId="52BE73FC" w:rsidR="00DB764D" w:rsidRDefault="00DB764D" w:rsidP="00DB7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  <w:r w:rsidRPr="001C332A">
        <w:t>Surface</w:t>
      </w:r>
      <w:r>
        <w:t xml:space="preserve"> (m²)</w:t>
      </w:r>
      <w:r>
        <w:tab/>
      </w:r>
      <w:r>
        <w:tab/>
        <w:t>:  SU …</w:t>
      </w:r>
      <w:proofErr w:type="gramStart"/>
      <w:r>
        <w:t>…….</w:t>
      </w:r>
      <w:proofErr w:type="gramEnd"/>
      <w:r>
        <w:tab/>
        <w:t xml:space="preserve"> ;  SP</w:t>
      </w:r>
      <w:r w:rsidRPr="001C332A">
        <w:t>………………</w:t>
      </w:r>
    </w:p>
    <w:p w14:paraId="145C43EF" w14:textId="77777777" w:rsidR="00DB764D" w:rsidRDefault="00DB764D" w:rsidP="00DB7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  <w:r w:rsidRPr="001C332A">
        <w:t>Nature des travaux </w:t>
      </w:r>
      <w:r>
        <w:tab/>
      </w:r>
      <w:r w:rsidRPr="001C332A">
        <w:t>: …………………………………………………………………………………</w:t>
      </w:r>
      <w:r>
        <w:t>….</w:t>
      </w:r>
    </w:p>
    <w:p w14:paraId="6C9B1407" w14:textId="32A6F72D" w:rsidR="00DB764D" w:rsidRDefault="00DB764D" w:rsidP="00DB7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</w:p>
    <w:p w14:paraId="414B7DF3" w14:textId="77777777" w:rsidR="00DB764D" w:rsidRDefault="00DB764D" w:rsidP="00DB7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  <w:r w:rsidRPr="001C332A">
        <w:t>Nature des travaux </w:t>
      </w:r>
      <w:r>
        <w:tab/>
      </w:r>
      <w:r w:rsidRPr="001C332A">
        <w:t>: …………………………………………………………………………………</w:t>
      </w:r>
      <w:r>
        <w:t>….</w:t>
      </w:r>
    </w:p>
    <w:p w14:paraId="366AFA7E" w14:textId="77777777" w:rsidR="00671842" w:rsidRDefault="00DB764D" w:rsidP="00671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  <w:r w:rsidRPr="001C332A">
        <w:t>Coût des travaux </w:t>
      </w:r>
      <w:r w:rsidR="00671842">
        <w:tab/>
      </w:r>
      <w:r w:rsidRPr="001C332A">
        <w:t>: …</w:t>
      </w:r>
      <w:r w:rsidR="00671842">
        <w:t>……</w:t>
      </w:r>
      <w:proofErr w:type="gramStart"/>
      <w:r w:rsidR="00671842">
        <w:t>…….</w:t>
      </w:r>
      <w:proofErr w:type="gramEnd"/>
      <w:r w:rsidR="00671842">
        <w:t>.</w:t>
      </w:r>
      <w:r w:rsidRPr="001C332A">
        <w:t>….€</w:t>
      </w:r>
      <w:r>
        <w:t xml:space="preserve"> HT</w:t>
      </w:r>
      <w:r w:rsidR="00671842">
        <w:t xml:space="preserve">       ;      </w:t>
      </w:r>
      <w:r w:rsidRPr="001C332A">
        <w:t>Coût de la mission : ………………</w:t>
      </w:r>
      <w:r>
        <w:t xml:space="preserve"> </w:t>
      </w:r>
      <w:r w:rsidRPr="001C332A">
        <w:t>€</w:t>
      </w:r>
      <w:r>
        <w:t xml:space="preserve"> HT</w:t>
      </w:r>
    </w:p>
    <w:p w14:paraId="2D562996" w14:textId="1C95B5C5" w:rsidR="00DB764D" w:rsidRDefault="00DB764D" w:rsidP="00671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right="113"/>
        <w:jc w:val="left"/>
      </w:pPr>
      <w:r w:rsidRPr="001C332A">
        <w:t xml:space="preserve"> </w:t>
      </w:r>
    </w:p>
    <w:p w14:paraId="03322202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14"/>
        <w:jc w:val="left"/>
      </w:pPr>
      <w:r w:rsidRPr="001C332A">
        <w:rPr>
          <w:b/>
        </w:rPr>
        <w:t>Maître d’ouvrage</w:t>
      </w:r>
      <w:r w:rsidRPr="001C332A">
        <w:t> :</w:t>
      </w:r>
    </w:p>
    <w:p w14:paraId="7F609475" w14:textId="02053F15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14"/>
        <w:jc w:val="left"/>
      </w:pPr>
      <w:r w:rsidRPr="001C332A">
        <w:t>Coordonnée de la personne susceptible de donner des renseignements : ………………………………………………………………………………………………………………</w:t>
      </w:r>
    </w:p>
    <w:p w14:paraId="5965EF6B" w14:textId="23FC1CA2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right="114"/>
      </w:pPr>
      <w:r w:rsidRPr="001C332A">
        <w:rPr>
          <w:b/>
        </w:rPr>
        <w:t>Mode de consultatio</w:t>
      </w:r>
      <w:r w:rsidR="006D1C65">
        <w:rPr>
          <w:b/>
        </w:rPr>
        <w:t>n des marchés de travaux :</w:t>
      </w:r>
    </w:p>
    <w:p w14:paraId="369ECDD7" w14:textId="78463DBB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right="114"/>
      </w:pPr>
      <w:r w:rsidRPr="001C332A">
        <w:sym w:font="Wingdings" w:char="F06F"/>
      </w:r>
      <w:r w:rsidR="00DB764D">
        <w:t xml:space="preserve"> </w:t>
      </w:r>
      <w:r w:rsidRPr="001C332A">
        <w:t>Marché négocié</w:t>
      </w:r>
      <w:r>
        <w:tab/>
      </w:r>
      <w:r w:rsidRPr="001C332A">
        <w:sym w:font="Wingdings" w:char="F06F"/>
      </w:r>
      <w:r w:rsidRPr="001C332A">
        <w:t xml:space="preserve"> Appel d’offre</w:t>
      </w:r>
      <w:r>
        <w:t>s</w:t>
      </w:r>
      <w:r w:rsidRPr="001C332A">
        <w:tab/>
      </w:r>
      <w:r w:rsidRPr="001C332A">
        <w:tab/>
      </w:r>
      <w:r w:rsidRPr="001C332A">
        <w:tab/>
      </w:r>
      <w:r w:rsidRPr="001C332A">
        <w:sym w:font="Wingdings" w:char="F06F"/>
      </w:r>
      <w:r w:rsidRPr="001C332A">
        <w:t>consultation restreinte</w:t>
      </w:r>
    </w:p>
    <w:p w14:paraId="39F3C791" w14:textId="39BB1BCE" w:rsidR="006F6BE6" w:rsidRDefault="006F6BE6" w:rsidP="00123AF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525"/>
        </w:tabs>
        <w:ind w:right="114"/>
      </w:pPr>
      <w:r w:rsidRPr="001C332A">
        <w:sym w:font="Wingdings" w:char="F06F"/>
      </w:r>
      <w:r w:rsidR="00DB764D">
        <w:t xml:space="preserve"> M</w:t>
      </w:r>
      <w:r w:rsidRPr="001C332A">
        <w:t>ise en concurrence simplifiée</w:t>
      </w:r>
      <w:r>
        <w:tab/>
      </w:r>
      <w:r w:rsidRPr="001C332A">
        <w:sym w:font="Wingdings" w:char="F06F"/>
      </w:r>
      <w:r>
        <w:t>Concours</w:t>
      </w:r>
      <w:r>
        <w:tab/>
        <w:t xml:space="preserve">      </w:t>
      </w:r>
      <w:r w:rsidRPr="001C332A">
        <w:sym w:font="Wingdings" w:char="F06F"/>
      </w:r>
      <w:r>
        <w:t xml:space="preserve">MGP           </w:t>
      </w:r>
      <w:r w:rsidRPr="001C332A">
        <w:sym w:font="Wingdings" w:char="F06F"/>
      </w:r>
      <w:r>
        <w:t>PPP</w:t>
      </w:r>
    </w:p>
    <w:p w14:paraId="29FEA6A0" w14:textId="77777777" w:rsidR="00DB764D" w:rsidRPr="001C332A" w:rsidRDefault="00DB764D" w:rsidP="00123AF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525"/>
        </w:tabs>
        <w:ind w:right="114"/>
      </w:pPr>
    </w:p>
    <w:p w14:paraId="0B11C71B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rPr>
          <w:b/>
        </w:rPr>
      </w:pPr>
      <w:r w:rsidRPr="001C332A">
        <w:rPr>
          <w:b/>
        </w:rPr>
        <w:t>Type de mission assurée par le candidat :</w:t>
      </w:r>
    </w:p>
    <w:p w14:paraId="440FFE5F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rPr>
          <w:b/>
        </w:rPr>
      </w:pPr>
    </w:p>
    <w:p w14:paraId="349E58C1" w14:textId="5A2684D4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jc w:val="left"/>
      </w:pPr>
      <w:r w:rsidRPr="001C332A">
        <w:sym w:font="Wingdings" w:char="F06F"/>
      </w:r>
      <w:r w:rsidR="00DB764D">
        <w:t xml:space="preserve"> </w:t>
      </w:r>
      <w:r w:rsidRPr="001C332A">
        <w:t>Architecte : ………………………………………………………………………………………………</w:t>
      </w:r>
    </w:p>
    <w:p w14:paraId="39BFC093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jc w:val="left"/>
      </w:pPr>
    </w:p>
    <w:p w14:paraId="0C4BA6CA" w14:textId="5E731999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jc w:val="left"/>
      </w:pPr>
      <w:r w:rsidRPr="001C332A">
        <w:sym w:font="Wingdings" w:char="F06F"/>
      </w:r>
      <w:r w:rsidRPr="001C332A">
        <w:t xml:space="preserve"> Bureau d’études :</w:t>
      </w:r>
      <w:r w:rsidR="00123AF0">
        <w:t xml:space="preserve"> </w:t>
      </w:r>
      <w:r w:rsidRPr="001C332A">
        <w:t>…………………………………………………………………………...</w:t>
      </w:r>
      <w:r>
        <w:t>..............</w:t>
      </w:r>
    </w:p>
    <w:p w14:paraId="4D4A4FA0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jc w:val="left"/>
      </w:pPr>
    </w:p>
    <w:p w14:paraId="36DD8877" w14:textId="12C28E70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jc w:val="left"/>
      </w:pPr>
      <w:r w:rsidRPr="001C332A">
        <w:sym w:font="Wingdings" w:char="F06F"/>
      </w:r>
      <w:r w:rsidR="00DB764D">
        <w:t xml:space="preserve"> </w:t>
      </w:r>
      <w:r w:rsidRPr="001C332A">
        <w:t>Économist</w:t>
      </w:r>
      <w:r>
        <w:t>e</w:t>
      </w:r>
      <w:r w:rsidRPr="001C332A">
        <w:t> : …………………………………………………………………………………………….</w:t>
      </w:r>
    </w:p>
    <w:p w14:paraId="6BC900D0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jc w:val="left"/>
      </w:pPr>
    </w:p>
    <w:p w14:paraId="193125A0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jc w:val="left"/>
      </w:pPr>
      <w:r w:rsidRPr="001C332A">
        <w:sym w:font="Wingdings" w:char="F06F"/>
      </w:r>
      <w:r w:rsidRPr="001C332A">
        <w:t xml:space="preserve"> </w:t>
      </w:r>
      <w:r>
        <w:t>Acousticien : ……………………………………………………………………………………………</w:t>
      </w:r>
    </w:p>
    <w:p w14:paraId="0D7D1A8F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jc w:val="left"/>
      </w:pPr>
    </w:p>
    <w:p w14:paraId="1370929B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114"/>
        <w:jc w:val="left"/>
      </w:pPr>
      <w:r w:rsidRPr="001C332A">
        <w:sym w:font="Wingdings" w:char="F06F"/>
      </w:r>
      <w:r>
        <w:t xml:space="preserve"> Autre : …………………………………………………………………………………………………...</w:t>
      </w:r>
    </w:p>
    <w:p w14:paraId="60B4EFB1" w14:textId="77777777" w:rsidR="006F6BE6" w:rsidRPr="001C332A" w:rsidRDefault="006F6BE6" w:rsidP="00123AF0">
      <w:pPr>
        <w:ind w:left="-540" w:right="114"/>
        <w:rPr>
          <w:sz w:val="16"/>
        </w:rPr>
      </w:pPr>
    </w:p>
    <w:p w14:paraId="185C39A9" w14:textId="77777777" w:rsidR="006F6BE6" w:rsidRPr="001C332A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14"/>
        <w:rPr>
          <w:b/>
        </w:rPr>
      </w:pPr>
      <w:r>
        <w:rPr>
          <w:b/>
        </w:rPr>
        <w:t>Participation au sein</w:t>
      </w:r>
      <w:r w:rsidRPr="001C332A">
        <w:rPr>
          <w:b/>
        </w:rPr>
        <w:t xml:space="preserve"> de l’équipe de maîtrise d’œuvre :</w:t>
      </w:r>
    </w:p>
    <w:p w14:paraId="5DC444A0" w14:textId="3AB8173A" w:rsidR="006F6BE6" w:rsidRDefault="006F6BE6" w:rsidP="00123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14"/>
      </w:pPr>
      <w:r w:rsidRPr="001C332A">
        <w:sym w:font="Wingdings" w:char="F06F"/>
      </w:r>
      <w:r w:rsidRPr="001C332A">
        <w:t>Maître d’œuvre titulaire</w:t>
      </w:r>
      <w:r w:rsidRPr="001C332A">
        <w:tab/>
      </w:r>
      <w:r w:rsidRPr="001C332A">
        <w:tab/>
      </w:r>
      <w:r w:rsidRPr="001C332A">
        <w:tab/>
      </w:r>
      <w:r w:rsidRPr="001C332A">
        <w:sym w:font="Wingdings" w:char="F06F"/>
      </w:r>
      <w:r w:rsidRPr="001C332A">
        <w:t xml:space="preserve"> BET associé</w:t>
      </w:r>
      <w:r w:rsidRPr="001C332A">
        <w:tab/>
      </w:r>
      <w:r w:rsidRPr="001C332A">
        <w:tab/>
      </w:r>
      <w:r w:rsidRPr="001C332A">
        <w:sym w:font="Wingdings" w:char="F06F"/>
      </w:r>
      <w:r w:rsidRPr="001C332A">
        <w:t xml:space="preserve"> Collaborateur</w:t>
      </w:r>
    </w:p>
    <w:p w14:paraId="0D00344E" w14:textId="77777777" w:rsidR="00671842" w:rsidRPr="00195CC0" w:rsidRDefault="00671842" w:rsidP="00671842">
      <w:pPr>
        <w:rPr>
          <w:u w:val="single"/>
        </w:rPr>
      </w:pPr>
      <w:r w:rsidRPr="00195CC0">
        <w:rPr>
          <w:u w:val="single"/>
        </w:rPr>
        <w:t>CONSIGNES POUR LA PRESENTATION DETAILLEE DES REFERENCES ARCHITECTURALES</w:t>
      </w:r>
    </w:p>
    <w:p w14:paraId="5BE359F1" w14:textId="6A809344" w:rsidR="00671842" w:rsidRPr="003D61A5" w:rsidRDefault="00671842" w:rsidP="003D61A5">
      <w:pPr>
        <w:spacing w:after="0" w:line="240" w:lineRule="auto"/>
        <w:rPr>
          <w:sz w:val="20"/>
          <w:szCs w:val="20"/>
        </w:rPr>
      </w:pPr>
      <w:r w:rsidRPr="003D61A5">
        <w:rPr>
          <w:sz w:val="20"/>
          <w:szCs w:val="20"/>
        </w:rPr>
        <w:t xml:space="preserve">Rappel : </w:t>
      </w:r>
      <w:r w:rsidR="003D61A5">
        <w:rPr>
          <w:sz w:val="20"/>
          <w:szCs w:val="20"/>
        </w:rPr>
        <w:t>R</w:t>
      </w:r>
      <w:r w:rsidRPr="003D61A5">
        <w:rPr>
          <w:sz w:val="20"/>
          <w:szCs w:val="20"/>
        </w:rPr>
        <w:t xml:space="preserve">éférences effectuées sur les </w:t>
      </w:r>
      <w:r w:rsidR="007011F2">
        <w:rPr>
          <w:sz w:val="20"/>
          <w:szCs w:val="20"/>
        </w:rPr>
        <w:t>7</w:t>
      </w:r>
      <w:r w:rsidR="006D1C65">
        <w:rPr>
          <w:sz w:val="20"/>
          <w:szCs w:val="20"/>
        </w:rPr>
        <w:t xml:space="preserve"> </w:t>
      </w:r>
      <w:r w:rsidRPr="003D61A5">
        <w:rPr>
          <w:sz w:val="20"/>
          <w:szCs w:val="20"/>
        </w:rPr>
        <w:t>dernières années</w:t>
      </w:r>
    </w:p>
    <w:p w14:paraId="3BFE68F0" w14:textId="67581632" w:rsidR="00671842" w:rsidRPr="003D61A5" w:rsidRDefault="00671842" w:rsidP="003D61A5">
      <w:pPr>
        <w:spacing w:after="0" w:line="240" w:lineRule="auto"/>
        <w:rPr>
          <w:sz w:val="20"/>
          <w:szCs w:val="20"/>
        </w:rPr>
      </w:pPr>
      <w:r w:rsidRPr="003D61A5">
        <w:rPr>
          <w:sz w:val="20"/>
          <w:szCs w:val="20"/>
        </w:rPr>
        <w:t>Projet en Phase</w:t>
      </w:r>
      <w:r w:rsidR="003D61A5">
        <w:rPr>
          <w:sz w:val="20"/>
          <w:szCs w:val="20"/>
        </w:rPr>
        <w:t xml:space="preserve"> c</w:t>
      </w:r>
      <w:r w:rsidRPr="003D61A5">
        <w:rPr>
          <w:sz w:val="20"/>
          <w:szCs w:val="20"/>
        </w:rPr>
        <w:t>oncours pris en compte uniquement si le candidat est déclaré lauréat à la date de remise de la présente candidature</w:t>
      </w:r>
    </w:p>
    <w:p w14:paraId="2A0C98BA" w14:textId="225393BD" w:rsidR="00671842" w:rsidRPr="003D61A5" w:rsidRDefault="003D61A5" w:rsidP="003D61A5">
      <w:pPr>
        <w:spacing w:after="0" w:line="240" w:lineRule="auto"/>
        <w:ind w:left="284"/>
        <w:rPr>
          <w:sz w:val="20"/>
          <w:szCs w:val="20"/>
        </w:rPr>
      </w:pPr>
      <w:r>
        <w:rPr>
          <w:sz w:val="20"/>
          <w:szCs w:val="20"/>
        </w:rPr>
        <w:t>5</w:t>
      </w:r>
      <w:r w:rsidR="00671842" w:rsidRPr="003D61A5">
        <w:rPr>
          <w:sz w:val="20"/>
          <w:szCs w:val="20"/>
        </w:rPr>
        <w:t xml:space="preserve"> références maximum, à répartir entre architecte mandataire et architecte associé en cas de groupement</w:t>
      </w:r>
    </w:p>
    <w:p w14:paraId="404BF3BB" w14:textId="77777777" w:rsidR="00671842" w:rsidRPr="003D61A5" w:rsidRDefault="00671842" w:rsidP="003D61A5">
      <w:pPr>
        <w:spacing w:after="0" w:line="240" w:lineRule="auto"/>
        <w:ind w:left="284"/>
        <w:rPr>
          <w:sz w:val="20"/>
          <w:szCs w:val="20"/>
        </w:rPr>
      </w:pPr>
      <w:r w:rsidRPr="003D61A5">
        <w:rPr>
          <w:sz w:val="20"/>
          <w:szCs w:val="20"/>
        </w:rPr>
        <w:t xml:space="preserve">1 page par référence - </w:t>
      </w:r>
      <w:r w:rsidRPr="003D61A5">
        <w:rPr>
          <w:sz w:val="20"/>
          <w:szCs w:val="20"/>
          <w:u w:val="single"/>
        </w:rPr>
        <w:t>Document final à mettre au format PDF</w:t>
      </w:r>
    </w:p>
    <w:p w14:paraId="3CD236CF" w14:textId="77777777" w:rsidR="00671842" w:rsidRPr="003D61A5" w:rsidRDefault="00671842" w:rsidP="003D61A5">
      <w:pPr>
        <w:spacing w:after="0" w:line="240" w:lineRule="auto"/>
        <w:rPr>
          <w:sz w:val="20"/>
          <w:szCs w:val="20"/>
        </w:rPr>
      </w:pPr>
      <w:r w:rsidRPr="003D61A5">
        <w:rPr>
          <w:sz w:val="20"/>
          <w:szCs w:val="20"/>
        </w:rPr>
        <w:t>Format paysage A3 obligatoire permettant une vision globale de la page lors de la vidéo-projection</w:t>
      </w:r>
    </w:p>
    <w:p w14:paraId="678D6FEC" w14:textId="03ADA3B5" w:rsidR="00671842" w:rsidRPr="003D61A5" w:rsidRDefault="00671842" w:rsidP="003D61A5">
      <w:pPr>
        <w:spacing w:after="0" w:line="240" w:lineRule="auto"/>
        <w:rPr>
          <w:sz w:val="20"/>
          <w:szCs w:val="20"/>
        </w:rPr>
      </w:pPr>
      <w:r w:rsidRPr="003D61A5">
        <w:rPr>
          <w:sz w:val="20"/>
          <w:szCs w:val="20"/>
        </w:rPr>
        <w:t>Respect de la trame (6 cases</w:t>
      </w:r>
      <w:r w:rsidR="003D61A5">
        <w:rPr>
          <w:sz w:val="20"/>
          <w:szCs w:val="20"/>
        </w:rPr>
        <w:t>, page 2 / 2</w:t>
      </w:r>
      <w:r w:rsidRPr="003D61A5">
        <w:rPr>
          <w:sz w:val="20"/>
          <w:szCs w:val="20"/>
        </w:rPr>
        <w:t>) et des informations attendues</w:t>
      </w:r>
      <w:r w:rsidR="003D61A5">
        <w:rPr>
          <w:sz w:val="20"/>
          <w:szCs w:val="20"/>
        </w:rPr>
        <w:t xml:space="preserve"> </w:t>
      </w:r>
    </w:p>
    <w:p w14:paraId="3A50FCE3" w14:textId="3A7673DB" w:rsidR="006F6BE6" w:rsidRDefault="006F6BE6" w:rsidP="006D1C65">
      <w:pPr>
        <w:spacing w:after="0" w:line="240" w:lineRule="auto"/>
        <w:sectPr w:rsidR="006F6BE6" w:rsidSect="00EC65FF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773" w:right="1133" w:bottom="851" w:left="1134" w:header="284" w:footer="420" w:gutter="0"/>
          <w:cols w:space="708"/>
          <w:docGrid w:linePitch="360"/>
        </w:sectPr>
      </w:pPr>
    </w:p>
    <w:tbl>
      <w:tblPr>
        <w:tblStyle w:val="Grilledutableau"/>
        <w:tblW w:w="22371" w:type="dxa"/>
        <w:tblLook w:val="04A0" w:firstRow="1" w:lastRow="0" w:firstColumn="1" w:lastColumn="0" w:noHBand="0" w:noVBand="1"/>
      </w:tblPr>
      <w:tblGrid>
        <w:gridCol w:w="7508"/>
        <w:gridCol w:w="4680"/>
        <w:gridCol w:w="3677"/>
        <w:gridCol w:w="236"/>
        <w:gridCol w:w="6260"/>
        <w:gridCol w:w="10"/>
      </w:tblGrid>
      <w:tr w:rsidR="00671842" w:rsidRPr="00671842" w14:paraId="77FCADDC" w14:textId="77777777" w:rsidTr="003D61A5">
        <w:trPr>
          <w:gridAfter w:val="1"/>
          <w:wAfter w:w="10" w:type="dxa"/>
        </w:trPr>
        <w:tc>
          <w:tcPr>
            <w:tcW w:w="12188" w:type="dxa"/>
            <w:gridSpan w:val="2"/>
            <w:tcBorders>
              <w:bottom w:val="single" w:sz="8" w:space="0" w:color="auto"/>
            </w:tcBorders>
            <w:vAlign w:val="center"/>
          </w:tcPr>
          <w:p w14:paraId="2793037C" w14:textId="2A2C5532" w:rsidR="00671842" w:rsidRPr="00671842" w:rsidRDefault="00671842" w:rsidP="00C151A6">
            <w:pPr>
              <w:spacing w:before="120" w:after="120" w:line="240" w:lineRule="auto"/>
              <w:jc w:val="left"/>
              <w:rPr>
                <w:b/>
              </w:rPr>
            </w:pPr>
            <w:r w:rsidRPr="00671842">
              <w:rPr>
                <w:b/>
                <w:sz w:val="20"/>
              </w:rPr>
              <w:t>TITRE OPERATION – LIEU DE REALISATION</w:t>
            </w:r>
            <w:r w:rsidRPr="00671842">
              <w:rPr>
                <w:b/>
                <w:sz w:val="20"/>
              </w:rPr>
              <w:tab/>
            </w:r>
            <w:r w:rsidRPr="00671842">
              <w:rPr>
                <w:b/>
                <w:sz w:val="20"/>
              </w:rPr>
              <w:tab/>
            </w:r>
          </w:p>
        </w:tc>
        <w:tc>
          <w:tcPr>
            <w:tcW w:w="10173" w:type="dxa"/>
            <w:gridSpan w:val="3"/>
            <w:vMerge w:val="restart"/>
          </w:tcPr>
          <w:p w14:paraId="4DF981FD" w14:textId="7BC5E78D" w:rsidR="00671842" w:rsidRPr="00671842" w:rsidRDefault="00671842" w:rsidP="00671842">
            <w:pPr>
              <w:spacing w:before="120" w:after="120" w:line="240" w:lineRule="auto"/>
              <w:jc w:val="left"/>
              <w:rPr>
                <w:b/>
              </w:rPr>
            </w:pPr>
            <w:r w:rsidRPr="00671842">
              <w:rPr>
                <w:b/>
                <w:sz w:val="20"/>
              </w:rPr>
              <w:t>LOGO/</w:t>
            </w:r>
            <w:r>
              <w:rPr>
                <w:b/>
                <w:sz w:val="20"/>
              </w:rPr>
              <w:t xml:space="preserve"> </w:t>
            </w:r>
            <w:r w:rsidRPr="00671842">
              <w:rPr>
                <w:b/>
                <w:sz w:val="20"/>
              </w:rPr>
              <w:t>NOM MOE</w:t>
            </w:r>
          </w:p>
        </w:tc>
      </w:tr>
      <w:tr w:rsidR="00671842" w:rsidRPr="00671842" w14:paraId="4B2012B4" w14:textId="65499EF5" w:rsidTr="003D61A5">
        <w:trPr>
          <w:gridAfter w:val="1"/>
          <w:wAfter w:w="10" w:type="dxa"/>
        </w:trPr>
        <w:tc>
          <w:tcPr>
            <w:tcW w:w="121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3EE691" w14:textId="5E3475F0" w:rsidR="00671842" w:rsidRPr="00671842" w:rsidRDefault="00671842" w:rsidP="00C151A6">
            <w:pPr>
              <w:spacing w:before="120" w:after="120" w:line="240" w:lineRule="auto"/>
              <w:jc w:val="left"/>
              <w:rPr>
                <w:b/>
              </w:rPr>
            </w:pPr>
            <w:r w:rsidRPr="00671842">
              <w:rPr>
                <w:b/>
                <w:sz w:val="20"/>
              </w:rPr>
              <w:t xml:space="preserve">MAITRE D’OUVRAGE </w:t>
            </w:r>
          </w:p>
        </w:tc>
        <w:tc>
          <w:tcPr>
            <w:tcW w:w="10173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5463FEB6" w14:textId="77777777" w:rsidR="00671842" w:rsidRPr="00671842" w:rsidRDefault="00671842" w:rsidP="00671842">
            <w:pPr>
              <w:spacing w:before="120" w:after="120" w:line="240" w:lineRule="auto"/>
              <w:jc w:val="left"/>
              <w:rPr>
                <w:b/>
              </w:rPr>
            </w:pPr>
          </w:p>
        </w:tc>
      </w:tr>
      <w:tr w:rsidR="00C151A6" w:rsidRPr="00C151A6" w14:paraId="14CD683E" w14:textId="77777777" w:rsidTr="00671842">
        <w:trPr>
          <w:gridAfter w:val="1"/>
          <w:wAfter w:w="10" w:type="dxa"/>
          <w:trHeight w:val="20"/>
        </w:trPr>
        <w:tc>
          <w:tcPr>
            <w:tcW w:w="2236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869FAF4" w14:textId="2B90F786" w:rsidR="00C151A6" w:rsidRPr="00C151A6" w:rsidRDefault="00C151A6" w:rsidP="00C151A6">
            <w:pPr>
              <w:spacing w:after="0" w:line="240" w:lineRule="auto"/>
              <w:rPr>
                <w:sz w:val="6"/>
                <w:szCs w:val="6"/>
              </w:rPr>
            </w:pPr>
          </w:p>
        </w:tc>
      </w:tr>
      <w:tr w:rsidR="00AB130C" w14:paraId="530B776C" w14:textId="270F6183" w:rsidTr="00AF3E5E">
        <w:trPr>
          <w:gridAfter w:val="1"/>
          <w:wAfter w:w="10" w:type="dxa"/>
          <w:trHeight w:val="6226"/>
        </w:trPr>
        <w:tc>
          <w:tcPr>
            <w:tcW w:w="158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31FE77" w14:textId="624D18A8" w:rsidR="00AB130C" w:rsidRDefault="00AB130C" w:rsidP="00C151A6">
            <w:pPr>
              <w:jc w:val="center"/>
              <w:rPr>
                <w:color w:val="7F7F7F" w:themeColor="text1" w:themeTint="80"/>
                <w:sz w:val="28"/>
                <w:szCs w:val="28"/>
              </w:rPr>
            </w:pPr>
            <w:r w:rsidRPr="00AB130C">
              <w:rPr>
                <w:color w:val="7F7F7F" w:themeColor="text1" w:themeTint="80"/>
                <w:sz w:val="28"/>
                <w:szCs w:val="28"/>
              </w:rPr>
              <w:t>Vue représentative (photographie ou perspective)</w:t>
            </w:r>
            <w:r w:rsidR="00662A09" w:rsidRPr="00662A09">
              <w:rPr>
                <w:noProof/>
                <w:color w:val="7F7F7F" w:themeColor="text1" w:themeTint="80"/>
                <w:sz w:val="28"/>
                <w:szCs w:val="28"/>
              </w:rPr>
              <w:t xml:space="preserve"> </w:t>
            </w:r>
          </w:p>
          <w:p w14:paraId="17DFD872" w14:textId="71147ED9" w:rsidR="00662A09" w:rsidRDefault="00662A09" w:rsidP="00C151A6">
            <w:pPr>
              <w:jc w:val="center"/>
              <w:rPr>
                <w:color w:val="7F7F7F" w:themeColor="text1" w:themeTint="80"/>
                <w:sz w:val="28"/>
                <w:szCs w:val="28"/>
              </w:rPr>
            </w:pPr>
          </w:p>
          <w:p w14:paraId="0CB7DC2C" w14:textId="3A851F25" w:rsidR="00662A09" w:rsidRPr="00AB130C" w:rsidRDefault="00662A09" w:rsidP="00C151A6">
            <w:pPr>
              <w:jc w:val="center"/>
              <w:rPr>
                <w:color w:val="7F7F7F" w:themeColor="text1" w:themeTint="80"/>
                <w:sz w:val="28"/>
                <w:szCs w:val="28"/>
              </w:rPr>
            </w:pPr>
          </w:p>
          <w:p w14:paraId="554F9A3E" w14:textId="6AF5AB21" w:rsidR="00AB130C" w:rsidRDefault="00AB130C" w:rsidP="00671842">
            <w:pPr>
              <w:jc w:val="center"/>
            </w:pPr>
          </w:p>
          <w:p w14:paraId="0937B377" w14:textId="77777777" w:rsidR="00AB130C" w:rsidRDefault="00AB130C" w:rsidP="00671842">
            <w:pPr>
              <w:jc w:val="center"/>
            </w:pPr>
          </w:p>
          <w:p w14:paraId="6B1A12F3" w14:textId="77777777" w:rsidR="00AB130C" w:rsidRDefault="00AB130C" w:rsidP="00DB764D"/>
          <w:p w14:paraId="11F65975" w14:textId="77777777" w:rsidR="00AF3E5E" w:rsidRPr="00AF3E5E" w:rsidRDefault="00AF3E5E" w:rsidP="00AF3E5E"/>
          <w:p w14:paraId="544A10C2" w14:textId="77777777" w:rsidR="00AF3E5E" w:rsidRPr="00AF3E5E" w:rsidRDefault="00AF3E5E" w:rsidP="00AF3E5E"/>
          <w:p w14:paraId="7FED4E9A" w14:textId="77777777" w:rsidR="00AF3E5E" w:rsidRDefault="00AF3E5E" w:rsidP="00AF3E5E"/>
          <w:p w14:paraId="25E8FE2E" w14:textId="77777777" w:rsidR="00AF3E5E" w:rsidRDefault="00AF3E5E" w:rsidP="00AF3E5E"/>
          <w:p w14:paraId="2620279E" w14:textId="77777777" w:rsidR="00AF3E5E" w:rsidRDefault="00AF3E5E" w:rsidP="00AF3E5E"/>
          <w:p w14:paraId="6670441C" w14:textId="766BF197" w:rsidR="00AF3E5E" w:rsidRPr="00AF3E5E" w:rsidRDefault="00AF3E5E" w:rsidP="00AF3E5E"/>
        </w:tc>
        <w:tc>
          <w:tcPr>
            <w:tcW w:w="236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5463CDD9" w14:textId="40204324" w:rsidR="00AB130C" w:rsidRPr="00AB130C" w:rsidRDefault="00AB130C" w:rsidP="00AB130C">
            <w:pPr>
              <w:ind w:left="18"/>
              <w:jc w:val="center"/>
              <w:rPr>
                <w:sz w:val="12"/>
                <w:szCs w:val="12"/>
              </w:rPr>
            </w:pPr>
          </w:p>
          <w:p w14:paraId="35B1494F" w14:textId="77777777" w:rsidR="00AB130C" w:rsidRPr="00AB130C" w:rsidRDefault="00AB130C" w:rsidP="00AB130C">
            <w:pPr>
              <w:ind w:left="18"/>
              <w:jc w:val="center"/>
              <w:rPr>
                <w:sz w:val="12"/>
                <w:szCs w:val="12"/>
              </w:rPr>
            </w:pPr>
          </w:p>
          <w:p w14:paraId="15155B23" w14:textId="77777777" w:rsidR="00AB130C" w:rsidRPr="00AB130C" w:rsidRDefault="00AB130C" w:rsidP="00AB130C">
            <w:pPr>
              <w:ind w:left="18"/>
              <w:rPr>
                <w:sz w:val="12"/>
                <w:szCs w:val="12"/>
              </w:rPr>
            </w:pPr>
          </w:p>
        </w:tc>
        <w:tc>
          <w:tcPr>
            <w:tcW w:w="6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CF306" w14:textId="77777777" w:rsidR="00AB130C" w:rsidRPr="00AB130C" w:rsidRDefault="00AB130C" w:rsidP="00AB130C">
            <w:pPr>
              <w:jc w:val="center"/>
              <w:rPr>
                <w:color w:val="7F7F7F" w:themeColor="text1" w:themeTint="80"/>
              </w:rPr>
            </w:pPr>
            <w:r w:rsidRPr="00AB130C">
              <w:rPr>
                <w:color w:val="7F7F7F" w:themeColor="text1" w:themeTint="80"/>
              </w:rPr>
              <w:t>Plan masse</w:t>
            </w:r>
          </w:p>
          <w:p w14:paraId="141C99DC" w14:textId="77777777" w:rsidR="00AB130C" w:rsidRPr="00AB130C" w:rsidRDefault="00AB130C" w:rsidP="00AB130C">
            <w:pPr>
              <w:jc w:val="center"/>
              <w:rPr>
                <w:color w:val="7F7F7F" w:themeColor="text1" w:themeTint="80"/>
              </w:rPr>
            </w:pPr>
          </w:p>
        </w:tc>
      </w:tr>
      <w:tr w:rsidR="00AB130C" w14:paraId="5F7EA871" w14:textId="6BEA33F5" w:rsidTr="00AB130C">
        <w:trPr>
          <w:gridAfter w:val="1"/>
          <w:wAfter w:w="10" w:type="dxa"/>
          <w:trHeight w:val="405"/>
        </w:trPr>
        <w:tc>
          <w:tcPr>
            <w:tcW w:w="1586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C79A7F" w14:textId="77777777" w:rsidR="00AB130C" w:rsidRDefault="00AB130C" w:rsidP="00DB764D"/>
        </w:tc>
        <w:tc>
          <w:tcPr>
            <w:tcW w:w="236" w:type="dxa"/>
            <w:vMerge/>
            <w:tcBorders>
              <w:right w:val="single" w:sz="8" w:space="0" w:color="auto"/>
            </w:tcBorders>
          </w:tcPr>
          <w:p w14:paraId="6946DB19" w14:textId="77777777" w:rsidR="00AB130C" w:rsidRDefault="00AB130C" w:rsidP="00DB764D"/>
        </w:tc>
        <w:tc>
          <w:tcPr>
            <w:tcW w:w="6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D83A50" w14:textId="77777777" w:rsidR="00AB130C" w:rsidRPr="006A3A06" w:rsidRDefault="00AB130C" w:rsidP="006A3A06">
            <w:pPr>
              <w:spacing w:after="0" w:line="240" w:lineRule="auto"/>
              <w:rPr>
                <w:sz w:val="6"/>
                <w:szCs w:val="6"/>
              </w:rPr>
            </w:pPr>
          </w:p>
        </w:tc>
      </w:tr>
      <w:tr w:rsidR="00AB130C" w14:paraId="0D48BD8B" w14:textId="2C1DB84F" w:rsidTr="00AF3E5E">
        <w:trPr>
          <w:gridAfter w:val="1"/>
          <w:wAfter w:w="10" w:type="dxa"/>
          <w:trHeight w:val="1822"/>
        </w:trPr>
        <w:tc>
          <w:tcPr>
            <w:tcW w:w="1586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A5FC4" w14:textId="77777777" w:rsidR="00AB130C" w:rsidRDefault="00AB130C" w:rsidP="00DB764D"/>
        </w:tc>
        <w:tc>
          <w:tcPr>
            <w:tcW w:w="236" w:type="dxa"/>
            <w:vMerge/>
            <w:tcBorders>
              <w:right w:val="single" w:sz="8" w:space="0" w:color="auto"/>
            </w:tcBorders>
          </w:tcPr>
          <w:p w14:paraId="380F3727" w14:textId="77777777" w:rsidR="00AB130C" w:rsidRDefault="00AB130C" w:rsidP="00DB764D"/>
        </w:tc>
        <w:tc>
          <w:tcPr>
            <w:tcW w:w="6260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15C0EB7" w14:textId="77777777" w:rsidR="00AB130C" w:rsidRDefault="00AB130C" w:rsidP="00AB130C">
            <w:pPr>
              <w:jc w:val="center"/>
              <w:rPr>
                <w:color w:val="7F7F7F" w:themeColor="text1" w:themeTint="80"/>
              </w:rPr>
            </w:pPr>
          </w:p>
          <w:p w14:paraId="1B34990D" w14:textId="77777777" w:rsidR="00AB130C" w:rsidRDefault="00AB130C" w:rsidP="00AB130C">
            <w:pPr>
              <w:jc w:val="center"/>
              <w:rPr>
                <w:color w:val="7F7F7F" w:themeColor="text1" w:themeTint="80"/>
              </w:rPr>
            </w:pPr>
          </w:p>
          <w:p w14:paraId="77BB7D9F" w14:textId="77777777" w:rsidR="00AB130C" w:rsidRDefault="00AB130C" w:rsidP="00AB130C">
            <w:pPr>
              <w:jc w:val="center"/>
              <w:rPr>
                <w:color w:val="7F7F7F" w:themeColor="text1" w:themeTint="80"/>
              </w:rPr>
            </w:pPr>
          </w:p>
          <w:p w14:paraId="376289A2" w14:textId="4BE05220" w:rsidR="00AB130C" w:rsidRPr="00AB130C" w:rsidRDefault="00AB130C" w:rsidP="00AB130C">
            <w:pPr>
              <w:jc w:val="center"/>
              <w:rPr>
                <w:color w:val="7F7F7F" w:themeColor="text1" w:themeTint="80"/>
              </w:rPr>
            </w:pPr>
            <w:r w:rsidRPr="00AB130C">
              <w:rPr>
                <w:color w:val="7F7F7F" w:themeColor="text1" w:themeTint="80"/>
              </w:rPr>
              <w:t>Autre vue</w:t>
            </w:r>
          </w:p>
          <w:p w14:paraId="0B34664D" w14:textId="77777777" w:rsidR="00AB130C" w:rsidRDefault="00AB130C" w:rsidP="00AB130C">
            <w:pPr>
              <w:jc w:val="center"/>
            </w:pPr>
          </w:p>
        </w:tc>
      </w:tr>
      <w:tr w:rsidR="00AB130C" w:rsidRPr="00671842" w14:paraId="277002A1" w14:textId="7D6CD99A" w:rsidTr="00AB130C">
        <w:trPr>
          <w:trHeight w:val="67"/>
        </w:trPr>
        <w:tc>
          <w:tcPr>
            <w:tcW w:w="158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E8E1A40" w14:textId="48E8A2EC" w:rsidR="00AB130C" w:rsidRPr="00671842" w:rsidRDefault="00AB130C" w:rsidP="006A3A06">
            <w:pPr>
              <w:spacing w:after="0" w:line="240" w:lineRule="auto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right w:val="single" w:sz="8" w:space="0" w:color="auto"/>
            </w:tcBorders>
          </w:tcPr>
          <w:p w14:paraId="1A073FFB" w14:textId="77777777" w:rsidR="00AB130C" w:rsidRPr="00671842" w:rsidRDefault="00AB130C" w:rsidP="006A3A06">
            <w:pPr>
              <w:spacing w:after="0" w:line="240" w:lineRule="auto"/>
              <w:rPr>
                <w:sz w:val="6"/>
                <w:szCs w:val="6"/>
              </w:rPr>
            </w:pPr>
          </w:p>
        </w:tc>
        <w:tc>
          <w:tcPr>
            <w:tcW w:w="627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3E4EACC" w14:textId="14CD10B9" w:rsidR="00AB130C" w:rsidRPr="00671842" w:rsidRDefault="00AB130C" w:rsidP="006A3A06">
            <w:pPr>
              <w:spacing w:after="0" w:line="240" w:lineRule="auto"/>
              <w:rPr>
                <w:sz w:val="6"/>
                <w:szCs w:val="6"/>
              </w:rPr>
            </w:pPr>
          </w:p>
        </w:tc>
      </w:tr>
      <w:tr w:rsidR="00AB130C" w14:paraId="1DE68F05" w14:textId="00BE4CA6" w:rsidTr="00AB130C">
        <w:trPr>
          <w:gridAfter w:val="1"/>
          <w:wAfter w:w="10" w:type="dxa"/>
          <w:trHeight w:val="3331"/>
        </w:trPr>
        <w:tc>
          <w:tcPr>
            <w:tcW w:w="7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99914F" w14:textId="0B71BF96" w:rsidR="00AB130C" w:rsidRPr="00F12E2D" w:rsidRDefault="00AB130C" w:rsidP="00713A88">
            <w:pPr>
              <w:spacing w:before="240"/>
              <w:rPr>
                <w:sz w:val="20"/>
              </w:rPr>
            </w:pPr>
            <w:r>
              <w:rPr>
                <w:sz w:val="20"/>
              </w:rPr>
              <w:t>C</w:t>
            </w:r>
            <w:r w:rsidRPr="00F12E2D">
              <w:rPr>
                <w:sz w:val="20"/>
              </w:rPr>
              <w:t>oût travaux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>: ……………………………………………………….</w:t>
            </w:r>
          </w:p>
          <w:p w14:paraId="2CD2AFAA" w14:textId="554DDAD4" w:rsidR="00AB130C" w:rsidRPr="00F12E2D" w:rsidRDefault="00AB130C" w:rsidP="00C151A6">
            <w:pPr>
              <w:rPr>
                <w:sz w:val="20"/>
              </w:rPr>
            </w:pPr>
            <w:r w:rsidRPr="00F12E2D">
              <w:rPr>
                <w:sz w:val="20"/>
              </w:rPr>
              <w:t>Surface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: ……………………………………………………….</w:t>
            </w:r>
          </w:p>
          <w:p w14:paraId="74A75CC5" w14:textId="33A71635" w:rsidR="00AB130C" w:rsidRPr="00F12E2D" w:rsidRDefault="00AB130C" w:rsidP="00C151A6">
            <w:pPr>
              <w:rPr>
                <w:sz w:val="20"/>
              </w:rPr>
            </w:pPr>
            <w:r w:rsidRPr="00F12E2D">
              <w:rPr>
                <w:sz w:val="20"/>
              </w:rPr>
              <w:t>Mission</w:t>
            </w:r>
            <w:r>
              <w:rPr>
                <w:sz w:val="20"/>
              </w:rPr>
              <w:t>s</w:t>
            </w:r>
            <w:r>
              <w:rPr>
                <w:sz w:val="20"/>
              </w:rPr>
              <w:tab/>
              <w:t>: ……………………………………………………….</w:t>
            </w:r>
          </w:p>
          <w:p w14:paraId="539EED1F" w14:textId="77777777" w:rsidR="00AB130C" w:rsidRPr="00F12E2D" w:rsidRDefault="00AB130C" w:rsidP="00C151A6">
            <w:pPr>
              <w:rPr>
                <w:sz w:val="20"/>
              </w:rPr>
            </w:pPr>
            <w:r w:rsidRPr="00F12E2D">
              <w:rPr>
                <w:sz w:val="20"/>
              </w:rPr>
              <w:t>Stade opération / planning</w:t>
            </w:r>
            <w:r>
              <w:rPr>
                <w:sz w:val="20"/>
              </w:rPr>
              <w:t xml:space="preserve"> (études / chantier)</w:t>
            </w:r>
          </w:p>
          <w:p w14:paraId="12FBAC56" w14:textId="34B820E7" w:rsidR="00AB130C" w:rsidRDefault="00AB130C" w:rsidP="00C151A6">
            <w:pPr>
              <w:rPr>
                <w:sz w:val="20"/>
              </w:rPr>
            </w:pPr>
            <w:r w:rsidRPr="00F12E2D">
              <w:rPr>
                <w:sz w:val="20"/>
              </w:rPr>
              <w:t>Descriptif sommaire du programme</w:t>
            </w:r>
            <w:r>
              <w:rPr>
                <w:sz w:val="20"/>
              </w:rPr>
              <w:t xml:space="preserve"> / particularités du projet :</w:t>
            </w:r>
          </w:p>
          <w:p w14:paraId="16D31A15" w14:textId="1C4496A0" w:rsidR="00AB130C" w:rsidRPr="00F12E2D" w:rsidRDefault="00AB130C" w:rsidP="00C151A6">
            <w:pPr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……………………………………………………………………………….</w:t>
            </w:r>
          </w:p>
          <w:p w14:paraId="0A871C3E" w14:textId="77777777" w:rsidR="00AB130C" w:rsidRPr="00222DD5" w:rsidRDefault="00AB130C" w:rsidP="00C151A6">
            <w:pPr>
              <w:spacing w:after="120"/>
              <w:rPr>
                <w:sz w:val="20"/>
              </w:rPr>
            </w:pPr>
          </w:p>
        </w:tc>
        <w:tc>
          <w:tcPr>
            <w:tcW w:w="835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169BF40E" w14:textId="4EEF323D" w:rsidR="00AB130C" w:rsidRDefault="00AB130C">
            <w:pPr>
              <w:spacing w:after="160" w:line="259" w:lineRule="auto"/>
              <w:jc w:val="left"/>
              <w:rPr>
                <w:sz w:val="20"/>
              </w:rPr>
            </w:pPr>
          </w:p>
          <w:p w14:paraId="49671C9C" w14:textId="13C16D55" w:rsidR="006D1C65" w:rsidRDefault="006D1C65">
            <w:pPr>
              <w:spacing w:after="160" w:line="259" w:lineRule="auto"/>
              <w:jc w:val="left"/>
              <w:rPr>
                <w:sz w:val="20"/>
              </w:rPr>
            </w:pPr>
          </w:p>
          <w:p w14:paraId="7E8C157D" w14:textId="77777777" w:rsidR="006D1C65" w:rsidRDefault="006D1C65">
            <w:pPr>
              <w:spacing w:after="160" w:line="259" w:lineRule="auto"/>
              <w:jc w:val="left"/>
              <w:rPr>
                <w:sz w:val="20"/>
              </w:rPr>
            </w:pPr>
          </w:p>
          <w:p w14:paraId="69892F79" w14:textId="77777777" w:rsidR="006D1C65" w:rsidRPr="00AB130C" w:rsidRDefault="006D1C65" w:rsidP="006D1C65">
            <w:pPr>
              <w:jc w:val="center"/>
              <w:rPr>
                <w:color w:val="7F7F7F" w:themeColor="text1" w:themeTint="80"/>
              </w:rPr>
            </w:pPr>
            <w:r w:rsidRPr="00AB130C">
              <w:rPr>
                <w:color w:val="7F7F7F" w:themeColor="text1" w:themeTint="80"/>
              </w:rPr>
              <w:t>Autre vue</w:t>
            </w:r>
          </w:p>
          <w:p w14:paraId="459A8206" w14:textId="77777777" w:rsidR="00AB130C" w:rsidRDefault="00AB130C" w:rsidP="00DB764D"/>
        </w:tc>
        <w:tc>
          <w:tcPr>
            <w:tcW w:w="236" w:type="dxa"/>
            <w:vMerge/>
            <w:tcBorders>
              <w:right w:val="single" w:sz="8" w:space="0" w:color="auto"/>
            </w:tcBorders>
          </w:tcPr>
          <w:p w14:paraId="167A88F0" w14:textId="77777777" w:rsidR="00AB130C" w:rsidRDefault="00AB130C" w:rsidP="00DB764D"/>
        </w:tc>
        <w:tc>
          <w:tcPr>
            <w:tcW w:w="626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1F8F3301" w14:textId="7BDADDC3" w:rsidR="00AB130C" w:rsidRDefault="00AB130C" w:rsidP="00DB764D"/>
        </w:tc>
      </w:tr>
    </w:tbl>
    <w:p w14:paraId="076F420A" w14:textId="1910886A" w:rsidR="00DB764D" w:rsidRDefault="00DB764D" w:rsidP="00DB764D"/>
    <w:sectPr w:rsidR="00DB764D" w:rsidSect="00A35A43">
      <w:pgSz w:w="23811" w:h="16838" w:orient="landscape" w:code="8"/>
      <w:pgMar w:top="720" w:right="720" w:bottom="720" w:left="720" w:header="708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F8D3A" w14:textId="77777777" w:rsidR="00807ABD" w:rsidRDefault="00807ABD" w:rsidP="00D77F41">
      <w:pPr>
        <w:spacing w:after="0" w:line="240" w:lineRule="auto"/>
      </w:pPr>
      <w:r>
        <w:separator/>
      </w:r>
    </w:p>
    <w:p w14:paraId="6ED9C3E8" w14:textId="77777777" w:rsidR="00807ABD" w:rsidRDefault="00807ABD"/>
  </w:endnote>
  <w:endnote w:type="continuationSeparator" w:id="0">
    <w:p w14:paraId="5C4963F7" w14:textId="77777777" w:rsidR="00807ABD" w:rsidRDefault="00807ABD" w:rsidP="00D77F41">
      <w:pPr>
        <w:spacing w:after="0" w:line="240" w:lineRule="auto"/>
      </w:pPr>
      <w:r>
        <w:continuationSeparator/>
      </w:r>
    </w:p>
    <w:p w14:paraId="068CD6E5" w14:textId="77777777" w:rsidR="00807ABD" w:rsidRDefault="00807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FE26" w14:textId="23A42A7A" w:rsidR="004C4CE8" w:rsidRDefault="00FB1A0C" w:rsidP="00590F98">
    <w:pPr>
      <w:spacing w:after="0" w:line="240" w:lineRule="auto"/>
      <w:jc w:val="left"/>
    </w:pPr>
    <w:bookmarkStart w:id="3" w:name="_Hlk133848476"/>
    <w:r>
      <w:rPr>
        <w:sz w:val="16"/>
      </w:rPr>
      <w:t>RC</w:t>
    </w:r>
    <w:r w:rsidR="006307CD">
      <w:rPr>
        <w:sz w:val="16"/>
      </w:rPr>
      <w:t>-MOE</w:t>
    </w:r>
    <w:r w:rsidR="008914FB">
      <w:rPr>
        <w:sz w:val="16"/>
      </w:rPr>
      <w:t> </w:t>
    </w:r>
    <w:bookmarkEnd w:id="3"/>
    <w:r w:rsidR="008914FB">
      <w:rPr>
        <w:sz w:val="16"/>
      </w:rPr>
      <w:t xml:space="preserve">: </w:t>
    </w:r>
    <w:r w:rsidR="00B60CEE">
      <w:rPr>
        <w:rStyle w:val="Numrodepage"/>
        <w:sz w:val="16"/>
      </w:rPr>
      <w:t>MISE EN CONFORMITE DES FACADES</w:t>
    </w:r>
    <w:r w:rsidR="00590F98">
      <w:rPr>
        <w:rStyle w:val="Numrodepage"/>
        <w:sz w:val="16"/>
      </w:rPr>
      <w:t xml:space="preserve"> B</w:t>
    </w:r>
    <w:r w:rsidR="00B60CEE">
      <w:rPr>
        <w:rStyle w:val="Numrodepage"/>
        <w:sz w:val="16"/>
      </w:rPr>
      <w:t>44</w:t>
    </w:r>
    <w:r w:rsidR="00590F98">
      <w:rPr>
        <w:rStyle w:val="Numrodepage"/>
        <w:sz w:val="16"/>
      </w:rPr>
      <w:t xml:space="preserve"> </w:t>
    </w:r>
    <w:r w:rsidR="00B60CEE">
      <w:rPr>
        <w:rStyle w:val="Numrodepage"/>
        <w:sz w:val="16"/>
      </w:rPr>
      <w:t>BLONDEL</w:t>
    </w:r>
    <w:r w:rsidR="00590F98">
      <w:rPr>
        <w:rStyle w:val="Numrodepage"/>
        <w:sz w:val="16"/>
      </w:rPr>
      <w:t xml:space="preserve"> </w:t>
    </w:r>
    <w:r w:rsidR="006307CD">
      <w:rPr>
        <w:rStyle w:val="Numrodepage"/>
        <w:sz w:val="16"/>
      </w:rPr>
      <w:t>–</w:t>
    </w:r>
    <w:r w:rsidR="006307CD" w:rsidRPr="00CE38D6">
      <w:rPr>
        <w:rStyle w:val="Numrodepage"/>
        <w:sz w:val="16"/>
      </w:rPr>
      <w:t xml:space="preserve"> CAMPUS</w:t>
    </w:r>
    <w:r w:rsidR="00590F98">
      <w:rPr>
        <w:rStyle w:val="Numrodepage"/>
        <w:sz w:val="16"/>
      </w:rPr>
      <w:t xml:space="preserve"> MSA</w:t>
    </w:r>
    <w:r w:rsidR="00590F98">
      <w:rPr>
        <w:rStyle w:val="Numrodepage"/>
        <w:sz w:val="16"/>
      </w:rPr>
      <w:tab/>
    </w:r>
    <w:r w:rsidR="00590F98">
      <w:rPr>
        <w:rStyle w:val="Numrodepage"/>
        <w:sz w:val="16"/>
      </w:rPr>
      <w:tab/>
    </w:r>
    <w:r w:rsidR="00590F98">
      <w:rPr>
        <w:rStyle w:val="Numrodepage"/>
        <w:sz w:val="16"/>
      </w:rPr>
      <w:tab/>
    </w:r>
    <w:r w:rsidR="006307CD">
      <w:t xml:space="preserve"> </w:t>
    </w:r>
    <w:sdt>
      <w:sdtPr>
        <w:id w:val="-1131081220"/>
        <w:docPartObj>
          <w:docPartGallery w:val="Page Numbers (Bottom of Page)"/>
          <w:docPartUnique/>
        </w:docPartObj>
      </w:sdtPr>
      <w:sdtEndPr/>
      <w:sdtContent>
        <w:sdt>
          <w:sdtPr>
            <w:id w:val="1218783034"/>
            <w:docPartObj>
              <w:docPartGallery w:val="Page Numbers (Top of Page)"/>
              <w:docPartUnique/>
            </w:docPartObj>
          </w:sdtPr>
          <w:sdtEndPr/>
          <w:sdtContent>
            <w:r w:rsidR="004C4CE8">
              <w:tab/>
            </w:r>
            <w:r w:rsidR="004C4CE8" w:rsidRPr="00C5365A">
              <w:rPr>
                <w:rFonts w:asciiTheme="majorHAnsi" w:hAnsiTheme="majorHAnsi"/>
                <w:sz w:val="18"/>
                <w:szCs w:val="18"/>
              </w:rPr>
              <w:t xml:space="preserve">Page </w:t>
            </w:r>
            <w:r w:rsidR="004C4CE8"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begin"/>
            </w:r>
            <w:r w:rsidR="004C4CE8" w:rsidRPr="00C5365A">
              <w:rPr>
                <w:rFonts w:asciiTheme="majorHAnsi" w:hAnsiTheme="majorHAnsi"/>
                <w:bCs/>
                <w:sz w:val="18"/>
                <w:szCs w:val="18"/>
              </w:rPr>
              <w:instrText>PAGE</w:instrText>
            </w:r>
            <w:r w:rsidR="004C4CE8"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="004C4CE8">
              <w:rPr>
                <w:rFonts w:asciiTheme="majorHAnsi" w:hAnsiTheme="majorHAnsi"/>
                <w:bCs/>
                <w:noProof/>
                <w:sz w:val="18"/>
                <w:szCs w:val="18"/>
              </w:rPr>
              <w:t>22</w:t>
            </w:r>
            <w:r w:rsidR="004C4CE8"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="004C4CE8">
              <w:rPr>
                <w:rFonts w:asciiTheme="majorHAnsi" w:hAnsiTheme="majorHAnsi"/>
                <w:bCs/>
                <w:sz w:val="18"/>
                <w:szCs w:val="18"/>
              </w:rPr>
              <w:t xml:space="preserve"> </w:t>
            </w:r>
            <w:r w:rsidR="004C4CE8">
              <w:rPr>
                <w:rFonts w:asciiTheme="majorHAnsi" w:hAnsiTheme="majorHAnsi"/>
                <w:sz w:val="18"/>
                <w:szCs w:val="18"/>
              </w:rPr>
              <w:t>/</w:t>
            </w:r>
            <w:r w:rsidR="004C4CE8" w:rsidRPr="00C5365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4C4CE8"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begin"/>
            </w:r>
            <w:r w:rsidR="004C4CE8" w:rsidRPr="00C5365A">
              <w:rPr>
                <w:rFonts w:asciiTheme="majorHAnsi" w:hAnsiTheme="majorHAnsi"/>
                <w:bCs/>
                <w:sz w:val="18"/>
                <w:szCs w:val="18"/>
              </w:rPr>
              <w:instrText>NUMPAGES</w:instrText>
            </w:r>
            <w:r w:rsidR="004C4CE8"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="004C4CE8">
              <w:rPr>
                <w:rFonts w:asciiTheme="majorHAnsi" w:hAnsiTheme="majorHAnsi"/>
                <w:bCs/>
                <w:noProof/>
                <w:sz w:val="18"/>
                <w:szCs w:val="18"/>
              </w:rPr>
              <w:t>35</w:t>
            </w:r>
            <w:r w:rsidR="004C4CE8"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F4EF0" w14:textId="2A4236E4" w:rsidR="00A35A43" w:rsidRDefault="00A35A43" w:rsidP="00A35A43">
    <w:pPr>
      <w:spacing w:after="0" w:line="240" w:lineRule="auto"/>
      <w:jc w:val="left"/>
    </w:pPr>
    <w:r>
      <w:rPr>
        <w:sz w:val="16"/>
      </w:rPr>
      <w:t xml:space="preserve">RC-MOE : </w:t>
    </w:r>
    <w:r>
      <w:rPr>
        <w:rStyle w:val="Numrodepage"/>
        <w:sz w:val="16"/>
      </w:rPr>
      <w:t>MISE EN CONFORMITE DES FACADES B44 BLONDEL –</w:t>
    </w:r>
    <w:r w:rsidRPr="00CE38D6">
      <w:rPr>
        <w:rStyle w:val="Numrodepage"/>
        <w:sz w:val="16"/>
      </w:rPr>
      <w:t xml:space="preserve"> CAMPUS</w:t>
    </w:r>
    <w:r>
      <w:rPr>
        <w:rStyle w:val="Numrodepage"/>
        <w:sz w:val="16"/>
      </w:rPr>
      <w:t xml:space="preserve"> MSA</w:t>
    </w:r>
    <w:r>
      <w:rPr>
        <w:rStyle w:val="Numrodepage"/>
        <w:sz w:val="16"/>
      </w:rPr>
      <w:tab/>
    </w:r>
    <w:r>
      <w:rPr>
        <w:rStyle w:val="Numrodepage"/>
        <w:sz w:val="16"/>
      </w:rPr>
      <w:tab/>
    </w:r>
    <w:r>
      <w:rPr>
        <w:rStyle w:val="Numrodepage"/>
        <w:sz w:val="16"/>
      </w:rPr>
      <w:tab/>
    </w:r>
    <w:r>
      <w:t xml:space="preserve"> </w:t>
    </w:r>
    <w:sdt>
      <w:sdtPr>
        <w:id w:val="684253275"/>
        <w:docPartObj>
          <w:docPartGallery w:val="Page Numbers (Bottom of Page)"/>
          <w:docPartUnique/>
        </w:docPartObj>
      </w:sdtPr>
      <w:sdtContent>
        <w:sdt>
          <w:sdtPr>
            <w:id w:val="1912966869"/>
            <w:docPartObj>
              <w:docPartGallery w:val="Page Numbers (Top of Page)"/>
              <w:docPartUnique/>
            </w:docPartObj>
          </w:sdtPr>
          <w:sdtContent>
            <w:r>
              <w:tab/>
            </w:r>
            <w:r w:rsidRPr="00C5365A">
              <w:rPr>
                <w:rFonts w:asciiTheme="majorHAnsi" w:hAnsiTheme="majorHAnsi"/>
                <w:sz w:val="18"/>
                <w:szCs w:val="18"/>
              </w:rPr>
              <w:t xml:space="preserve">Page </w:t>
            </w:r>
            <w:r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begin"/>
            </w:r>
            <w:r w:rsidRPr="00C5365A">
              <w:rPr>
                <w:rFonts w:asciiTheme="majorHAnsi" w:hAnsiTheme="majorHAnsi"/>
                <w:bCs/>
                <w:sz w:val="18"/>
                <w:szCs w:val="18"/>
              </w:rPr>
              <w:instrText>PAGE</w:instrText>
            </w:r>
            <w:r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4</w:t>
            </w:r>
            <w:r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/</w:t>
            </w:r>
            <w:r w:rsidRPr="00C5365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begin"/>
            </w:r>
            <w:r w:rsidRPr="00C5365A">
              <w:rPr>
                <w:rFonts w:asciiTheme="majorHAnsi" w:hAnsiTheme="majorHAnsi"/>
                <w:bCs/>
                <w:sz w:val="18"/>
                <w:szCs w:val="18"/>
              </w:rPr>
              <w:instrText>NUMPAGES</w:instrText>
            </w:r>
            <w:r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5</w:t>
            </w:r>
            <w:r w:rsidRPr="00C5365A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D0C30" w14:textId="77777777" w:rsidR="00807ABD" w:rsidRDefault="00807ABD" w:rsidP="00D77F41">
      <w:pPr>
        <w:spacing w:after="0" w:line="240" w:lineRule="auto"/>
      </w:pPr>
      <w:r>
        <w:separator/>
      </w:r>
    </w:p>
    <w:p w14:paraId="4109306E" w14:textId="77777777" w:rsidR="00807ABD" w:rsidRDefault="00807ABD"/>
  </w:footnote>
  <w:footnote w:type="continuationSeparator" w:id="0">
    <w:p w14:paraId="7718550A" w14:textId="77777777" w:rsidR="00807ABD" w:rsidRDefault="00807ABD" w:rsidP="00D77F41">
      <w:pPr>
        <w:spacing w:after="0" w:line="240" w:lineRule="auto"/>
      </w:pPr>
      <w:r>
        <w:continuationSeparator/>
      </w:r>
    </w:p>
    <w:p w14:paraId="7B834ABA" w14:textId="77777777" w:rsidR="00807ABD" w:rsidRDefault="00807A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060" w:type="dxa"/>
      <w:tblInd w:w="-142" w:type="dxa"/>
      <w:tblLook w:val="04A0" w:firstRow="1" w:lastRow="0" w:firstColumn="1" w:lastColumn="0" w:noHBand="0" w:noVBand="1"/>
    </w:tblPr>
    <w:tblGrid>
      <w:gridCol w:w="2505"/>
      <w:gridCol w:w="3642"/>
      <w:gridCol w:w="3913"/>
    </w:tblGrid>
    <w:tr w:rsidR="000D3C96" w14:paraId="59B67607" w14:textId="77777777" w:rsidTr="008914FB">
      <w:trPr>
        <w:trHeight w:val="80"/>
      </w:trPr>
      <w:tc>
        <w:tcPr>
          <w:tcW w:w="2505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5C9E38D1" w14:textId="643D7849" w:rsidR="00EC65FF" w:rsidRDefault="000D3C96" w:rsidP="000D3C96">
          <w:pPr>
            <w:spacing w:before="60" w:after="60"/>
            <w:ind w:left="176"/>
            <w:jc w:val="left"/>
          </w:pPr>
          <w:r w:rsidRPr="000D3C96">
            <w:rPr>
              <w:noProof/>
            </w:rPr>
            <w:drawing>
              <wp:inline distT="0" distB="0" distL="0" distR="0" wp14:anchorId="3839BE95" wp14:editId="474C15E6">
                <wp:extent cx="1148317" cy="413357"/>
                <wp:effectExtent l="0" t="0" r="0" b="635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7308" cy="4201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C0680BD" w14:textId="77777777" w:rsidR="00EC65FF" w:rsidRPr="00EC65FF" w:rsidRDefault="00EC65FF" w:rsidP="00E53AD2">
          <w:pPr>
            <w:spacing w:before="60" w:after="60"/>
            <w:jc w:val="center"/>
            <w:rPr>
              <w:sz w:val="10"/>
              <w:szCs w:val="10"/>
            </w:rPr>
          </w:pPr>
        </w:p>
      </w:tc>
      <w:tc>
        <w:tcPr>
          <w:tcW w:w="3913" w:type="dxa"/>
          <w:tcBorders>
            <w:top w:val="nil"/>
            <w:left w:val="nil"/>
            <w:bottom w:val="nil"/>
            <w:right w:val="nil"/>
          </w:tcBorders>
          <w:shd w:val="clear" w:color="auto" w:fill="406C80"/>
          <w:vAlign w:val="center"/>
        </w:tcPr>
        <w:p w14:paraId="3CF68E1B" w14:textId="2215DE86" w:rsidR="00EC65FF" w:rsidRPr="00EC65FF" w:rsidRDefault="00EC65FF" w:rsidP="00E53AD2">
          <w:pPr>
            <w:spacing w:before="60" w:after="60"/>
            <w:jc w:val="center"/>
            <w:rPr>
              <w:sz w:val="10"/>
              <w:szCs w:val="10"/>
            </w:rPr>
          </w:pPr>
        </w:p>
      </w:tc>
    </w:tr>
    <w:tr w:rsidR="000D3C96" w14:paraId="5BAC8D37" w14:textId="77777777" w:rsidTr="008914FB">
      <w:trPr>
        <w:trHeight w:val="287"/>
      </w:trPr>
      <w:tc>
        <w:tcPr>
          <w:tcW w:w="2505" w:type="dxa"/>
          <w:vMerge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30D6147" w14:textId="77777777" w:rsidR="00EC65FF" w:rsidRDefault="00EC65FF" w:rsidP="00E53AD2">
          <w:pPr>
            <w:spacing w:before="60" w:after="60"/>
            <w:jc w:val="center"/>
            <w:rPr>
              <w:noProof/>
            </w:rPr>
          </w:pPr>
        </w:p>
      </w:tc>
      <w:tc>
        <w:tcPr>
          <w:tcW w:w="7555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1C48845" w14:textId="3C6F5B3C" w:rsidR="00EC65FF" w:rsidRDefault="008914FB" w:rsidP="008914FB">
          <w:pPr>
            <w:spacing w:before="120" w:after="60"/>
          </w:pPr>
          <w:r w:rsidRPr="008914FB">
            <w:rPr>
              <w:sz w:val="20"/>
              <w:szCs w:val="20"/>
            </w:rPr>
            <w:t xml:space="preserve">REGLEMENT DE CONSULATION – </w:t>
          </w:r>
          <w:r w:rsidR="00873AEF">
            <w:rPr>
              <w:sz w:val="20"/>
              <w:szCs w:val="20"/>
            </w:rPr>
            <w:t xml:space="preserve">ETAPE 01 </w:t>
          </w:r>
          <w:r w:rsidRPr="008914FB">
            <w:rPr>
              <w:sz w:val="20"/>
              <w:szCs w:val="20"/>
            </w:rPr>
            <w:t>PHASE CANDIDATURE</w:t>
          </w:r>
        </w:p>
      </w:tc>
    </w:tr>
  </w:tbl>
  <w:p w14:paraId="39EF211F" w14:textId="0A28CD3F" w:rsidR="004C4CE8" w:rsidRPr="008914FB" w:rsidRDefault="004C4CE8" w:rsidP="008914F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79550" w14:textId="56AE347B" w:rsidR="00A35A43" w:rsidRDefault="00A35A43">
    <w:pPr>
      <w:pStyle w:val="En-tte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202F11" wp14:editId="11BA9DF5">
              <wp:simplePos x="0" y="0"/>
              <wp:positionH relativeFrom="column">
                <wp:posOffset>0</wp:posOffset>
              </wp:positionH>
              <wp:positionV relativeFrom="paragraph">
                <wp:posOffset>199390</wp:posOffset>
              </wp:positionV>
              <wp:extent cx="7945119" cy="281304"/>
              <wp:effectExtent l="0" t="0" r="18415" b="2413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45119" cy="2813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A08C8E" w14:textId="77777777" w:rsidR="00A35A43" w:rsidRPr="0042414B" w:rsidRDefault="00A35A43" w:rsidP="00A35A43">
                          <w:pPr>
                            <w:pStyle w:val="Titre1"/>
                            <w:shd w:val="clear" w:color="auto" w:fill="000000" w:themeFill="text1"/>
                            <w:spacing w:before="0" w:after="0"/>
                            <w:ind w:right="0"/>
                            <w:rPr>
                              <w:color w:val="FFFFFF" w:themeColor="background1"/>
                            </w:rPr>
                          </w:pPr>
                          <w:r w:rsidRPr="0042414B">
                            <w:rPr>
                              <w:color w:val="FFFFFF" w:themeColor="background1"/>
                            </w:rPr>
                            <w:t>ANNEXE 04</w:t>
                          </w:r>
                          <w:r>
                            <w:rPr>
                              <w:color w:val="FFFFFF" w:themeColor="background1"/>
                            </w:rPr>
                            <w:t>b</w:t>
                          </w:r>
                          <w:r w:rsidRPr="0042414B">
                            <w:rPr>
                              <w:color w:val="FFFFFF" w:themeColor="background1"/>
                            </w:rPr>
                            <w:t xml:space="preserve"> du RC : FICHE DE REFERENCES  ___/ 5</w:t>
                          </w:r>
                          <w:r w:rsidRPr="0042414B">
                            <w:rPr>
                              <w:color w:val="FFFFFF" w:themeColor="background1"/>
                            </w:rPr>
                            <w:tab/>
                          </w:r>
                          <w:r w:rsidRPr="0042414B">
                            <w:rPr>
                              <w:color w:val="FFFFFF" w:themeColor="background1"/>
                            </w:rPr>
                            <w:tab/>
                          </w:r>
                          <w:r w:rsidRPr="0042414B">
                            <w:rPr>
                              <w:color w:val="FFFFFF" w:themeColor="background1"/>
                            </w:rPr>
                            <w:tab/>
                          </w:r>
                          <w:r w:rsidRPr="0042414B">
                            <w:rPr>
                              <w:color w:val="FFFFFF" w:themeColor="background1"/>
                            </w:rPr>
                            <w:tab/>
                            <w:t xml:space="preserve">Page </w:t>
                          </w: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 w:rsidRPr="0042414B">
                            <w:rPr>
                              <w:color w:val="FFFFFF" w:themeColor="background1"/>
                            </w:rPr>
                            <w:t>/2</w:t>
                          </w:r>
                        </w:p>
                        <w:p w14:paraId="573CE872" w14:textId="77777777" w:rsidR="00A35A43" w:rsidRDefault="00A35A43" w:rsidP="00A35A4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02F1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0;margin-top:15.7pt;width:625.6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">
              <v:textbox>
                <w:txbxContent>
                  <w:p w14:paraId="11A08C8E" w14:textId="77777777" w:rsidR="00A35A43" w:rsidRPr="0042414B" w:rsidRDefault="00A35A43" w:rsidP="00A35A43">
                    <w:pPr>
                      <w:pStyle w:val="Titre1"/>
                      <w:shd w:val="clear" w:color="auto" w:fill="000000" w:themeFill="text1"/>
                      <w:spacing w:before="0" w:after="0"/>
                      <w:ind w:right="0"/>
                      <w:rPr>
                        <w:color w:val="FFFFFF" w:themeColor="background1"/>
                      </w:rPr>
                    </w:pPr>
                    <w:r w:rsidRPr="0042414B">
                      <w:rPr>
                        <w:color w:val="FFFFFF" w:themeColor="background1"/>
                      </w:rPr>
                      <w:t>ANNEXE 04</w:t>
                    </w:r>
                    <w:r>
                      <w:rPr>
                        <w:color w:val="FFFFFF" w:themeColor="background1"/>
                      </w:rPr>
                      <w:t>b</w:t>
                    </w:r>
                    <w:r w:rsidRPr="0042414B">
                      <w:rPr>
                        <w:color w:val="FFFFFF" w:themeColor="background1"/>
                      </w:rPr>
                      <w:t xml:space="preserve"> du RC : FICHE DE REFERENCES  ___/ 5</w:t>
                    </w:r>
                    <w:r w:rsidRPr="0042414B">
                      <w:rPr>
                        <w:color w:val="FFFFFF" w:themeColor="background1"/>
                      </w:rPr>
                      <w:tab/>
                    </w:r>
                    <w:r w:rsidRPr="0042414B">
                      <w:rPr>
                        <w:color w:val="FFFFFF" w:themeColor="background1"/>
                      </w:rPr>
                      <w:tab/>
                    </w:r>
                    <w:r w:rsidRPr="0042414B">
                      <w:rPr>
                        <w:color w:val="FFFFFF" w:themeColor="background1"/>
                      </w:rPr>
                      <w:tab/>
                    </w:r>
                    <w:r w:rsidRPr="0042414B">
                      <w:rPr>
                        <w:color w:val="FFFFFF" w:themeColor="background1"/>
                      </w:rPr>
                      <w:tab/>
                      <w:t xml:space="preserve">Page </w:t>
                    </w:r>
                    <w:r>
                      <w:rPr>
                        <w:color w:val="FFFFFF" w:themeColor="background1"/>
                      </w:rPr>
                      <w:t>2</w:t>
                    </w:r>
                    <w:r w:rsidRPr="0042414B">
                      <w:rPr>
                        <w:color w:val="FFFFFF" w:themeColor="background1"/>
                      </w:rPr>
                      <w:t>/2</w:t>
                    </w:r>
                  </w:p>
                  <w:p w14:paraId="573CE872" w14:textId="77777777" w:rsidR="00A35A43" w:rsidRDefault="00A35A43" w:rsidP="00A35A43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51.5pt;height:126.25pt" o:bullet="t">
        <v:imagedata r:id="rId1" o:title="Capture d'écran 2024-11-03 221751"/>
      </v:shape>
    </w:pict>
  </w:numPicBullet>
  <w:abstractNum w:abstractNumId="0" w15:restartNumberingAfterBreak="0">
    <w:nsid w:val="FFFFFF82"/>
    <w:multiLevelType w:val="singleLevel"/>
    <w:tmpl w:val="373434FE"/>
    <w:lvl w:ilvl="0">
      <w:start w:val="1"/>
      <w:numFmt w:val="bullet"/>
      <w:pStyle w:val="Listepuces3"/>
      <w:lvlText w:val=""/>
      <w:lvlJc w:val="left"/>
      <w:pPr>
        <w:tabs>
          <w:tab w:val="num" w:pos="926"/>
        </w:tabs>
        <w:ind w:left="926" w:hanging="360"/>
      </w:pPr>
      <w:rPr>
        <w:rFonts w:ascii="Wingdings" w:hAnsi="Wingdings" w:hint="default"/>
      </w:rPr>
    </w:lvl>
  </w:abstractNum>
  <w:abstractNum w:abstractNumId="1" w15:restartNumberingAfterBreak="0">
    <w:nsid w:val="02D8563E"/>
    <w:multiLevelType w:val="hybridMultilevel"/>
    <w:tmpl w:val="B0227848"/>
    <w:lvl w:ilvl="0" w:tplc="3DE84868">
      <w:start w:val="1"/>
      <w:numFmt w:val="bullet"/>
      <w:lvlText w:val="­"/>
      <w:lvlJc w:val="left"/>
      <w:pPr>
        <w:ind w:left="1146" w:hanging="360"/>
      </w:pPr>
      <w:rPr>
        <w:rFonts w:ascii="SimSun" w:eastAsia="SimSun" w:hAnsi="SimSun" w:hint="eastAsia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4AC5A37"/>
    <w:multiLevelType w:val="hybridMultilevel"/>
    <w:tmpl w:val="5E881CA6"/>
    <w:lvl w:ilvl="0" w:tplc="433E19A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F3201"/>
    <w:multiLevelType w:val="hybridMultilevel"/>
    <w:tmpl w:val="B2E46BBC"/>
    <w:lvl w:ilvl="0" w:tplc="6D085A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7BE2152">
      <w:start w:val="1"/>
      <w:numFmt w:val="bullet"/>
      <w:pStyle w:val="Listepuces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A32A0B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0A71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C5B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48AC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89A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ECB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03D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01712"/>
    <w:multiLevelType w:val="multilevel"/>
    <w:tmpl w:val="39D4C9DA"/>
    <w:lvl w:ilvl="0">
      <w:start w:val="1"/>
      <w:numFmt w:val="bullet"/>
      <w:pStyle w:val="Listepuces"/>
      <w:lvlText w:val=""/>
      <w:lvlJc w:val="left"/>
      <w:pPr>
        <w:ind w:left="703" w:hanging="363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650FB"/>
    <w:multiLevelType w:val="hybridMultilevel"/>
    <w:tmpl w:val="FFCA7B80"/>
    <w:lvl w:ilvl="0" w:tplc="040C000B">
      <w:start w:val="1"/>
      <w:numFmt w:val="bullet"/>
      <w:lvlText w:val=""/>
      <w:lvlJc w:val="left"/>
      <w:pPr>
        <w:ind w:left="9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 w15:restartNumberingAfterBreak="0">
    <w:nsid w:val="19E10F3A"/>
    <w:multiLevelType w:val="hybridMultilevel"/>
    <w:tmpl w:val="C302BC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A6D5B"/>
    <w:multiLevelType w:val="hybridMultilevel"/>
    <w:tmpl w:val="0C36F24E"/>
    <w:lvl w:ilvl="0" w:tplc="3DE84868">
      <w:start w:val="1"/>
      <w:numFmt w:val="bullet"/>
      <w:lvlText w:val="­"/>
      <w:lvlJc w:val="left"/>
      <w:pPr>
        <w:ind w:left="838" w:hanging="360"/>
      </w:pPr>
      <w:rPr>
        <w:rFonts w:ascii="SimSun" w:eastAsia="SimSun" w:hAnsi="SimSun" w:hint="eastAsia"/>
      </w:rPr>
    </w:lvl>
    <w:lvl w:ilvl="1" w:tplc="040C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1C8C678E"/>
    <w:multiLevelType w:val="hybridMultilevel"/>
    <w:tmpl w:val="A5D69C80"/>
    <w:lvl w:ilvl="0" w:tplc="9FB2E0A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B93E07"/>
    <w:multiLevelType w:val="hybridMultilevel"/>
    <w:tmpl w:val="8E4C795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B44C0"/>
    <w:multiLevelType w:val="hybridMultilevel"/>
    <w:tmpl w:val="9342E36C"/>
    <w:lvl w:ilvl="0" w:tplc="53147A3E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72929"/>
    <w:multiLevelType w:val="hybridMultilevel"/>
    <w:tmpl w:val="AD08B31E"/>
    <w:lvl w:ilvl="0" w:tplc="3DE8486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SimSun" w:eastAsia="SimSun" w:hAnsi="SimSun" w:hint="eastAsi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E0C25"/>
    <w:multiLevelType w:val="hybridMultilevel"/>
    <w:tmpl w:val="50AADA5A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61E10A8"/>
    <w:multiLevelType w:val="hybridMultilevel"/>
    <w:tmpl w:val="42286716"/>
    <w:lvl w:ilvl="0" w:tplc="9FB2E0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76792"/>
    <w:multiLevelType w:val="hybridMultilevel"/>
    <w:tmpl w:val="25DCB772"/>
    <w:lvl w:ilvl="0" w:tplc="3DE84868">
      <w:start w:val="1"/>
      <w:numFmt w:val="bullet"/>
      <w:lvlText w:val="­"/>
      <w:lvlJc w:val="left"/>
      <w:pPr>
        <w:ind w:left="1287" w:hanging="360"/>
      </w:pPr>
      <w:rPr>
        <w:rFonts w:ascii="SimSun" w:eastAsia="SimSun" w:hAnsi="SimSun" w:hint="eastAsia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A843BDF"/>
    <w:multiLevelType w:val="hybridMultilevel"/>
    <w:tmpl w:val="7F72AD16"/>
    <w:lvl w:ilvl="0" w:tplc="7A0CBF30">
      <w:start w:val="1"/>
      <w:numFmt w:val="bullet"/>
      <w:lvlText w:val=""/>
      <w:lvlJc w:val="left"/>
      <w:pPr>
        <w:ind w:left="1287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191A28"/>
    <w:multiLevelType w:val="multilevel"/>
    <w:tmpl w:val="D7A8E3A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4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i/>
        <w:sz w:val="24"/>
      </w:rPr>
    </w:lvl>
    <w:lvl w:ilvl="4">
      <w:start w:val="1"/>
      <w:numFmt w:val="decimal"/>
      <w:lvlText w:val="%1.%2.%3.%4.%5"/>
      <w:lvlJc w:val="left"/>
      <w:pPr>
        <w:ind w:left="171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FEB0A89"/>
    <w:multiLevelType w:val="hybridMultilevel"/>
    <w:tmpl w:val="5420D6F0"/>
    <w:lvl w:ilvl="0" w:tplc="7BFC1490">
      <w:start w:val="1"/>
      <w:numFmt w:val="decimal"/>
      <w:pStyle w:val="Titre"/>
      <w:lvlText w:val="ARTICLE %1 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23A30"/>
    <w:multiLevelType w:val="multilevel"/>
    <w:tmpl w:val="BF325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5320B2"/>
    <w:multiLevelType w:val="hybridMultilevel"/>
    <w:tmpl w:val="13F2A122"/>
    <w:lvl w:ilvl="0" w:tplc="7A0CBF30">
      <w:start w:val="1"/>
      <w:numFmt w:val="bullet"/>
      <w:lvlText w:val=""/>
      <w:lvlJc w:val="left"/>
      <w:pPr>
        <w:ind w:left="144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9A07E8"/>
    <w:multiLevelType w:val="hybridMultilevel"/>
    <w:tmpl w:val="0AFCAAE0"/>
    <w:lvl w:ilvl="0" w:tplc="2340C7E2">
      <w:start w:val="1"/>
      <w:numFmt w:val="bullet"/>
      <w:lvlText w:val="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195CFE"/>
    <w:multiLevelType w:val="hybridMultilevel"/>
    <w:tmpl w:val="854C1DF6"/>
    <w:lvl w:ilvl="0" w:tplc="8F3EB80A">
      <w:start w:val="6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C22452"/>
    <w:multiLevelType w:val="hybridMultilevel"/>
    <w:tmpl w:val="23BAE8F4"/>
    <w:lvl w:ilvl="0" w:tplc="433E19A2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2B0FCD"/>
    <w:multiLevelType w:val="hybridMultilevel"/>
    <w:tmpl w:val="E30E54CA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51D2FBD"/>
    <w:multiLevelType w:val="hybridMultilevel"/>
    <w:tmpl w:val="418615DA"/>
    <w:lvl w:ilvl="0" w:tplc="3DE84868">
      <w:start w:val="1"/>
      <w:numFmt w:val="bullet"/>
      <w:lvlText w:val="­"/>
      <w:lvlJc w:val="left"/>
      <w:pPr>
        <w:ind w:left="1287" w:hanging="360"/>
      </w:pPr>
      <w:rPr>
        <w:rFonts w:ascii="SimSun" w:eastAsia="SimSun" w:hAnsi="SimSun" w:hint="eastAsia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5580C1C"/>
    <w:multiLevelType w:val="hybridMultilevel"/>
    <w:tmpl w:val="F7B8D5CA"/>
    <w:lvl w:ilvl="0" w:tplc="C540BD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76373"/>
    <w:multiLevelType w:val="hybridMultilevel"/>
    <w:tmpl w:val="21A07F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82190"/>
    <w:multiLevelType w:val="hybridMultilevel"/>
    <w:tmpl w:val="9CAE474C"/>
    <w:lvl w:ilvl="0" w:tplc="433E19A2">
      <w:start w:val="3"/>
      <w:numFmt w:val="bullet"/>
      <w:lvlText w:val="-"/>
      <w:lvlJc w:val="left"/>
      <w:pPr>
        <w:ind w:left="833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8" w15:restartNumberingAfterBreak="0">
    <w:nsid w:val="54550C2D"/>
    <w:multiLevelType w:val="hybridMultilevel"/>
    <w:tmpl w:val="79AC4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3D6192"/>
    <w:multiLevelType w:val="hybridMultilevel"/>
    <w:tmpl w:val="E976E7A4"/>
    <w:lvl w:ilvl="0" w:tplc="9FB2E0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94156"/>
    <w:multiLevelType w:val="hybridMultilevel"/>
    <w:tmpl w:val="AA3078F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253E85"/>
    <w:multiLevelType w:val="hybridMultilevel"/>
    <w:tmpl w:val="844CB6F6"/>
    <w:lvl w:ilvl="0" w:tplc="BE148B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45721"/>
    <w:multiLevelType w:val="hybridMultilevel"/>
    <w:tmpl w:val="ABF44850"/>
    <w:lvl w:ilvl="0" w:tplc="7A0CBF30">
      <w:start w:val="1"/>
      <w:numFmt w:val="bullet"/>
      <w:lvlText w:val="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35018"/>
    <w:multiLevelType w:val="multilevel"/>
    <w:tmpl w:val="3E74751A"/>
    <w:lvl w:ilvl="0">
      <w:start w:val="1"/>
      <w:numFmt w:val="decimal"/>
      <w:pStyle w:val="Listenumros2"/>
      <w:lvlText w:val="%1."/>
      <w:lvlJc w:val="left"/>
      <w:pPr>
        <w:ind w:left="737" w:hanging="397"/>
      </w:pPr>
      <w:rPr>
        <w:rFonts w:hint="default"/>
      </w:rPr>
    </w:lvl>
    <w:lvl w:ilvl="1">
      <w:start w:val="1"/>
      <w:numFmt w:val="lowerLetter"/>
      <w:pStyle w:val="Listenumros2"/>
      <w:lvlText w:val="%2."/>
      <w:lvlJc w:val="left"/>
      <w:pPr>
        <w:ind w:left="130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6F76BFB"/>
    <w:multiLevelType w:val="hybridMultilevel"/>
    <w:tmpl w:val="515A76E0"/>
    <w:lvl w:ilvl="0" w:tplc="BA30374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226C4D"/>
    <w:multiLevelType w:val="hybridMultilevel"/>
    <w:tmpl w:val="77CE8E1C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6C781209"/>
    <w:multiLevelType w:val="hybridMultilevel"/>
    <w:tmpl w:val="2B4EC784"/>
    <w:lvl w:ilvl="0" w:tplc="040C0017">
      <w:start w:val="1"/>
      <w:numFmt w:val="lowerLetter"/>
      <w:lvlText w:val="%1)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CAB366A"/>
    <w:multiLevelType w:val="hybridMultilevel"/>
    <w:tmpl w:val="94AAD546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032019C"/>
    <w:multiLevelType w:val="multilevel"/>
    <w:tmpl w:val="94224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C7743C4"/>
    <w:multiLevelType w:val="hybridMultilevel"/>
    <w:tmpl w:val="125E10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B659A"/>
    <w:multiLevelType w:val="hybridMultilevel"/>
    <w:tmpl w:val="37122844"/>
    <w:lvl w:ilvl="0" w:tplc="2340C7E2">
      <w:start w:val="1"/>
      <w:numFmt w:val="bullet"/>
      <w:lvlText w:val=""/>
      <w:lvlJc w:val="left"/>
      <w:pPr>
        <w:ind w:left="1287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0"/>
  </w:num>
  <w:num w:numId="4">
    <w:abstractNumId w:val="4"/>
  </w:num>
  <w:num w:numId="5">
    <w:abstractNumId w:val="3"/>
  </w:num>
  <w:num w:numId="6">
    <w:abstractNumId w:val="39"/>
  </w:num>
  <w:num w:numId="7">
    <w:abstractNumId w:val="6"/>
  </w:num>
  <w:num w:numId="8">
    <w:abstractNumId w:val="21"/>
  </w:num>
  <w:num w:numId="9">
    <w:abstractNumId w:val="17"/>
  </w:num>
  <w:num w:numId="10">
    <w:abstractNumId w:val="8"/>
  </w:num>
  <w:num w:numId="11">
    <w:abstractNumId w:val="34"/>
  </w:num>
  <w:num w:numId="12">
    <w:abstractNumId w:val="36"/>
  </w:num>
  <w:num w:numId="13">
    <w:abstractNumId w:val="30"/>
  </w:num>
  <w:num w:numId="14">
    <w:abstractNumId w:val="31"/>
  </w:num>
  <w:num w:numId="15">
    <w:abstractNumId w:val="18"/>
  </w:num>
  <w:num w:numId="16">
    <w:abstractNumId w:val="11"/>
  </w:num>
  <w:num w:numId="17">
    <w:abstractNumId w:val="15"/>
  </w:num>
  <w:num w:numId="18">
    <w:abstractNumId w:val="12"/>
  </w:num>
  <w:num w:numId="19">
    <w:abstractNumId w:val="14"/>
  </w:num>
  <w:num w:numId="20">
    <w:abstractNumId w:val="28"/>
  </w:num>
  <w:num w:numId="21">
    <w:abstractNumId w:val="23"/>
  </w:num>
  <w:num w:numId="22">
    <w:abstractNumId w:val="2"/>
  </w:num>
  <w:num w:numId="23">
    <w:abstractNumId w:val="37"/>
  </w:num>
  <w:num w:numId="24">
    <w:abstractNumId w:val="25"/>
  </w:num>
  <w:num w:numId="25">
    <w:abstractNumId w:val="35"/>
  </w:num>
  <w:num w:numId="26">
    <w:abstractNumId w:val="7"/>
  </w:num>
  <w:num w:numId="27">
    <w:abstractNumId w:val="5"/>
  </w:num>
  <w:num w:numId="28">
    <w:abstractNumId w:val="9"/>
  </w:num>
  <w:num w:numId="29">
    <w:abstractNumId w:val="10"/>
  </w:num>
  <w:num w:numId="30">
    <w:abstractNumId w:val="38"/>
  </w:num>
  <w:num w:numId="31">
    <w:abstractNumId w:val="32"/>
  </w:num>
  <w:num w:numId="32">
    <w:abstractNumId w:val="40"/>
  </w:num>
  <w:num w:numId="33">
    <w:abstractNumId w:val="24"/>
  </w:num>
  <w:num w:numId="34">
    <w:abstractNumId w:val="20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19"/>
  </w:num>
  <w:num w:numId="38">
    <w:abstractNumId w:val="22"/>
  </w:num>
  <w:num w:numId="39">
    <w:abstractNumId w:val="1"/>
  </w:num>
  <w:num w:numId="40">
    <w:abstractNumId w:val="26"/>
  </w:num>
  <w:num w:numId="41">
    <w:abstractNumId w:val="29"/>
  </w:num>
  <w:num w:numId="42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07F"/>
    <w:rsid w:val="000003F5"/>
    <w:rsid w:val="00013A8A"/>
    <w:rsid w:val="00015896"/>
    <w:rsid w:val="0002071E"/>
    <w:rsid w:val="00020E86"/>
    <w:rsid w:val="00024446"/>
    <w:rsid w:val="00030FAB"/>
    <w:rsid w:val="00031E1D"/>
    <w:rsid w:val="00034779"/>
    <w:rsid w:val="000348F0"/>
    <w:rsid w:val="000367D2"/>
    <w:rsid w:val="00037F8B"/>
    <w:rsid w:val="00037FA3"/>
    <w:rsid w:val="0004018E"/>
    <w:rsid w:val="000414A6"/>
    <w:rsid w:val="000417FD"/>
    <w:rsid w:val="00043AFB"/>
    <w:rsid w:val="0004530C"/>
    <w:rsid w:val="00046249"/>
    <w:rsid w:val="00047150"/>
    <w:rsid w:val="00051686"/>
    <w:rsid w:val="000530ED"/>
    <w:rsid w:val="000535EE"/>
    <w:rsid w:val="00060396"/>
    <w:rsid w:val="00060A11"/>
    <w:rsid w:val="00060D0E"/>
    <w:rsid w:val="00061B91"/>
    <w:rsid w:val="000621ED"/>
    <w:rsid w:val="00064E54"/>
    <w:rsid w:val="00066211"/>
    <w:rsid w:val="00066BB3"/>
    <w:rsid w:val="000672A6"/>
    <w:rsid w:val="0007658E"/>
    <w:rsid w:val="00080130"/>
    <w:rsid w:val="00082E42"/>
    <w:rsid w:val="00083BB4"/>
    <w:rsid w:val="00084529"/>
    <w:rsid w:val="000850CE"/>
    <w:rsid w:val="000853B5"/>
    <w:rsid w:val="0008731B"/>
    <w:rsid w:val="00091F12"/>
    <w:rsid w:val="0009548B"/>
    <w:rsid w:val="0009737B"/>
    <w:rsid w:val="00097EE8"/>
    <w:rsid w:val="000A5E1E"/>
    <w:rsid w:val="000A62A8"/>
    <w:rsid w:val="000B1BD0"/>
    <w:rsid w:val="000B2878"/>
    <w:rsid w:val="000B5D11"/>
    <w:rsid w:val="000B6245"/>
    <w:rsid w:val="000B792B"/>
    <w:rsid w:val="000C293D"/>
    <w:rsid w:val="000C32DD"/>
    <w:rsid w:val="000C4945"/>
    <w:rsid w:val="000C54DE"/>
    <w:rsid w:val="000C6D07"/>
    <w:rsid w:val="000D070B"/>
    <w:rsid w:val="000D34DA"/>
    <w:rsid w:val="000D3C96"/>
    <w:rsid w:val="000D4C9B"/>
    <w:rsid w:val="000E42C0"/>
    <w:rsid w:val="000E75CC"/>
    <w:rsid w:val="000F1DC4"/>
    <w:rsid w:val="000F3B7A"/>
    <w:rsid w:val="000F43CC"/>
    <w:rsid w:val="000F4F8C"/>
    <w:rsid w:val="00102329"/>
    <w:rsid w:val="00102571"/>
    <w:rsid w:val="00111D11"/>
    <w:rsid w:val="001121E1"/>
    <w:rsid w:val="001160B9"/>
    <w:rsid w:val="001203E9"/>
    <w:rsid w:val="001209A9"/>
    <w:rsid w:val="00123AF0"/>
    <w:rsid w:val="00124D75"/>
    <w:rsid w:val="00130E15"/>
    <w:rsid w:val="00132E6F"/>
    <w:rsid w:val="0013357D"/>
    <w:rsid w:val="0013430D"/>
    <w:rsid w:val="00137F19"/>
    <w:rsid w:val="001424E4"/>
    <w:rsid w:val="00145151"/>
    <w:rsid w:val="00146B55"/>
    <w:rsid w:val="0015176A"/>
    <w:rsid w:val="00153E97"/>
    <w:rsid w:val="00154CF8"/>
    <w:rsid w:val="00156E62"/>
    <w:rsid w:val="0015701D"/>
    <w:rsid w:val="0016216C"/>
    <w:rsid w:val="00162AE2"/>
    <w:rsid w:val="001631BE"/>
    <w:rsid w:val="00164596"/>
    <w:rsid w:val="00172CB5"/>
    <w:rsid w:val="00174721"/>
    <w:rsid w:val="00176CB2"/>
    <w:rsid w:val="00176D94"/>
    <w:rsid w:val="00181ED2"/>
    <w:rsid w:val="00191BED"/>
    <w:rsid w:val="00194DB5"/>
    <w:rsid w:val="001A0056"/>
    <w:rsid w:val="001A4A1A"/>
    <w:rsid w:val="001A5DE0"/>
    <w:rsid w:val="001A65F2"/>
    <w:rsid w:val="001A748A"/>
    <w:rsid w:val="001B3CAF"/>
    <w:rsid w:val="001B7534"/>
    <w:rsid w:val="001C022A"/>
    <w:rsid w:val="001C04BB"/>
    <w:rsid w:val="001C1364"/>
    <w:rsid w:val="001C44EE"/>
    <w:rsid w:val="001D0BE2"/>
    <w:rsid w:val="001D2B5D"/>
    <w:rsid w:val="001D327D"/>
    <w:rsid w:val="001D6AA4"/>
    <w:rsid w:val="001D6BDC"/>
    <w:rsid w:val="001D7989"/>
    <w:rsid w:val="001E04CE"/>
    <w:rsid w:val="001E12DC"/>
    <w:rsid w:val="001E3C31"/>
    <w:rsid w:val="001F02A1"/>
    <w:rsid w:val="001F09B2"/>
    <w:rsid w:val="001F1581"/>
    <w:rsid w:val="001F3E6B"/>
    <w:rsid w:val="001F5046"/>
    <w:rsid w:val="001F647F"/>
    <w:rsid w:val="00200638"/>
    <w:rsid w:val="0020484E"/>
    <w:rsid w:val="00205923"/>
    <w:rsid w:val="002103C7"/>
    <w:rsid w:val="00212ADB"/>
    <w:rsid w:val="00213BC6"/>
    <w:rsid w:val="00215700"/>
    <w:rsid w:val="00216559"/>
    <w:rsid w:val="002224A3"/>
    <w:rsid w:val="00222EBA"/>
    <w:rsid w:val="002251D6"/>
    <w:rsid w:val="002254FE"/>
    <w:rsid w:val="00226ECB"/>
    <w:rsid w:val="00227125"/>
    <w:rsid w:val="002274CD"/>
    <w:rsid w:val="00227E3C"/>
    <w:rsid w:val="00231222"/>
    <w:rsid w:val="0023682E"/>
    <w:rsid w:val="00236D4C"/>
    <w:rsid w:val="002375DF"/>
    <w:rsid w:val="002379FF"/>
    <w:rsid w:val="00237C08"/>
    <w:rsid w:val="0024088C"/>
    <w:rsid w:val="0024487A"/>
    <w:rsid w:val="00244E04"/>
    <w:rsid w:val="002467D7"/>
    <w:rsid w:val="002501DA"/>
    <w:rsid w:val="00250EE7"/>
    <w:rsid w:val="00252193"/>
    <w:rsid w:val="002531A5"/>
    <w:rsid w:val="0025519F"/>
    <w:rsid w:val="00256146"/>
    <w:rsid w:val="002579E6"/>
    <w:rsid w:val="00260F4B"/>
    <w:rsid w:val="002635B9"/>
    <w:rsid w:val="00263E03"/>
    <w:rsid w:val="002716C9"/>
    <w:rsid w:val="002718E8"/>
    <w:rsid w:val="0028067F"/>
    <w:rsid w:val="002847B0"/>
    <w:rsid w:val="002851C9"/>
    <w:rsid w:val="00287E55"/>
    <w:rsid w:val="002A2827"/>
    <w:rsid w:val="002A56E5"/>
    <w:rsid w:val="002A69E6"/>
    <w:rsid w:val="002A6EE4"/>
    <w:rsid w:val="002A7E7A"/>
    <w:rsid w:val="002B739C"/>
    <w:rsid w:val="002B7CFE"/>
    <w:rsid w:val="002C00DE"/>
    <w:rsid w:val="002C3039"/>
    <w:rsid w:val="002C4F09"/>
    <w:rsid w:val="002D19CC"/>
    <w:rsid w:val="002D6393"/>
    <w:rsid w:val="002D71E2"/>
    <w:rsid w:val="002E0BE0"/>
    <w:rsid w:val="002E4BAA"/>
    <w:rsid w:val="002E5318"/>
    <w:rsid w:val="002E5D6B"/>
    <w:rsid w:val="002F5355"/>
    <w:rsid w:val="003008D5"/>
    <w:rsid w:val="0030223E"/>
    <w:rsid w:val="00304240"/>
    <w:rsid w:val="00305F21"/>
    <w:rsid w:val="003064B0"/>
    <w:rsid w:val="00310695"/>
    <w:rsid w:val="003137A1"/>
    <w:rsid w:val="00314113"/>
    <w:rsid w:val="003142B9"/>
    <w:rsid w:val="003154CE"/>
    <w:rsid w:val="00315953"/>
    <w:rsid w:val="003169A2"/>
    <w:rsid w:val="00322D01"/>
    <w:rsid w:val="00331B96"/>
    <w:rsid w:val="00333442"/>
    <w:rsid w:val="00335F8D"/>
    <w:rsid w:val="00345526"/>
    <w:rsid w:val="00345E27"/>
    <w:rsid w:val="00346B11"/>
    <w:rsid w:val="00347D1C"/>
    <w:rsid w:val="00350142"/>
    <w:rsid w:val="00355D71"/>
    <w:rsid w:val="00356853"/>
    <w:rsid w:val="00356DD3"/>
    <w:rsid w:val="00360B3E"/>
    <w:rsid w:val="00361FCC"/>
    <w:rsid w:val="00363EBE"/>
    <w:rsid w:val="0036424A"/>
    <w:rsid w:val="003715A2"/>
    <w:rsid w:val="003730F0"/>
    <w:rsid w:val="00375ECB"/>
    <w:rsid w:val="0037674D"/>
    <w:rsid w:val="00376F07"/>
    <w:rsid w:val="00377133"/>
    <w:rsid w:val="0038262B"/>
    <w:rsid w:val="00382638"/>
    <w:rsid w:val="00382E68"/>
    <w:rsid w:val="00382E85"/>
    <w:rsid w:val="00383FA4"/>
    <w:rsid w:val="0038543B"/>
    <w:rsid w:val="00385AAC"/>
    <w:rsid w:val="0039174B"/>
    <w:rsid w:val="0039580F"/>
    <w:rsid w:val="003A0D8F"/>
    <w:rsid w:val="003A2F67"/>
    <w:rsid w:val="003A3BC3"/>
    <w:rsid w:val="003A5428"/>
    <w:rsid w:val="003B4CFC"/>
    <w:rsid w:val="003B5F82"/>
    <w:rsid w:val="003C07DA"/>
    <w:rsid w:val="003C0C2A"/>
    <w:rsid w:val="003C1D57"/>
    <w:rsid w:val="003C5590"/>
    <w:rsid w:val="003C7FBA"/>
    <w:rsid w:val="003D0F83"/>
    <w:rsid w:val="003D11A5"/>
    <w:rsid w:val="003D30FA"/>
    <w:rsid w:val="003D3EA1"/>
    <w:rsid w:val="003D40B3"/>
    <w:rsid w:val="003D497E"/>
    <w:rsid w:val="003D585F"/>
    <w:rsid w:val="003D61A5"/>
    <w:rsid w:val="003D6805"/>
    <w:rsid w:val="003D6D06"/>
    <w:rsid w:val="003D7CFE"/>
    <w:rsid w:val="003E7BA3"/>
    <w:rsid w:val="003F4B36"/>
    <w:rsid w:val="003F78C8"/>
    <w:rsid w:val="00406CB6"/>
    <w:rsid w:val="00410B58"/>
    <w:rsid w:val="004140D0"/>
    <w:rsid w:val="00414514"/>
    <w:rsid w:val="004149C7"/>
    <w:rsid w:val="00415BED"/>
    <w:rsid w:val="00415F59"/>
    <w:rsid w:val="00422B35"/>
    <w:rsid w:val="0042414B"/>
    <w:rsid w:val="0042438F"/>
    <w:rsid w:val="0043109A"/>
    <w:rsid w:val="00432077"/>
    <w:rsid w:val="00433E1A"/>
    <w:rsid w:val="00433E5E"/>
    <w:rsid w:val="00434D98"/>
    <w:rsid w:val="00435715"/>
    <w:rsid w:val="004363ED"/>
    <w:rsid w:val="004366DF"/>
    <w:rsid w:val="004368F9"/>
    <w:rsid w:val="00437EBC"/>
    <w:rsid w:val="00441E68"/>
    <w:rsid w:val="00455C28"/>
    <w:rsid w:val="00460834"/>
    <w:rsid w:val="00461052"/>
    <w:rsid w:val="0046211D"/>
    <w:rsid w:val="004663AA"/>
    <w:rsid w:val="004668B3"/>
    <w:rsid w:val="00467822"/>
    <w:rsid w:val="0047122E"/>
    <w:rsid w:val="0047235A"/>
    <w:rsid w:val="004739B5"/>
    <w:rsid w:val="0047440C"/>
    <w:rsid w:val="0047507C"/>
    <w:rsid w:val="0047564D"/>
    <w:rsid w:val="00476C02"/>
    <w:rsid w:val="00477D13"/>
    <w:rsid w:val="00477F0F"/>
    <w:rsid w:val="00480CC1"/>
    <w:rsid w:val="00487AD3"/>
    <w:rsid w:val="00487B97"/>
    <w:rsid w:val="004912F1"/>
    <w:rsid w:val="00493D16"/>
    <w:rsid w:val="0049404B"/>
    <w:rsid w:val="004A0C04"/>
    <w:rsid w:val="004A19FB"/>
    <w:rsid w:val="004A3E94"/>
    <w:rsid w:val="004A5682"/>
    <w:rsid w:val="004A57F7"/>
    <w:rsid w:val="004A59B9"/>
    <w:rsid w:val="004A7F9F"/>
    <w:rsid w:val="004B2119"/>
    <w:rsid w:val="004B300D"/>
    <w:rsid w:val="004B5C97"/>
    <w:rsid w:val="004B7863"/>
    <w:rsid w:val="004C00A9"/>
    <w:rsid w:val="004C3041"/>
    <w:rsid w:val="004C4CE8"/>
    <w:rsid w:val="004C60B2"/>
    <w:rsid w:val="004C772C"/>
    <w:rsid w:val="004D1B34"/>
    <w:rsid w:val="004D2F32"/>
    <w:rsid w:val="004D35CE"/>
    <w:rsid w:val="004D6491"/>
    <w:rsid w:val="004E1F5C"/>
    <w:rsid w:val="004E318F"/>
    <w:rsid w:val="004E4E77"/>
    <w:rsid w:val="004E6E95"/>
    <w:rsid w:val="004F0450"/>
    <w:rsid w:val="004F3ED6"/>
    <w:rsid w:val="004F40B9"/>
    <w:rsid w:val="004F4530"/>
    <w:rsid w:val="004F5ACD"/>
    <w:rsid w:val="004F773C"/>
    <w:rsid w:val="00500BF1"/>
    <w:rsid w:val="00500E33"/>
    <w:rsid w:val="00501848"/>
    <w:rsid w:val="005027F2"/>
    <w:rsid w:val="00506C67"/>
    <w:rsid w:val="00507813"/>
    <w:rsid w:val="00507C14"/>
    <w:rsid w:val="0051097E"/>
    <w:rsid w:val="00514E77"/>
    <w:rsid w:val="00515F6F"/>
    <w:rsid w:val="005160CE"/>
    <w:rsid w:val="00520429"/>
    <w:rsid w:val="00522653"/>
    <w:rsid w:val="00522983"/>
    <w:rsid w:val="00526868"/>
    <w:rsid w:val="00530025"/>
    <w:rsid w:val="0053005C"/>
    <w:rsid w:val="00530B64"/>
    <w:rsid w:val="00531EE3"/>
    <w:rsid w:val="005330C1"/>
    <w:rsid w:val="0053311F"/>
    <w:rsid w:val="005352E4"/>
    <w:rsid w:val="00535E55"/>
    <w:rsid w:val="00537C50"/>
    <w:rsid w:val="0054154D"/>
    <w:rsid w:val="00541DB4"/>
    <w:rsid w:val="005428A6"/>
    <w:rsid w:val="00543AA3"/>
    <w:rsid w:val="00543E11"/>
    <w:rsid w:val="00544370"/>
    <w:rsid w:val="005446EB"/>
    <w:rsid w:val="00551F2D"/>
    <w:rsid w:val="0055268C"/>
    <w:rsid w:val="00554D1D"/>
    <w:rsid w:val="00555BCE"/>
    <w:rsid w:val="0055623A"/>
    <w:rsid w:val="0055732B"/>
    <w:rsid w:val="0055794A"/>
    <w:rsid w:val="00565DC5"/>
    <w:rsid w:val="00566ED4"/>
    <w:rsid w:val="00572387"/>
    <w:rsid w:val="00573BDC"/>
    <w:rsid w:val="00573F83"/>
    <w:rsid w:val="0057461A"/>
    <w:rsid w:val="005768EE"/>
    <w:rsid w:val="00580136"/>
    <w:rsid w:val="00581FED"/>
    <w:rsid w:val="005837AA"/>
    <w:rsid w:val="00584B12"/>
    <w:rsid w:val="005873A4"/>
    <w:rsid w:val="00590F98"/>
    <w:rsid w:val="005A2BFC"/>
    <w:rsid w:val="005A4D27"/>
    <w:rsid w:val="005A5879"/>
    <w:rsid w:val="005B111E"/>
    <w:rsid w:val="005B113D"/>
    <w:rsid w:val="005B1304"/>
    <w:rsid w:val="005B5571"/>
    <w:rsid w:val="005B6DDF"/>
    <w:rsid w:val="005C2046"/>
    <w:rsid w:val="005C2E14"/>
    <w:rsid w:val="005D013E"/>
    <w:rsid w:val="005D0544"/>
    <w:rsid w:val="005D0B80"/>
    <w:rsid w:val="005D23ED"/>
    <w:rsid w:val="005D2789"/>
    <w:rsid w:val="005D577C"/>
    <w:rsid w:val="005D6109"/>
    <w:rsid w:val="005E2C77"/>
    <w:rsid w:val="005E400A"/>
    <w:rsid w:val="005E65C5"/>
    <w:rsid w:val="005F0775"/>
    <w:rsid w:val="005F3CCD"/>
    <w:rsid w:val="005F5E8A"/>
    <w:rsid w:val="005F60E8"/>
    <w:rsid w:val="005F6EB9"/>
    <w:rsid w:val="00606379"/>
    <w:rsid w:val="00607ED7"/>
    <w:rsid w:val="00614CEB"/>
    <w:rsid w:val="00622701"/>
    <w:rsid w:val="00624EF5"/>
    <w:rsid w:val="00626CAB"/>
    <w:rsid w:val="006304E9"/>
    <w:rsid w:val="006307CD"/>
    <w:rsid w:val="006414E2"/>
    <w:rsid w:val="00642427"/>
    <w:rsid w:val="0064407F"/>
    <w:rsid w:val="006451AE"/>
    <w:rsid w:val="00650944"/>
    <w:rsid w:val="00650E85"/>
    <w:rsid w:val="006516C0"/>
    <w:rsid w:val="0065384D"/>
    <w:rsid w:val="006552C2"/>
    <w:rsid w:val="00655940"/>
    <w:rsid w:val="00656BB1"/>
    <w:rsid w:val="00657A8B"/>
    <w:rsid w:val="00661104"/>
    <w:rsid w:val="00662A09"/>
    <w:rsid w:val="006639E8"/>
    <w:rsid w:val="00663DB5"/>
    <w:rsid w:val="006640B6"/>
    <w:rsid w:val="00665F5D"/>
    <w:rsid w:val="00670559"/>
    <w:rsid w:val="0067126B"/>
    <w:rsid w:val="00671842"/>
    <w:rsid w:val="0067213B"/>
    <w:rsid w:val="00675959"/>
    <w:rsid w:val="0068287E"/>
    <w:rsid w:val="00683575"/>
    <w:rsid w:val="006855E8"/>
    <w:rsid w:val="0068712A"/>
    <w:rsid w:val="006877DA"/>
    <w:rsid w:val="00687BB2"/>
    <w:rsid w:val="00690BBD"/>
    <w:rsid w:val="0069586F"/>
    <w:rsid w:val="006A11C8"/>
    <w:rsid w:val="006A14D0"/>
    <w:rsid w:val="006A3A06"/>
    <w:rsid w:val="006A58C8"/>
    <w:rsid w:val="006A63AB"/>
    <w:rsid w:val="006A762A"/>
    <w:rsid w:val="006B33D2"/>
    <w:rsid w:val="006B54DF"/>
    <w:rsid w:val="006B59DA"/>
    <w:rsid w:val="006B6BE5"/>
    <w:rsid w:val="006C1ECD"/>
    <w:rsid w:val="006C2095"/>
    <w:rsid w:val="006C346A"/>
    <w:rsid w:val="006C3C25"/>
    <w:rsid w:val="006C4336"/>
    <w:rsid w:val="006C5B12"/>
    <w:rsid w:val="006C6DFB"/>
    <w:rsid w:val="006C70F0"/>
    <w:rsid w:val="006C736C"/>
    <w:rsid w:val="006C79A3"/>
    <w:rsid w:val="006D09EC"/>
    <w:rsid w:val="006D0AB2"/>
    <w:rsid w:val="006D1C34"/>
    <w:rsid w:val="006D1C65"/>
    <w:rsid w:val="006D465C"/>
    <w:rsid w:val="006D707D"/>
    <w:rsid w:val="006F3010"/>
    <w:rsid w:val="006F32B0"/>
    <w:rsid w:val="006F467A"/>
    <w:rsid w:val="006F500C"/>
    <w:rsid w:val="006F6BE6"/>
    <w:rsid w:val="006F74B0"/>
    <w:rsid w:val="006F791D"/>
    <w:rsid w:val="007011F2"/>
    <w:rsid w:val="0070728E"/>
    <w:rsid w:val="0070774F"/>
    <w:rsid w:val="00707F77"/>
    <w:rsid w:val="00712F80"/>
    <w:rsid w:val="00713A88"/>
    <w:rsid w:val="00717BBA"/>
    <w:rsid w:val="00721A08"/>
    <w:rsid w:val="007223ED"/>
    <w:rsid w:val="007252EA"/>
    <w:rsid w:val="007300D0"/>
    <w:rsid w:val="00730BE5"/>
    <w:rsid w:val="007324BF"/>
    <w:rsid w:val="00733676"/>
    <w:rsid w:val="00734E20"/>
    <w:rsid w:val="00736069"/>
    <w:rsid w:val="007415A2"/>
    <w:rsid w:val="00742223"/>
    <w:rsid w:val="00743E8C"/>
    <w:rsid w:val="00744303"/>
    <w:rsid w:val="007461B9"/>
    <w:rsid w:val="007464C5"/>
    <w:rsid w:val="00747E5A"/>
    <w:rsid w:val="00747F5B"/>
    <w:rsid w:val="007514AB"/>
    <w:rsid w:val="00754361"/>
    <w:rsid w:val="00756196"/>
    <w:rsid w:val="00756D0A"/>
    <w:rsid w:val="00761D63"/>
    <w:rsid w:val="007621B6"/>
    <w:rsid w:val="00764419"/>
    <w:rsid w:val="0076494D"/>
    <w:rsid w:val="007656A5"/>
    <w:rsid w:val="00765806"/>
    <w:rsid w:val="00766C38"/>
    <w:rsid w:val="00771570"/>
    <w:rsid w:val="00772998"/>
    <w:rsid w:val="007762DA"/>
    <w:rsid w:val="0078262F"/>
    <w:rsid w:val="00783A10"/>
    <w:rsid w:val="00784C92"/>
    <w:rsid w:val="0078679C"/>
    <w:rsid w:val="00786D6D"/>
    <w:rsid w:val="0078775D"/>
    <w:rsid w:val="0079380A"/>
    <w:rsid w:val="00795F3C"/>
    <w:rsid w:val="0079765D"/>
    <w:rsid w:val="007A3CDA"/>
    <w:rsid w:val="007A467A"/>
    <w:rsid w:val="007B1C73"/>
    <w:rsid w:val="007B1D35"/>
    <w:rsid w:val="007B46C5"/>
    <w:rsid w:val="007B513D"/>
    <w:rsid w:val="007B5C56"/>
    <w:rsid w:val="007B7907"/>
    <w:rsid w:val="007C0863"/>
    <w:rsid w:val="007C2CDD"/>
    <w:rsid w:val="007C5274"/>
    <w:rsid w:val="007C560A"/>
    <w:rsid w:val="007D0D11"/>
    <w:rsid w:val="007D16F9"/>
    <w:rsid w:val="007D3F92"/>
    <w:rsid w:val="007D570D"/>
    <w:rsid w:val="007D7299"/>
    <w:rsid w:val="007D7ADC"/>
    <w:rsid w:val="007E0798"/>
    <w:rsid w:val="007E1562"/>
    <w:rsid w:val="007E15FE"/>
    <w:rsid w:val="007E1944"/>
    <w:rsid w:val="007E20C3"/>
    <w:rsid w:val="007E3694"/>
    <w:rsid w:val="007E400E"/>
    <w:rsid w:val="007E6827"/>
    <w:rsid w:val="007F03D8"/>
    <w:rsid w:val="007F4489"/>
    <w:rsid w:val="008045AB"/>
    <w:rsid w:val="008052B1"/>
    <w:rsid w:val="00807ABD"/>
    <w:rsid w:val="00814A1F"/>
    <w:rsid w:val="00815773"/>
    <w:rsid w:val="0081651C"/>
    <w:rsid w:val="00816A8C"/>
    <w:rsid w:val="0082332E"/>
    <w:rsid w:val="0082528A"/>
    <w:rsid w:val="008258D1"/>
    <w:rsid w:val="00832BDF"/>
    <w:rsid w:val="008375FA"/>
    <w:rsid w:val="008471DD"/>
    <w:rsid w:val="00847AE9"/>
    <w:rsid w:val="00852AAE"/>
    <w:rsid w:val="00853FAA"/>
    <w:rsid w:val="008572E3"/>
    <w:rsid w:val="00860D40"/>
    <w:rsid w:val="0087001A"/>
    <w:rsid w:val="00873AEF"/>
    <w:rsid w:val="00873CCC"/>
    <w:rsid w:val="00881669"/>
    <w:rsid w:val="00883136"/>
    <w:rsid w:val="00886245"/>
    <w:rsid w:val="008914FB"/>
    <w:rsid w:val="008920EA"/>
    <w:rsid w:val="00892D2E"/>
    <w:rsid w:val="008B0669"/>
    <w:rsid w:val="008B3313"/>
    <w:rsid w:val="008B3FC3"/>
    <w:rsid w:val="008B63AB"/>
    <w:rsid w:val="008B67BD"/>
    <w:rsid w:val="008B75E8"/>
    <w:rsid w:val="008C108A"/>
    <w:rsid w:val="008C17A4"/>
    <w:rsid w:val="008C4968"/>
    <w:rsid w:val="008C4AAF"/>
    <w:rsid w:val="008D2AAE"/>
    <w:rsid w:val="008D30FD"/>
    <w:rsid w:val="008D5637"/>
    <w:rsid w:val="008D7655"/>
    <w:rsid w:val="008D79FF"/>
    <w:rsid w:val="008E5313"/>
    <w:rsid w:val="008E6C94"/>
    <w:rsid w:val="008F087B"/>
    <w:rsid w:val="008F0880"/>
    <w:rsid w:val="008F1ADD"/>
    <w:rsid w:val="008F2398"/>
    <w:rsid w:val="008F74AF"/>
    <w:rsid w:val="008F7729"/>
    <w:rsid w:val="00902510"/>
    <w:rsid w:val="00903993"/>
    <w:rsid w:val="009063A7"/>
    <w:rsid w:val="00907E9E"/>
    <w:rsid w:val="00912AC2"/>
    <w:rsid w:val="0091791B"/>
    <w:rsid w:val="00920304"/>
    <w:rsid w:val="009243E2"/>
    <w:rsid w:val="009262D6"/>
    <w:rsid w:val="009270C0"/>
    <w:rsid w:val="00930129"/>
    <w:rsid w:val="00930879"/>
    <w:rsid w:val="00930D67"/>
    <w:rsid w:val="00932C93"/>
    <w:rsid w:val="009338C5"/>
    <w:rsid w:val="00936455"/>
    <w:rsid w:val="00936F10"/>
    <w:rsid w:val="00937263"/>
    <w:rsid w:val="0094484D"/>
    <w:rsid w:val="009512C7"/>
    <w:rsid w:val="0095730D"/>
    <w:rsid w:val="00957788"/>
    <w:rsid w:val="009620DC"/>
    <w:rsid w:val="0096449A"/>
    <w:rsid w:val="00965CF8"/>
    <w:rsid w:val="009674F1"/>
    <w:rsid w:val="0097016B"/>
    <w:rsid w:val="00970B4E"/>
    <w:rsid w:val="009716A2"/>
    <w:rsid w:val="00971C60"/>
    <w:rsid w:val="0097498D"/>
    <w:rsid w:val="00977569"/>
    <w:rsid w:val="00982DAE"/>
    <w:rsid w:val="0098301D"/>
    <w:rsid w:val="0098397E"/>
    <w:rsid w:val="00984441"/>
    <w:rsid w:val="00985A22"/>
    <w:rsid w:val="009875D8"/>
    <w:rsid w:val="009903AB"/>
    <w:rsid w:val="00990F63"/>
    <w:rsid w:val="00991022"/>
    <w:rsid w:val="00992678"/>
    <w:rsid w:val="009945EF"/>
    <w:rsid w:val="00996B02"/>
    <w:rsid w:val="009A79CE"/>
    <w:rsid w:val="009B007E"/>
    <w:rsid w:val="009B007F"/>
    <w:rsid w:val="009B2069"/>
    <w:rsid w:val="009B276C"/>
    <w:rsid w:val="009B33B0"/>
    <w:rsid w:val="009B3866"/>
    <w:rsid w:val="009B5FC7"/>
    <w:rsid w:val="009C18E4"/>
    <w:rsid w:val="009C5D41"/>
    <w:rsid w:val="009C6A7D"/>
    <w:rsid w:val="009C6CA7"/>
    <w:rsid w:val="009D1E26"/>
    <w:rsid w:val="009D54FB"/>
    <w:rsid w:val="009D6F5B"/>
    <w:rsid w:val="009F0985"/>
    <w:rsid w:val="009F34BE"/>
    <w:rsid w:val="009F7918"/>
    <w:rsid w:val="009F7B6F"/>
    <w:rsid w:val="00A01028"/>
    <w:rsid w:val="00A03EF3"/>
    <w:rsid w:val="00A04AF1"/>
    <w:rsid w:val="00A06466"/>
    <w:rsid w:val="00A06C15"/>
    <w:rsid w:val="00A07F53"/>
    <w:rsid w:val="00A10133"/>
    <w:rsid w:val="00A10EC9"/>
    <w:rsid w:val="00A11D29"/>
    <w:rsid w:val="00A13050"/>
    <w:rsid w:val="00A13212"/>
    <w:rsid w:val="00A16F82"/>
    <w:rsid w:val="00A16F9B"/>
    <w:rsid w:val="00A17004"/>
    <w:rsid w:val="00A17351"/>
    <w:rsid w:val="00A25F1B"/>
    <w:rsid w:val="00A27D90"/>
    <w:rsid w:val="00A30C1B"/>
    <w:rsid w:val="00A32E9A"/>
    <w:rsid w:val="00A337A6"/>
    <w:rsid w:val="00A35A43"/>
    <w:rsid w:val="00A375AC"/>
    <w:rsid w:val="00A40E4B"/>
    <w:rsid w:val="00A434B1"/>
    <w:rsid w:val="00A50024"/>
    <w:rsid w:val="00A503EB"/>
    <w:rsid w:val="00A50D95"/>
    <w:rsid w:val="00A522AD"/>
    <w:rsid w:val="00A52876"/>
    <w:rsid w:val="00A54AC6"/>
    <w:rsid w:val="00A54F5B"/>
    <w:rsid w:val="00A56611"/>
    <w:rsid w:val="00A60341"/>
    <w:rsid w:val="00A60E23"/>
    <w:rsid w:val="00A648CB"/>
    <w:rsid w:val="00A66A5A"/>
    <w:rsid w:val="00A67A45"/>
    <w:rsid w:val="00A70A86"/>
    <w:rsid w:val="00A76BDA"/>
    <w:rsid w:val="00A76FE1"/>
    <w:rsid w:val="00A816EF"/>
    <w:rsid w:val="00A81DB3"/>
    <w:rsid w:val="00A82193"/>
    <w:rsid w:val="00A82663"/>
    <w:rsid w:val="00A838F4"/>
    <w:rsid w:val="00A845FB"/>
    <w:rsid w:val="00A867CF"/>
    <w:rsid w:val="00A9086B"/>
    <w:rsid w:val="00A910B2"/>
    <w:rsid w:val="00A92696"/>
    <w:rsid w:val="00A926F3"/>
    <w:rsid w:val="00AA0F97"/>
    <w:rsid w:val="00AA1155"/>
    <w:rsid w:val="00AA3C92"/>
    <w:rsid w:val="00AA51BE"/>
    <w:rsid w:val="00AA750B"/>
    <w:rsid w:val="00AB130C"/>
    <w:rsid w:val="00AB2871"/>
    <w:rsid w:val="00AC3854"/>
    <w:rsid w:val="00AC4827"/>
    <w:rsid w:val="00AD18F4"/>
    <w:rsid w:val="00AD35A3"/>
    <w:rsid w:val="00AD3F66"/>
    <w:rsid w:val="00AD4CC5"/>
    <w:rsid w:val="00AD5F34"/>
    <w:rsid w:val="00AD757E"/>
    <w:rsid w:val="00AE4060"/>
    <w:rsid w:val="00AE51C2"/>
    <w:rsid w:val="00AF009C"/>
    <w:rsid w:val="00AF0D5E"/>
    <w:rsid w:val="00AF13A3"/>
    <w:rsid w:val="00AF1F8C"/>
    <w:rsid w:val="00AF22D7"/>
    <w:rsid w:val="00AF3E5E"/>
    <w:rsid w:val="00AF6A8D"/>
    <w:rsid w:val="00AF6E71"/>
    <w:rsid w:val="00AF7B2D"/>
    <w:rsid w:val="00B04A52"/>
    <w:rsid w:val="00B12930"/>
    <w:rsid w:val="00B14BAB"/>
    <w:rsid w:val="00B178BC"/>
    <w:rsid w:val="00B1798B"/>
    <w:rsid w:val="00B20565"/>
    <w:rsid w:val="00B2387C"/>
    <w:rsid w:val="00B24B10"/>
    <w:rsid w:val="00B2520F"/>
    <w:rsid w:val="00B2560E"/>
    <w:rsid w:val="00B25EF0"/>
    <w:rsid w:val="00B26FCF"/>
    <w:rsid w:val="00B2739B"/>
    <w:rsid w:val="00B30621"/>
    <w:rsid w:val="00B33736"/>
    <w:rsid w:val="00B34BBE"/>
    <w:rsid w:val="00B35160"/>
    <w:rsid w:val="00B35A6D"/>
    <w:rsid w:val="00B36982"/>
    <w:rsid w:val="00B4146A"/>
    <w:rsid w:val="00B4312C"/>
    <w:rsid w:val="00B52196"/>
    <w:rsid w:val="00B5538E"/>
    <w:rsid w:val="00B55CD7"/>
    <w:rsid w:val="00B55E58"/>
    <w:rsid w:val="00B56616"/>
    <w:rsid w:val="00B6023B"/>
    <w:rsid w:val="00B60CEE"/>
    <w:rsid w:val="00B629E7"/>
    <w:rsid w:val="00B62F80"/>
    <w:rsid w:val="00B66090"/>
    <w:rsid w:val="00B6765F"/>
    <w:rsid w:val="00B67BE2"/>
    <w:rsid w:val="00B7195B"/>
    <w:rsid w:val="00B71DA9"/>
    <w:rsid w:val="00B733AE"/>
    <w:rsid w:val="00B74E08"/>
    <w:rsid w:val="00B757ED"/>
    <w:rsid w:val="00B76A08"/>
    <w:rsid w:val="00B77F2E"/>
    <w:rsid w:val="00B80339"/>
    <w:rsid w:val="00B860C8"/>
    <w:rsid w:val="00B87CC7"/>
    <w:rsid w:val="00B92F6B"/>
    <w:rsid w:val="00B939FE"/>
    <w:rsid w:val="00B93CB0"/>
    <w:rsid w:val="00B949E2"/>
    <w:rsid w:val="00BA022A"/>
    <w:rsid w:val="00BA0F7C"/>
    <w:rsid w:val="00BA3433"/>
    <w:rsid w:val="00BA41FE"/>
    <w:rsid w:val="00BB0211"/>
    <w:rsid w:val="00BB1028"/>
    <w:rsid w:val="00BB1A69"/>
    <w:rsid w:val="00BB4A5A"/>
    <w:rsid w:val="00BB5041"/>
    <w:rsid w:val="00BB6B04"/>
    <w:rsid w:val="00BC2437"/>
    <w:rsid w:val="00BC566F"/>
    <w:rsid w:val="00BC6039"/>
    <w:rsid w:val="00BD1D82"/>
    <w:rsid w:val="00BD4158"/>
    <w:rsid w:val="00BD54BD"/>
    <w:rsid w:val="00BD6AA7"/>
    <w:rsid w:val="00BE1DF1"/>
    <w:rsid w:val="00BE2553"/>
    <w:rsid w:val="00BE45F0"/>
    <w:rsid w:val="00BE766B"/>
    <w:rsid w:val="00BF35A7"/>
    <w:rsid w:val="00BF3E8E"/>
    <w:rsid w:val="00BF51C5"/>
    <w:rsid w:val="00BF52B2"/>
    <w:rsid w:val="00BF728B"/>
    <w:rsid w:val="00C014A1"/>
    <w:rsid w:val="00C03DCE"/>
    <w:rsid w:val="00C12B7B"/>
    <w:rsid w:val="00C12F66"/>
    <w:rsid w:val="00C13E58"/>
    <w:rsid w:val="00C151A6"/>
    <w:rsid w:val="00C16339"/>
    <w:rsid w:val="00C1765B"/>
    <w:rsid w:val="00C2039F"/>
    <w:rsid w:val="00C21DCE"/>
    <w:rsid w:val="00C22682"/>
    <w:rsid w:val="00C25992"/>
    <w:rsid w:val="00C34963"/>
    <w:rsid w:val="00C34E5E"/>
    <w:rsid w:val="00C418A9"/>
    <w:rsid w:val="00C41AFE"/>
    <w:rsid w:val="00C42F4B"/>
    <w:rsid w:val="00C45ED0"/>
    <w:rsid w:val="00C46ED9"/>
    <w:rsid w:val="00C4792F"/>
    <w:rsid w:val="00C47A1B"/>
    <w:rsid w:val="00C52C2D"/>
    <w:rsid w:val="00C5365A"/>
    <w:rsid w:val="00C57677"/>
    <w:rsid w:val="00C606E8"/>
    <w:rsid w:val="00C607C4"/>
    <w:rsid w:val="00C62A01"/>
    <w:rsid w:val="00C63E4F"/>
    <w:rsid w:val="00C646A0"/>
    <w:rsid w:val="00C65BDD"/>
    <w:rsid w:val="00C66873"/>
    <w:rsid w:val="00C6793A"/>
    <w:rsid w:val="00C70024"/>
    <w:rsid w:val="00C70986"/>
    <w:rsid w:val="00C77EC9"/>
    <w:rsid w:val="00C81A9D"/>
    <w:rsid w:val="00C81DF6"/>
    <w:rsid w:val="00C8362F"/>
    <w:rsid w:val="00C85032"/>
    <w:rsid w:val="00C90632"/>
    <w:rsid w:val="00C919EA"/>
    <w:rsid w:val="00C91B58"/>
    <w:rsid w:val="00C96045"/>
    <w:rsid w:val="00C96A46"/>
    <w:rsid w:val="00C96D41"/>
    <w:rsid w:val="00C9733A"/>
    <w:rsid w:val="00CA2968"/>
    <w:rsid w:val="00CA3755"/>
    <w:rsid w:val="00CA4919"/>
    <w:rsid w:val="00CA5ACA"/>
    <w:rsid w:val="00CA6890"/>
    <w:rsid w:val="00CB02CF"/>
    <w:rsid w:val="00CB07E0"/>
    <w:rsid w:val="00CB32BA"/>
    <w:rsid w:val="00CB4643"/>
    <w:rsid w:val="00CB5127"/>
    <w:rsid w:val="00CB53CB"/>
    <w:rsid w:val="00CB6E5C"/>
    <w:rsid w:val="00CB74BB"/>
    <w:rsid w:val="00CC25D9"/>
    <w:rsid w:val="00CC3061"/>
    <w:rsid w:val="00CC67DD"/>
    <w:rsid w:val="00CD041A"/>
    <w:rsid w:val="00CD1DEE"/>
    <w:rsid w:val="00CD3734"/>
    <w:rsid w:val="00CD4D01"/>
    <w:rsid w:val="00CD6472"/>
    <w:rsid w:val="00CD6A29"/>
    <w:rsid w:val="00CE1981"/>
    <w:rsid w:val="00CE1B1E"/>
    <w:rsid w:val="00CE1B64"/>
    <w:rsid w:val="00CE4CB3"/>
    <w:rsid w:val="00CE5C4C"/>
    <w:rsid w:val="00CE5E12"/>
    <w:rsid w:val="00CF545E"/>
    <w:rsid w:val="00CF6E9E"/>
    <w:rsid w:val="00CF75FF"/>
    <w:rsid w:val="00D01E12"/>
    <w:rsid w:val="00D03B06"/>
    <w:rsid w:val="00D06B50"/>
    <w:rsid w:val="00D06E62"/>
    <w:rsid w:val="00D07F5D"/>
    <w:rsid w:val="00D112E9"/>
    <w:rsid w:val="00D11A4F"/>
    <w:rsid w:val="00D11CF4"/>
    <w:rsid w:val="00D1475A"/>
    <w:rsid w:val="00D17D89"/>
    <w:rsid w:val="00D2171B"/>
    <w:rsid w:val="00D22FBE"/>
    <w:rsid w:val="00D235A1"/>
    <w:rsid w:val="00D23D3F"/>
    <w:rsid w:val="00D23EEA"/>
    <w:rsid w:val="00D25131"/>
    <w:rsid w:val="00D255D9"/>
    <w:rsid w:val="00D262B9"/>
    <w:rsid w:val="00D37CDF"/>
    <w:rsid w:val="00D42F89"/>
    <w:rsid w:val="00D4394F"/>
    <w:rsid w:val="00D4464A"/>
    <w:rsid w:val="00D464D0"/>
    <w:rsid w:val="00D47007"/>
    <w:rsid w:val="00D509B9"/>
    <w:rsid w:val="00D52CAF"/>
    <w:rsid w:val="00D561B3"/>
    <w:rsid w:val="00D56F05"/>
    <w:rsid w:val="00D57503"/>
    <w:rsid w:val="00D62E3C"/>
    <w:rsid w:val="00D6394E"/>
    <w:rsid w:val="00D653F7"/>
    <w:rsid w:val="00D75D54"/>
    <w:rsid w:val="00D77981"/>
    <w:rsid w:val="00D77CC8"/>
    <w:rsid w:val="00D77F41"/>
    <w:rsid w:val="00D81047"/>
    <w:rsid w:val="00D842CF"/>
    <w:rsid w:val="00D85862"/>
    <w:rsid w:val="00D86FC4"/>
    <w:rsid w:val="00D905C7"/>
    <w:rsid w:val="00D90EF3"/>
    <w:rsid w:val="00D912D0"/>
    <w:rsid w:val="00D9487C"/>
    <w:rsid w:val="00D9774A"/>
    <w:rsid w:val="00DA1642"/>
    <w:rsid w:val="00DA21B5"/>
    <w:rsid w:val="00DA22B0"/>
    <w:rsid w:val="00DA262D"/>
    <w:rsid w:val="00DA4DD8"/>
    <w:rsid w:val="00DA5814"/>
    <w:rsid w:val="00DA65A1"/>
    <w:rsid w:val="00DA6CD8"/>
    <w:rsid w:val="00DA6D25"/>
    <w:rsid w:val="00DA72B0"/>
    <w:rsid w:val="00DB2219"/>
    <w:rsid w:val="00DB2D87"/>
    <w:rsid w:val="00DB764D"/>
    <w:rsid w:val="00DC163C"/>
    <w:rsid w:val="00DC226A"/>
    <w:rsid w:val="00DC3662"/>
    <w:rsid w:val="00DC5CFB"/>
    <w:rsid w:val="00DC65D4"/>
    <w:rsid w:val="00DC7B00"/>
    <w:rsid w:val="00DC7E1A"/>
    <w:rsid w:val="00DD0154"/>
    <w:rsid w:val="00DD3DD7"/>
    <w:rsid w:val="00DD3F36"/>
    <w:rsid w:val="00DD53E3"/>
    <w:rsid w:val="00DE4275"/>
    <w:rsid w:val="00DE47A5"/>
    <w:rsid w:val="00DE62B5"/>
    <w:rsid w:val="00DE63EA"/>
    <w:rsid w:val="00DE694A"/>
    <w:rsid w:val="00DE6B13"/>
    <w:rsid w:val="00DE6D59"/>
    <w:rsid w:val="00DE7A26"/>
    <w:rsid w:val="00DF19C6"/>
    <w:rsid w:val="00DF77E4"/>
    <w:rsid w:val="00E0075D"/>
    <w:rsid w:val="00E007A3"/>
    <w:rsid w:val="00E00CC7"/>
    <w:rsid w:val="00E0525C"/>
    <w:rsid w:val="00E071F9"/>
    <w:rsid w:val="00E07C9D"/>
    <w:rsid w:val="00E115DD"/>
    <w:rsid w:val="00E12B03"/>
    <w:rsid w:val="00E151D0"/>
    <w:rsid w:val="00E16DF6"/>
    <w:rsid w:val="00E17D10"/>
    <w:rsid w:val="00E2084D"/>
    <w:rsid w:val="00E240F8"/>
    <w:rsid w:val="00E25AEC"/>
    <w:rsid w:val="00E41488"/>
    <w:rsid w:val="00E43E51"/>
    <w:rsid w:val="00E50391"/>
    <w:rsid w:val="00E53AD2"/>
    <w:rsid w:val="00E57F4D"/>
    <w:rsid w:val="00E60538"/>
    <w:rsid w:val="00E6101C"/>
    <w:rsid w:val="00E61619"/>
    <w:rsid w:val="00E6238D"/>
    <w:rsid w:val="00E63EBB"/>
    <w:rsid w:val="00E64DA8"/>
    <w:rsid w:val="00E677D8"/>
    <w:rsid w:val="00E71A7A"/>
    <w:rsid w:val="00E720EC"/>
    <w:rsid w:val="00E74591"/>
    <w:rsid w:val="00E753AB"/>
    <w:rsid w:val="00E77B38"/>
    <w:rsid w:val="00E83966"/>
    <w:rsid w:val="00E8563D"/>
    <w:rsid w:val="00E90904"/>
    <w:rsid w:val="00E930FB"/>
    <w:rsid w:val="00E968C3"/>
    <w:rsid w:val="00EA28C6"/>
    <w:rsid w:val="00EA32E9"/>
    <w:rsid w:val="00EA45DD"/>
    <w:rsid w:val="00EA4D4E"/>
    <w:rsid w:val="00EA5AC7"/>
    <w:rsid w:val="00EA6B86"/>
    <w:rsid w:val="00EA72D1"/>
    <w:rsid w:val="00EA79AC"/>
    <w:rsid w:val="00EB1857"/>
    <w:rsid w:val="00EB3523"/>
    <w:rsid w:val="00EB6A03"/>
    <w:rsid w:val="00EB7A27"/>
    <w:rsid w:val="00EC1079"/>
    <w:rsid w:val="00EC46F1"/>
    <w:rsid w:val="00EC6350"/>
    <w:rsid w:val="00EC65FF"/>
    <w:rsid w:val="00ED13CB"/>
    <w:rsid w:val="00ED423A"/>
    <w:rsid w:val="00ED51DC"/>
    <w:rsid w:val="00ED7E5E"/>
    <w:rsid w:val="00EE47EC"/>
    <w:rsid w:val="00EE7A1E"/>
    <w:rsid w:val="00EF4650"/>
    <w:rsid w:val="00EF5625"/>
    <w:rsid w:val="00EF5E3E"/>
    <w:rsid w:val="00EF639E"/>
    <w:rsid w:val="00EF6BAB"/>
    <w:rsid w:val="00EF7D56"/>
    <w:rsid w:val="00F014C6"/>
    <w:rsid w:val="00F01E27"/>
    <w:rsid w:val="00F02676"/>
    <w:rsid w:val="00F03018"/>
    <w:rsid w:val="00F07DC0"/>
    <w:rsid w:val="00F11061"/>
    <w:rsid w:val="00F136EC"/>
    <w:rsid w:val="00F1418F"/>
    <w:rsid w:val="00F14E22"/>
    <w:rsid w:val="00F2610E"/>
    <w:rsid w:val="00F27785"/>
    <w:rsid w:val="00F3003B"/>
    <w:rsid w:val="00F30F0B"/>
    <w:rsid w:val="00F314F3"/>
    <w:rsid w:val="00F32E45"/>
    <w:rsid w:val="00F37E6E"/>
    <w:rsid w:val="00F401F4"/>
    <w:rsid w:val="00F40302"/>
    <w:rsid w:val="00F40BC0"/>
    <w:rsid w:val="00F417D4"/>
    <w:rsid w:val="00F41C43"/>
    <w:rsid w:val="00F42BB4"/>
    <w:rsid w:val="00F42F3B"/>
    <w:rsid w:val="00F43A76"/>
    <w:rsid w:val="00F43BA9"/>
    <w:rsid w:val="00F479EF"/>
    <w:rsid w:val="00F502FD"/>
    <w:rsid w:val="00F5641C"/>
    <w:rsid w:val="00F61D3F"/>
    <w:rsid w:val="00F62883"/>
    <w:rsid w:val="00F64A8D"/>
    <w:rsid w:val="00F65CEC"/>
    <w:rsid w:val="00F66598"/>
    <w:rsid w:val="00F718B1"/>
    <w:rsid w:val="00F74C22"/>
    <w:rsid w:val="00F76173"/>
    <w:rsid w:val="00F77049"/>
    <w:rsid w:val="00F77389"/>
    <w:rsid w:val="00F77B21"/>
    <w:rsid w:val="00F82F05"/>
    <w:rsid w:val="00F85ADA"/>
    <w:rsid w:val="00F904DB"/>
    <w:rsid w:val="00F91884"/>
    <w:rsid w:val="00F94874"/>
    <w:rsid w:val="00F978CC"/>
    <w:rsid w:val="00FA17EA"/>
    <w:rsid w:val="00FA58FC"/>
    <w:rsid w:val="00FB1A0C"/>
    <w:rsid w:val="00FB2243"/>
    <w:rsid w:val="00FB46C2"/>
    <w:rsid w:val="00FB70E7"/>
    <w:rsid w:val="00FC2E6A"/>
    <w:rsid w:val="00FC6FDE"/>
    <w:rsid w:val="00FC70DF"/>
    <w:rsid w:val="00FD11AE"/>
    <w:rsid w:val="00FD1764"/>
    <w:rsid w:val="00FD33FF"/>
    <w:rsid w:val="00FD5799"/>
    <w:rsid w:val="00FD7CE7"/>
    <w:rsid w:val="00FE47F3"/>
    <w:rsid w:val="00FE7EFE"/>
    <w:rsid w:val="00FF29C1"/>
    <w:rsid w:val="00FF3AF6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B8849"/>
  <w15:chartTrackingRefBased/>
  <w15:docId w15:val="{0EB8D523-D615-4559-9EC1-469D2A54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62B"/>
    <w:pPr>
      <w:spacing w:after="240" w:line="264" w:lineRule="auto"/>
      <w:jc w:val="both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7B1C73"/>
    <w:pPr>
      <w:keepNext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line="240" w:lineRule="auto"/>
      <w:ind w:right="142"/>
      <w:jc w:val="left"/>
      <w:outlineLvl w:val="0"/>
    </w:pPr>
    <w:rPr>
      <w:b/>
      <w:bCs/>
      <w:noProof/>
      <w:color w:val="000000" w:themeColor="text1"/>
      <w:kern w:val="32"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4D1B34"/>
    <w:pPr>
      <w:numPr>
        <w:ilvl w:val="1"/>
        <w:numId w:val="15"/>
      </w:numPr>
      <w:pBdr>
        <w:bottom w:val="single" w:sz="4" w:space="1" w:color="auto"/>
      </w:pBdr>
      <w:spacing w:before="360"/>
      <w:outlineLvl w:val="1"/>
    </w:pPr>
    <w:rPr>
      <w:b/>
      <w:bCs/>
      <w:caps/>
      <w:snapToGrid w:val="0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640B6"/>
    <w:pPr>
      <w:numPr>
        <w:ilvl w:val="2"/>
        <w:numId w:val="30"/>
      </w:numPr>
      <w:spacing w:before="120" w:after="120" w:line="240" w:lineRule="auto"/>
      <w:jc w:val="left"/>
      <w:outlineLvl w:val="2"/>
    </w:pPr>
    <w:rPr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8914FB"/>
    <w:pPr>
      <w:keepNext/>
      <w:numPr>
        <w:ilvl w:val="2"/>
        <w:numId w:val="1"/>
      </w:numPr>
      <w:spacing w:before="240" w:after="60"/>
      <w:ind w:left="426" w:right="1134" w:hanging="11"/>
      <w:outlineLvl w:val="3"/>
    </w:pPr>
    <w:rPr>
      <w:b/>
      <w:bCs/>
      <w:caps/>
      <w:snapToGrid w:val="0"/>
      <w:color w:val="000000" w:themeColor="text1"/>
      <w:sz w:val="20"/>
      <w:szCs w:val="20"/>
    </w:rPr>
  </w:style>
  <w:style w:type="paragraph" w:styleId="Titre5">
    <w:name w:val="heading 5"/>
    <w:basedOn w:val="NOTA"/>
    <w:next w:val="Normal"/>
    <w:link w:val="Titre5Car"/>
    <w:uiPriority w:val="9"/>
    <w:unhideWhenUsed/>
    <w:qFormat/>
    <w:rsid w:val="00046249"/>
    <w:pPr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27D90"/>
    <w:pPr>
      <w:numPr>
        <w:ilvl w:val="5"/>
        <w:numId w:val="1"/>
      </w:num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A27D90"/>
    <w:pPr>
      <w:numPr>
        <w:ilvl w:val="6"/>
        <w:numId w:val="1"/>
      </w:num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7D90"/>
    <w:pPr>
      <w:numPr>
        <w:ilvl w:val="7"/>
        <w:numId w:val="1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7D90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B1C73"/>
    <w:rPr>
      <w:rFonts w:ascii="Arial" w:eastAsia="Times New Roman" w:hAnsi="Arial" w:cs="Arial"/>
      <w:b/>
      <w:bCs/>
      <w:noProof/>
      <w:color w:val="000000" w:themeColor="text1"/>
      <w:kern w:val="32"/>
      <w:sz w:val="24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236D4C"/>
    <w:rPr>
      <w:rFonts w:ascii="Arial" w:eastAsia="Times New Roman" w:hAnsi="Arial" w:cs="Arial"/>
      <w:b/>
      <w:bCs/>
      <w:caps/>
      <w:snapToGrid w:val="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640B6"/>
    <w:rPr>
      <w:rFonts w:ascii="Arial" w:eastAsia="Times New Roman" w:hAnsi="Arial" w:cs="Arial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914FB"/>
    <w:rPr>
      <w:rFonts w:ascii="Arial" w:eastAsia="Times New Roman" w:hAnsi="Arial" w:cs="Arial"/>
      <w:b/>
      <w:bCs/>
      <w:caps/>
      <w:snapToGrid w:val="0"/>
      <w:color w:val="000000" w:themeColor="text1"/>
      <w:sz w:val="20"/>
      <w:szCs w:val="20"/>
      <w:lang w:eastAsia="fr-FR"/>
    </w:rPr>
  </w:style>
  <w:style w:type="paragraph" w:customStyle="1" w:styleId="NOTA">
    <w:name w:val="NOTA"/>
    <w:basedOn w:val="Normal"/>
    <w:qFormat/>
    <w:rsid w:val="00237C08"/>
    <w:pPr>
      <w:keepNext/>
      <w:pBdr>
        <w:left w:val="single" w:sz="4" w:space="4" w:color="auto"/>
      </w:pBdr>
      <w:shd w:val="clear" w:color="auto" w:fill="FFFFFF"/>
      <w:tabs>
        <w:tab w:val="left" w:pos="993"/>
      </w:tabs>
      <w:spacing w:before="240" w:line="0" w:lineRule="atLeast"/>
      <w:ind w:left="993"/>
    </w:pPr>
    <w:rPr>
      <w:rFonts w:eastAsia="Arial" w:cs="Times New Roman"/>
      <w:b/>
      <w:color w:val="000000"/>
      <w:spacing w:val="6"/>
      <w:sz w:val="18"/>
      <w:szCs w:val="20"/>
      <w:lang w:eastAsia="en-US"/>
    </w:rPr>
  </w:style>
  <w:style w:type="character" w:customStyle="1" w:styleId="Titre5Car">
    <w:name w:val="Titre 5 Car"/>
    <w:basedOn w:val="Policepardfaut"/>
    <w:link w:val="Titre5"/>
    <w:uiPriority w:val="9"/>
    <w:rsid w:val="00046249"/>
    <w:rPr>
      <w:rFonts w:ascii="Arial" w:eastAsia="Arial" w:hAnsi="Arial" w:cs="Times New Roman"/>
      <w:b/>
      <w:color w:val="000000"/>
      <w:spacing w:val="6"/>
      <w:sz w:val="18"/>
      <w:szCs w:val="20"/>
      <w:shd w:val="clear" w:color="auto" w:fill="FFFFFF"/>
    </w:rPr>
  </w:style>
  <w:style w:type="character" w:customStyle="1" w:styleId="Titre6Car">
    <w:name w:val="Titre 6 Car"/>
    <w:basedOn w:val="Policepardfaut"/>
    <w:link w:val="Titre6"/>
    <w:uiPriority w:val="9"/>
    <w:rsid w:val="00A27D90"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A27D90"/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A27D90"/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A27D90"/>
    <w:rPr>
      <w:rFonts w:ascii="Cambria" w:eastAsia="Times New Roman" w:hAnsi="Cambria" w:cs="Times New Roman"/>
      <w:lang w:eastAsia="fr-FR"/>
    </w:rPr>
  </w:style>
  <w:style w:type="paragraph" w:styleId="Pieddepage">
    <w:name w:val="footer"/>
    <w:basedOn w:val="Normal"/>
    <w:link w:val="PieddepageCar"/>
    <w:unhideWhenUsed/>
    <w:rsid w:val="00D77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D77F41"/>
  </w:style>
  <w:style w:type="character" w:styleId="Lienhypertexte">
    <w:name w:val="Hyperlink"/>
    <w:uiPriority w:val="99"/>
    <w:rsid w:val="00A27D90"/>
    <w:rPr>
      <w:color w:val="0000FF"/>
      <w:u w:val="single"/>
    </w:rPr>
  </w:style>
  <w:style w:type="paragraph" w:customStyle="1" w:styleId="Cartouche">
    <w:name w:val="Cartouche"/>
    <w:basedOn w:val="Corpsdetexte"/>
    <w:link w:val="CartoucheCar"/>
    <w:rsid w:val="00A27D90"/>
    <w:pPr>
      <w:spacing w:after="0"/>
      <w:jc w:val="left"/>
    </w:pPr>
  </w:style>
  <w:style w:type="paragraph" w:styleId="Corpsdetexte">
    <w:name w:val="Body Text"/>
    <w:basedOn w:val="Normal"/>
    <w:link w:val="CorpsdetexteCar"/>
    <w:uiPriority w:val="99"/>
    <w:unhideWhenUsed/>
    <w:rsid w:val="00A27D9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27D90"/>
    <w:rPr>
      <w:rFonts w:ascii="Arial" w:eastAsia="Times New Roman" w:hAnsi="Arial" w:cs="Arial"/>
      <w:lang w:eastAsia="fr-FR"/>
    </w:rPr>
  </w:style>
  <w:style w:type="character" w:customStyle="1" w:styleId="CartoucheCar">
    <w:name w:val="Cartouche Car"/>
    <w:basedOn w:val="CorpsdetexteCar"/>
    <w:link w:val="Cartouche"/>
    <w:rsid w:val="00A27D90"/>
    <w:rPr>
      <w:rFonts w:ascii="Arial" w:eastAsia="Times New Roman" w:hAnsi="Arial" w:cs="Arial"/>
      <w:lang w:eastAsia="fr-FR"/>
    </w:rPr>
  </w:style>
  <w:style w:type="character" w:styleId="Textedelespacerserv">
    <w:name w:val="Placeholder Text"/>
    <w:basedOn w:val="Policepardfaut"/>
    <w:uiPriority w:val="99"/>
    <w:semiHidden/>
    <w:rsid w:val="00A27D90"/>
    <w:rPr>
      <w:color w:val="808080"/>
    </w:rPr>
  </w:style>
  <w:style w:type="paragraph" w:styleId="Signature">
    <w:name w:val="Signature"/>
    <w:basedOn w:val="Normal"/>
    <w:link w:val="SignatureCar"/>
    <w:uiPriority w:val="99"/>
    <w:unhideWhenUsed/>
    <w:rsid w:val="00A27D90"/>
    <w:pPr>
      <w:spacing w:before="480" w:after="0"/>
      <w:contextualSpacing/>
      <w:jc w:val="right"/>
    </w:pPr>
  </w:style>
  <w:style w:type="character" w:customStyle="1" w:styleId="SignatureCar">
    <w:name w:val="Signature Car"/>
    <w:basedOn w:val="Policepardfaut"/>
    <w:link w:val="Signature"/>
    <w:uiPriority w:val="99"/>
    <w:rsid w:val="00A27D90"/>
    <w:rPr>
      <w:rFonts w:ascii="Arial" w:eastAsia="Times New Roman" w:hAnsi="Arial" w:cs="Arial"/>
      <w:lang w:eastAsia="fr-FR"/>
    </w:rPr>
  </w:style>
  <w:style w:type="paragraph" w:styleId="Listepuces">
    <w:name w:val="List Bullet"/>
    <w:basedOn w:val="Normal"/>
    <w:link w:val="ListepucesCar"/>
    <w:uiPriority w:val="99"/>
    <w:unhideWhenUsed/>
    <w:qFormat/>
    <w:rsid w:val="00A27D90"/>
    <w:pPr>
      <w:numPr>
        <w:numId w:val="4"/>
      </w:numPr>
      <w:spacing w:before="120" w:after="120"/>
      <w:contextualSpacing/>
    </w:pPr>
  </w:style>
  <w:style w:type="character" w:customStyle="1" w:styleId="ListepucesCar">
    <w:name w:val="Liste à puces Car"/>
    <w:link w:val="Listepuces"/>
    <w:uiPriority w:val="99"/>
    <w:rsid w:val="00A27D90"/>
    <w:rPr>
      <w:rFonts w:ascii="Arial" w:eastAsia="Times New Roman" w:hAnsi="Arial" w:cs="Arial"/>
      <w:lang w:eastAsia="fr-FR"/>
    </w:rPr>
  </w:style>
  <w:style w:type="paragraph" w:styleId="Listepuces2">
    <w:name w:val="List Bullet 2"/>
    <w:basedOn w:val="Listepuces"/>
    <w:uiPriority w:val="99"/>
    <w:unhideWhenUsed/>
    <w:qFormat/>
    <w:rsid w:val="00A27D90"/>
    <w:pPr>
      <w:numPr>
        <w:ilvl w:val="1"/>
        <w:numId w:val="5"/>
      </w:numPr>
      <w:tabs>
        <w:tab w:val="num" w:pos="360"/>
      </w:tabs>
      <w:ind w:left="1276" w:hanging="357"/>
    </w:pPr>
  </w:style>
  <w:style w:type="paragraph" w:styleId="Listenumros">
    <w:name w:val="List Number"/>
    <w:basedOn w:val="Normal"/>
    <w:uiPriority w:val="99"/>
    <w:unhideWhenUsed/>
    <w:qFormat/>
    <w:rsid w:val="00A27D90"/>
    <w:pPr>
      <w:spacing w:before="120" w:after="120"/>
      <w:ind w:left="737" w:hanging="397"/>
      <w:contextualSpacing/>
    </w:pPr>
  </w:style>
  <w:style w:type="paragraph" w:styleId="Listenumros2">
    <w:name w:val="List Number 2"/>
    <w:basedOn w:val="Normal"/>
    <w:uiPriority w:val="99"/>
    <w:unhideWhenUsed/>
    <w:qFormat/>
    <w:rsid w:val="00A27D90"/>
    <w:pPr>
      <w:numPr>
        <w:ilvl w:val="1"/>
        <w:numId w:val="2"/>
      </w:numPr>
      <w:spacing w:before="120" w:after="120"/>
      <w:contextualSpacing/>
    </w:pPr>
  </w:style>
  <w:style w:type="paragraph" w:customStyle="1" w:styleId="Objet">
    <w:name w:val="Objet"/>
    <w:basedOn w:val="Normal"/>
    <w:link w:val="ObjetCar"/>
    <w:qFormat/>
    <w:rsid w:val="00A27D90"/>
    <w:rPr>
      <w:b/>
    </w:rPr>
  </w:style>
  <w:style w:type="character" w:customStyle="1" w:styleId="ObjetCar">
    <w:name w:val="Objet Car"/>
    <w:link w:val="Objet"/>
    <w:rsid w:val="00A27D90"/>
    <w:rPr>
      <w:rFonts w:ascii="Arial" w:eastAsia="Times New Roman" w:hAnsi="Arial" w:cs="Arial"/>
      <w:b/>
      <w:lang w:eastAsia="fr-FR"/>
    </w:rPr>
  </w:style>
  <w:style w:type="paragraph" w:styleId="Listepuces3">
    <w:name w:val="List Bullet 3"/>
    <w:basedOn w:val="Normal"/>
    <w:uiPriority w:val="99"/>
    <w:unhideWhenUsed/>
    <w:rsid w:val="00A27D90"/>
    <w:pPr>
      <w:numPr>
        <w:numId w:val="3"/>
      </w:numPr>
      <w:tabs>
        <w:tab w:val="clear" w:pos="926"/>
      </w:tabs>
      <w:ind w:left="1985"/>
      <w:contextualSpacing/>
    </w:pPr>
  </w:style>
  <w:style w:type="character" w:styleId="Accentuationintense">
    <w:name w:val="Intense Emphasis"/>
    <w:basedOn w:val="Policepardfaut"/>
    <w:uiPriority w:val="21"/>
    <w:qFormat/>
    <w:rsid w:val="006C6DFB"/>
    <w:rPr>
      <w:i/>
      <w:iCs/>
      <w:color w:val="44607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C6DF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44607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C6DFB"/>
    <w:rPr>
      <w:rFonts w:ascii="Arial" w:eastAsia="Times New Roman" w:hAnsi="Arial" w:cs="Arial"/>
      <w:i/>
      <w:iCs/>
      <w:color w:val="446070"/>
      <w:lang w:eastAsia="fr-FR"/>
    </w:rPr>
  </w:style>
  <w:style w:type="character" w:styleId="Rfrenceintense">
    <w:name w:val="Intense Reference"/>
    <w:basedOn w:val="Policepardfaut"/>
    <w:uiPriority w:val="32"/>
    <w:qFormat/>
    <w:rsid w:val="006C6DFB"/>
    <w:rPr>
      <w:b/>
      <w:bCs/>
      <w:smallCaps/>
      <w:color w:val="446070"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F7B2D"/>
    <w:pPr>
      <w:keepLines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auto"/>
      <w:kern w:val="0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D85862"/>
    <w:pPr>
      <w:tabs>
        <w:tab w:val="left" w:pos="426"/>
        <w:tab w:val="right" w:leader="dot" w:pos="10196"/>
      </w:tabs>
      <w:spacing w:before="240" w:after="120" w:line="240" w:lineRule="auto"/>
    </w:pPr>
    <w:rPr>
      <w:b/>
      <w:noProof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F61D3F"/>
    <w:pPr>
      <w:tabs>
        <w:tab w:val="left" w:pos="709"/>
        <w:tab w:val="right" w:leader="dot" w:pos="10196"/>
      </w:tabs>
      <w:spacing w:after="0" w:line="240" w:lineRule="auto"/>
      <w:ind w:left="284"/>
      <w:jc w:val="left"/>
      <w:outlineLvl w:val="2"/>
    </w:pPr>
    <w:rPr>
      <w:rFonts w:asciiTheme="minorHAnsi" w:eastAsiaTheme="minorEastAsia" w:hAnsiTheme="minorHAnsi" w:cstheme="minorBidi"/>
      <w:noProof/>
    </w:rPr>
  </w:style>
  <w:style w:type="table" w:styleId="Grilledutableau">
    <w:name w:val="Table Grid"/>
    <w:basedOn w:val="TableauNormal"/>
    <w:uiPriority w:val="39"/>
    <w:rsid w:val="00FC6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D13CB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0348F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DE7A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E7A2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7A26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7A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7A26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7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A26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CTGUI">
    <w:name w:val="CT GUI"/>
    <w:basedOn w:val="Normal"/>
    <w:qFormat/>
    <w:rsid w:val="00461052"/>
    <w:pPr>
      <w:widowControl w:val="0"/>
      <w:ind w:left="567"/>
    </w:pPr>
    <w:rPr>
      <w:snapToGrid w:val="0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55C28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55C28"/>
    <w:rPr>
      <w:rFonts w:ascii="Arial" w:eastAsia="Times New Roman" w:hAnsi="Arial" w:cs="Arial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D85862"/>
    <w:pPr>
      <w:tabs>
        <w:tab w:val="left" w:pos="851"/>
        <w:tab w:val="left" w:pos="1320"/>
        <w:tab w:val="right" w:leader="dot" w:pos="10196"/>
      </w:tabs>
      <w:spacing w:after="0" w:line="240" w:lineRule="auto"/>
      <w:ind w:left="442"/>
    </w:pPr>
    <w:rPr>
      <w:rFonts w:asciiTheme="majorHAnsi" w:hAnsiTheme="majorHAnsi" w:cstheme="majorHAnsi"/>
      <w:noProof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A0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A022A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ev">
    <w:name w:val="Strong"/>
    <w:basedOn w:val="Policepardfaut"/>
    <w:uiPriority w:val="22"/>
    <w:qFormat/>
    <w:rsid w:val="00AD757E"/>
    <w:rPr>
      <w:b/>
      <w:bCs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355D7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355D71"/>
    <w:rPr>
      <w:rFonts w:ascii="Arial" w:eastAsia="Times New Roman" w:hAnsi="Arial" w:cs="Arial"/>
      <w:sz w:val="16"/>
      <w:szCs w:val="16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507813"/>
    <w:pPr>
      <w:spacing w:after="100"/>
      <w:ind w:left="660"/>
    </w:pPr>
  </w:style>
  <w:style w:type="character" w:styleId="Appelnotedebasdep">
    <w:name w:val="footnote reference"/>
    <w:basedOn w:val="Policepardfaut"/>
    <w:uiPriority w:val="99"/>
    <w:semiHidden/>
    <w:unhideWhenUsed/>
    <w:rsid w:val="00237C08"/>
    <w:rPr>
      <w:vertAlign w:val="superscript"/>
    </w:rPr>
  </w:style>
  <w:style w:type="character" w:styleId="Accentuation">
    <w:name w:val="Emphasis"/>
    <w:basedOn w:val="Policepardfaut"/>
    <w:uiPriority w:val="20"/>
    <w:qFormat/>
    <w:rsid w:val="00237C08"/>
    <w:rPr>
      <w:i/>
      <w:iCs/>
    </w:rPr>
  </w:style>
  <w:style w:type="paragraph" w:customStyle="1" w:styleId="SOUS-ARTICLE">
    <w:name w:val="SOUS-ARTICLE"/>
    <w:basedOn w:val="Normal"/>
    <w:rsid w:val="00F91884"/>
    <w:pPr>
      <w:spacing w:before="360" w:after="120" w:line="240" w:lineRule="auto"/>
      <w:ind w:left="851" w:hanging="851"/>
    </w:pPr>
    <w:rPr>
      <w:rFonts w:ascii="Times New Roman" w:hAnsi="Times New Roman" w:cs="Times New Roman"/>
      <w:b/>
      <w:sz w:val="24"/>
      <w:szCs w:val="20"/>
    </w:rPr>
  </w:style>
  <w:style w:type="paragraph" w:customStyle="1" w:styleId="paragtitre3">
    <w:name w:val="parag_titre 3"/>
    <w:basedOn w:val="Titre3"/>
    <w:rsid w:val="00EF5E3E"/>
    <w:pPr>
      <w:spacing w:after="0"/>
      <w:ind w:left="851"/>
      <w:outlineLvl w:val="9"/>
    </w:pPr>
    <w:rPr>
      <w:rFonts w:ascii="Times New Roman" w:hAnsi="Times New Roman" w:cs="Times New Roman"/>
      <w:b/>
      <w:bCs/>
      <w:sz w:val="24"/>
    </w:rPr>
  </w:style>
  <w:style w:type="paragraph" w:styleId="Retraitnormal">
    <w:name w:val="Normal Indent"/>
    <w:basedOn w:val="Normal"/>
    <w:rsid w:val="00EF639E"/>
    <w:pPr>
      <w:spacing w:after="0" w:line="240" w:lineRule="auto"/>
      <w:ind w:left="708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etraitnormalT2">
    <w:name w:val="Retrait normalT2"/>
    <w:basedOn w:val="Normal"/>
    <w:rsid w:val="009F7B6F"/>
    <w:pPr>
      <w:spacing w:after="0" w:line="240" w:lineRule="auto"/>
      <w:ind w:left="2552" w:hanging="284"/>
    </w:pPr>
    <w:rPr>
      <w:rFonts w:ascii="Tms Rmn" w:hAnsi="Tms Rmn" w:cs="Times New Roman"/>
      <w:noProof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10695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</w:rPr>
  </w:style>
  <w:style w:type="paragraph" w:styleId="TM6">
    <w:name w:val="toc 6"/>
    <w:basedOn w:val="Normal"/>
    <w:next w:val="Normal"/>
    <w:autoRedefine/>
    <w:uiPriority w:val="39"/>
    <w:unhideWhenUsed/>
    <w:rsid w:val="00310695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</w:rPr>
  </w:style>
  <w:style w:type="paragraph" w:styleId="TM7">
    <w:name w:val="toc 7"/>
    <w:basedOn w:val="Normal"/>
    <w:next w:val="Normal"/>
    <w:autoRedefine/>
    <w:uiPriority w:val="39"/>
    <w:unhideWhenUsed/>
    <w:rsid w:val="00310695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</w:rPr>
  </w:style>
  <w:style w:type="paragraph" w:styleId="TM8">
    <w:name w:val="toc 8"/>
    <w:basedOn w:val="Normal"/>
    <w:next w:val="Normal"/>
    <w:autoRedefine/>
    <w:uiPriority w:val="39"/>
    <w:unhideWhenUsed/>
    <w:rsid w:val="00310695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</w:rPr>
  </w:style>
  <w:style w:type="paragraph" w:styleId="TM9">
    <w:name w:val="toc 9"/>
    <w:basedOn w:val="Normal"/>
    <w:next w:val="Normal"/>
    <w:autoRedefine/>
    <w:uiPriority w:val="39"/>
    <w:unhideWhenUsed/>
    <w:rsid w:val="00310695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</w:rPr>
  </w:style>
  <w:style w:type="paragraph" w:styleId="Lgende">
    <w:name w:val="caption"/>
    <w:basedOn w:val="Normal"/>
    <w:next w:val="Normal"/>
    <w:rsid w:val="00BE766B"/>
    <w:pPr>
      <w:framePr w:w="3289" w:h="0" w:hSpace="141" w:wrap="around" w:vAnchor="text" w:hAnchor="page" w:x="4291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410"/>
      </w:tabs>
      <w:spacing w:after="0" w:line="240" w:lineRule="auto"/>
      <w:jc w:val="left"/>
    </w:pPr>
    <w:rPr>
      <w:rFonts w:ascii="Times New Roman" w:hAnsi="Times New Roman" w:cs="Times New Roman"/>
      <w:sz w:val="24"/>
      <w:szCs w:val="20"/>
      <w:lang w:val="de-D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C2E6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C2E6A"/>
    <w:rPr>
      <w:rFonts w:ascii="Arial" w:eastAsia="Times New Roman" w:hAnsi="Arial" w:cs="Arial"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D235A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225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51D6"/>
    <w:rPr>
      <w:rFonts w:ascii="Arial" w:eastAsia="Times New Roman" w:hAnsi="Arial" w:cs="Arial"/>
      <w:lang w:eastAsia="fr-FR"/>
    </w:rPr>
  </w:style>
  <w:style w:type="paragraph" w:customStyle="1" w:styleId="PARAGRAPSOUS-ARTICLE">
    <w:name w:val="PARAGRAP. SOUS-ARTICLE"/>
    <w:basedOn w:val="Normal"/>
    <w:rsid w:val="00146B55"/>
    <w:pPr>
      <w:spacing w:before="240" w:after="0" w:line="240" w:lineRule="auto"/>
    </w:pPr>
    <w:rPr>
      <w:rFonts w:cs="Times New Roman"/>
      <w:sz w:val="24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064B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064B0"/>
    <w:rPr>
      <w:rFonts w:ascii="Arial" w:eastAsia="Times New Roman" w:hAnsi="Arial" w:cs="Arial"/>
      <w:lang w:eastAsia="fr-FR"/>
    </w:rPr>
  </w:style>
  <w:style w:type="paragraph" w:customStyle="1" w:styleId="Default">
    <w:name w:val="Default"/>
    <w:rsid w:val="001E12DC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PARAGRAPHEARTICLE">
    <w:name w:val="PARAGRAPHE ARTICLE"/>
    <w:basedOn w:val="Normal"/>
    <w:rsid w:val="000F3B7A"/>
    <w:pPr>
      <w:spacing w:before="360" w:after="120" w:line="240" w:lineRule="auto"/>
    </w:pPr>
    <w:rPr>
      <w:rFonts w:cs="Times New Roman"/>
      <w:sz w:val="24"/>
      <w:szCs w:val="20"/>
    </w:rPr>
  </w:style>
  <w:style w:type="character" w:styleId="Numrodepage">
    <w:name w:val="page number"/>
    <w:basedOn w:val="Policepardfaut"/>
    <w:rsid w:val="006307CD"/>
  </w:style>
  <w:style w:type="paragraph" w:customStyle="1" w:styleId="RedTitre1">
    <w:name w:val="RedTitre1"/>
    <w:basedOn w:val="Normal"/>
    <w:rsid w:val="00F61D3F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b/>
      <w:bCs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90F9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90F98"/>
    <w:rPr>
      <w:rFonts w:ascii="Arial" w:eastAsia="Times New Roman" w:hAnsi="Arial" w:cs="Arial"/>
      <w:lang w:eastAsia="fr-FR"/>
    </w:rPr>
  </w:style>
  <w:style w:type="paragraph" w:styleId="Titre">
    <w:name w:val="Title"/>
    <w:link w:val="TitreCar"/>
    <w:qFormat/>
    <w:rsid w:val="00590F98"/>
    <w:pPr>
      <w:numPr>
        <w:numId w:val="9"/>
      </w:numPr>
      <w:spacing w:after="0" w:line="240" w:lineRule="auto"/>
      <w:ind w:left="714" w:hanging="357"/>
      <w:outlineLvl w:val="0"/>
    </w:pPr>
    <w:rPr>
      <w:rFonts w:ascii="Arial" w:eastAsia="Times New Roman" w:hAnsi="Arial" w:cs="Times New Roman"/>
      <w:b/>
      <w:sz w:val="28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590F98"/>
    <w:rPr>
      <w:rFonts w:ascii="Arial" w:eastAsia="Times New Roman" w:hAnsi="Arial" w:cs="Times New Roman"/>
      <w:b/>
      <w:sz w:val="28"/>
      <w:szCs w:val="20"/>
      <w:u w:val="single"/>
      <w:lang w:eastAsia="fr-FR"/>
    </w:rPr>
  </w:style>
  <w:style w:type="character" w:customStyle="1" w:styleId="fr-text--bold">
    <w:name w:val="fr-text--bold"/>
    <w:basedOn w:val="Policepardfaut"/>
    <w:rsid w:val="00C46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5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uvogw1\AppData\Local\Temp\word-papier-entete-urn-2018-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78D94-BDDC-49E9-8658-E291B812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word-papier-entete-urn-2018-1.dotx</Template>
  <TotalTime>1313</TotalTime>
  <Pages>5</Pages>
  <Words>891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 word URN 2018</vt:lpstr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word URN 2018</dc:title>
  <dc:subject/>
  <dc:creator>DG DRI</dc:creator>
  <cp:keywords>modele;word;charte graphique;2018;URN</cp:keywords>
  <dc:description/>
  <cp:lastModifiedBy>Dubuisson Guillaume</cp:lastModifiedBy>
  <cp:revision>6</cp:revision>
  <dcterms:created xsi:type="dcterms:W3CDTF">2025-03-19T08:57:00Z</dcterms:created>
  <dcterms:modified xsi:type="dcterms:W3CDTF">2025-04-07T15:09:00Z</dcterms:modified>
</cp:coreProperties>
</file>